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2"/>
        <w:tblW w:w="0" w:type="auto"/>
        <w:tblLook w:val="01E0" w:firstRow="1" w:lastRow="1" w:firstColumn="1" w:lastColumn="1" w:noHBand="0" w:noVBand="0"/>
      </w:tblPr>
      <w:tblGrid>
        <w:gridCol w:w="1914"/>
        <w:gridCol w:w="2050"/>
        <w:gridCol w:w="3686"/>
        <w:gridCol w:w="1972"/>
      </w:tblGrid>
      <w:tr w:rsidR="00175268" w:rsidRPr="009D02CC" w14:paraId="1F3CFB7D" w14:textId="77777777" w:rsidTr="00C828FA">
        <w:trPr>
          <w:trHeight w:val="687"/>
          <w:tblHeader/>
        </w:trPr>
        <w:tc>
          <w:tcPr>
            <w:tcW w:w="1914" w:type="dxa"/>
          </w:tcPr>
          <w:p w14:paraId="775BCEE6" w14:textId="77777777" w:rsidR="00175268" w:rsidRPr="009D02CC" w:rsidRDefault="00175268" w:rsidP="005F0FA8">
            <w:pPr>
              <w:pStyle w:val="Tablehead"/>
              <w:rPr>
                <w:szCs w:val="22"/>
              </w:rPr>
            </w:pPr>
            <w:bookmarkStart w:id="0" w:name="_GoBack"/>
            <w:bookmarkEnd w:id="0"/>
            <w:r w:rsidRPr="009D02CC">
              <w:rPr>
                <w:szCs w:val="22"/>
              </w:rPr>
              <w:t>Unit &amp; Learning objectives</w:t>
            </w:r>
          </w:p>
        </w:tc>
        <w:tc>
          <w:tcPr>
            <w:tcW w:w="2050" w:type="dxa"/>
          </w:tcPr>
          <w:p w14:paraId="5074DDC8" w14:textId="77777777" w:rsidR="00175268" w:rsidRPr="00175268" w:rsidRDefault="00175268" w:rsidP="00175268">
            <w:pPr>
              <w:pStyle w:val="Tablehead"/>
              <w:rPr>
                <w:szCs w:val="22"/>
              </w:rPr>
            </w:pPr>
            <w:r w:rsidRPr="00175268">
              <w:rPr>
                <w:szCs w:val="22"/>
              </w:rPr>
              <w:t>Programme of Study coverage (PoS)</w:t>
            </w:r>
          </w:p>
          <w:p w14:paraId="2E6D33B3" w14:textId="77777777" w:rsidR="00175268" w:rsidRPr="00175268" w:rsidRDefault="00175268" w:rsidP="00175268">
            <w:pPr>
              <w:pStyle w:val="Tablehead"/>
              <w:rPr>
                <w:szCs w:val="22"/>
              </w:rPr>
            </w:pPr>
          </w:p>
          <w:p w14:paraId="4EE31B47" w14:textId="2E651F0A" w:rsidR="00175268" w:rsidRPr="009D02CC" w:rsidRDefault="00175268" w:rsidP="00175268">
            <w:pPr>
              <w:pStyle w:val="Tablehead"/>
              <w:rPr>
                <w:szCs w:val="22"/>
              </w:rPr>
            </w:pPr>
            <w:r w:rsidRPr="00175268">
              <w:rPr>
                <w:szCs w:val="22"/>
              </w:rPr>
              <w:t>Pearson Progression Step Coverage (PPS)</w:t>
            </w:r>
          </w:p>
        </w:tc>
        <w:tc>
          <w:tcPr>
            <w:tcW w:w="3686" w:type="dxa"/>
          </w:tcPr>
          <w:p w14:paraId="2CAE15B4" w14:textId="77777777" w:rsidR="00175268" w:rsidRDefault="00175268" w:rsidP="005F0FA8">
            <w:pPr>
              <w:pStyle w:val="Tablehead"/>
              <w:rPr>
                <w:szCs w:val="22"/>
              </w:rPr>
            </w:pPr>
            <w:r w:rsidRPr="009D02CC">
              <w:rPr>
                <w:szCs w:val="22"/>
              </w:rPr>
              <w:t>Key language</w:t>
            </w:r>
          </w:p>
          <w:p w14:paraId="224C03F1" w14:textId="77777777" w:rsidR="00C46D29" w:rsidRDefault="00C46D29" w:rsidP="00C46D29">
            <w:pPr>
              <w:pStyle w:val="Tabletext"/>
            </w:pPr>
          </w:p>
          <w:p w14:paraId="181D522E" w14:textId="2D835476" w:rsidR="00C46D29" w:rsidRPr="00C46D29" w:rsidRDefault="00C46D29" w:rsidP="00C46D29">
            <w:pPr>
              <w:pStyle w:val="Tabletext"/>
              <w:rPr>
                <w:lang w:val="fr-FR"/>
              </w:rPr>
            </w:pPr>
          </w:p>
        </w:tc>
        <w:tc>
          <w:tcPr>
            <w:tcW w:w="1972" w:type="dxa"/>
          </w:tcPr>
          <w:p w14:paraId="37E675AB" w14:textId="247F91CE" w:rsidR="00175268" w:rsidRPr="009D02CC" w:rsidRDefault="00175268" w:rsidP="00175268">
            <w:pPr>
              <w:pStyle w:val="Tablehead"/>
              <w:rPr>
                <w:szCs w:val="22"/>
              </w:rPr>
            </w:pPr>
            <w:r w:rsidRPr="009D02CC">
              <w:rPr>
                <w:szCs w:val="22"/>
              </w:rPr>
              <w:t xml:space="preserve">Grammar </w:t>
            </w:r>
            <w:r>
              <w:rPr>
                <w:szCs w:val="22"/>
              </w:rPr>
              <w:t xml:space="preserve">(G) </w:t>
            </w:r>
            <w:r w:rsidRPr="009D02CC">
              <w:rPr>
                <w:szCs w:val="22"/>
              </w:rPr>
              <w:t xml:space="preserve">and </w:t>
            </w:r>
            <w:r>
              <w:rPr>
                <w:szCs w:val="22"/>
              </w:rPr>
              <w:t>S</w:t>
            </w:r>
            <w:r w:rsidRPr="009D02CC">
              <w:rPr>
                <w:szCs w:val="22"/>
              </w:rPr>
              <w:t>kills coverage</w:t>
            </w:r>
          </w:p>
        </w:tc>
      </w:tr>
      <w:tr w:rsidR="00175268" w:rsidRPr="00C828FA" w14:paraId="3E96D7EA" w14:textId="77777777" w:rsidTr="00C828FA">
        <w:trPr>
          <w:cantSplit/>
          <w:trHeight w:val="1214"/>
        </w:trPr>
        <w:tc>
          <w:tcPr>
            <w:tcW w:w="1914" w:type="dxa"/>
          </w:tcPr>
          <w:p w14:paraId="5E0EB721" w14:textId="6B482AF5" w:rsidR="00753418" w:rsidRDefault="00753418" w:rsidP="00753418">
            <w:pPr>
              <w:pStyle w:val="Tabletext"/>
              <w:rPr>
                <w:b/>
                <w:szCs w:val="20"/>
              </w:rPr>
            </w:pPr>
            <w:r w:rsidRPr="00753418">
              <w:rPr>
                <w:b/>
                <w:szCs w:val="20"/>
              </w:rPr>
              <w:t xml:space="preserve">Quiz about </w:t>
            </w:r>
            <w:r w:rsidR="0071456B" w:rsidRPr="0071456B">
              <w:rPr>
                <w:b/>
                <w:szCs w:val="20"/>
              </w:rPr>
              <w:t>TV programmes, films and actors, and internet access in the French-speaking world</w:t>
            </w:r>
          </w:p>
          <w:p w14:paraId="423C1ABB" w14:textId="384E096A" w:rsidR="00FF741B" w:rsidRPr="00753418" w:rsidRDefault="00753418" w:rsidP="00753418">
            <w:pPr>
              <w:pStyle w:val="Tabletextbullets"/>
              <w:numPr>
                <w:ilvl w:val="0"/>
                <w:numId w:val="0"/>
              </w:numPr>
              <w:ind w:left="340" w:hanging="340"/>
              <w:rPr>
                <w:szCs w:val="20"/>
              </w:rPr>
            </w:pPr>
            <w:r w:rsidRPr="00753418">
              <w:rPr>
                <w:szCs w:val="20"/>
              </w:rPr>
              <w:t xml:space="preserve">(pp. </w:t>
            </w:r>
            <w:r w:rsidR="0071456B">
              <w:rPr>
                <w:szCs w:val="20"/>
              </w:rPr>
              <w:t>54</w:t>
            </w:r>
            <w:r w:rsidRPr="00753418">
              <w:rPr>
                <w:szCs w:val="20"/>
              </w:rPr>
              <w:t>–</w:t>
            </w:r>
            <w:r w:rsidR="0071456B">
              <w:rPr>
                <w:szCs w:val="20"/>
              </w:rPr>
              <w:t>55</w:t>
            </w:r>
            <w:r w:rsidRPr="00753418">
              <w:rPr>
                <w:szCs w:val="20"/>
              </w:rPr>
              <w:t>)</w:t>
            </w:r>
          </w:p>
        </w:tc>
        <w:tc>
          <w:tcPr>
            <w:tcW w:w="2050" w:type="dxa"/>
          </w:tcPr>
          <w:p w14:paraId="2E78172B" w14:textId="537A0C25" w:rsidR="00175268" w:rsidRPr="009D02CC" w:rsidRDefault="00175268" w:rsidP="00FF741B">
            <w:pPr>
              <w:pStyle w:val="Tabletext"/>
              <w:rPr>
                <w:szCs w:val="20"/>
              </w:rPr>
            </w:pPr>
          </w:p>
        </w:tc>
        <w:tc>
          <w:tcPr>
            <w:tcW w:w="3686" w:type="dxa"/>
          </w:tcPr>
          <w:p w14:paraId="3A189F47" w14:textId="77777777" w:rsidR="0071456B" w:rsidRPr="0071456B" w:rsidRDefault="0071456B" w:rsidP="0071456B">
            <w:pPr>
              <w:pStyle w:val="Tabletext"/>
              <w:rPr>
                <w:i/>
                <w:szCs w:val="20"/>
                <w:lang w:val="fr-FR"/>
              </w:rPr>
            </w:pPr>
            <w:r w:rsidRPr="0071456B">
              <w:rPr>
                <w:i/>
                <w:szCs w:val="20"/>
                <w:lang w:val="fr-FR"/>
              </w:rPr>
              <w:t>C’est …</w:t>
            </w:r>
          </w:p>
          <w:p w14:paraId="5DA33D55" w14:textId="77777777" w:rsidR="0071456B" w:rsidRPr="0071456B" w:rsidRDefault="0071456B" w:rsidP="0071456B">
            <w:pPr>
              <w:pStyle w:val="Tabletext"/>
              <w:rPr>
                <w:i/>
                <w:szCs w:val="20"/>
                <w:lang w:val="fr-FR"/>
              </w:rPr>
            </w:pPr>
            <w:r w:rsidRPr="0071456B">
              <w:rPr>
                <w:i/>
                <w:szCs w:val="20"/>
                <w:lang w:val="fr-FR"/>
              </w:rPr>
              <w:t>un concours de talents</w:t>
            </w:r>
          </w:p>
          <w:p w14:paraId="5A74DE36" w14:textId="77777777" w:rsidR="0071456B" w:rsidRPr="0071456B" w:rsidRDefault="0071456B" w:rsidP="0071456B">
            <w:pPr>
              <w:pStyle w:val="Tabletext"/>
              <w:rPr>
                <w:i/>
                <w:szCs w:val="20"/>
                <w:lang w:val="fr-FR"/>
              </w:rPr>
            </w:pPr>
            <w:r w:rsidRPr="0071456B">
              <w:rPr>
                <w:i/>
                <w:szCs w:val="20"/>
                <w:lang w:val="fr-FR"/>
              </w:rPr>
              <w:t>une émission de musique</w:t>
            </w:r>
          </w:p>
          <w:p w14:paraId="507DB2E1" w14:textId="77777777" w:rsidR="0071456B" w:rsidRPr="0071456B" w:rsidRDefault="0071456B" w:rsidP="0071456B">
            <w:pPr>
              <w:pStyle w:val="Tabletext"/>
              <w:rPr>
                <w:i/>
                <w:szCs w:val="20"/>
                <w:lang w:val="fr-FR"/>
              </w:rPr>
            </w:pPr>
            <w:r w:rsidRPr="0071456B">
              <w:rPr>
                <w:i/>
                <w:szCs w:val="20"/>
                <w:lang w:val="fr-FR"/>
              </w:rPr>
              <w:t>une émission de télé-réalité</w:t>
            </w:r>
          </w:p>
          <w:p w14:paraId="014445D9" w14:textId="77777777" w:rsidR="0071456B" w:rsidRPr="0071456B" w:rsidRDefault="0071456B" w:rsidP="00E85B3B">
            <w:pPr>
              <w:pStyle w:val="Tabletext"/>
              <w:spacing w:after="0"/>
              <w:rPr>
                <w:i/>
                <w:szCs w:val="20"/>
                <w:lang w:val="fr-FR"/>
              </w:rPr>
            </w:pPr>
            <w:r w:rsidRPr="0071456B">
              <w:rPr>
                <w:i/>
                <w:szCs w:val="20"/>
                <w:lang w:val="fr-FR"/>
              </w:rPr>
              <w:t>une émission de cuisine</w:t>
            </w:r>
          </w:p>
          <w:p w14:paraId="33383CB9" w14:textId="77777777" w:rsidR="0071456B" w:rsidRPr="0071456B" w:rsidRDefault="0071456B" w:rsidP="0071456B">
            <w:pPr>
              <w:pStyle w:val="Tabletext"/>
              <w:spacing w:before="0" w:after="0"/>
              <w:rPr>
                <w:i/>
                <w:szCs w:val="20"/>
                <w:lang w:val="fr-FR"/>
              </w:rPr>
            </w:pPr>
          </w:p>
          <w:p w14:paraId="0F7E431A" w14:textId="434D7EAF" w:rsidR="0071456B" w:rsidRPr="0071456B" w:rsidRDefault="0071456B" w:rsidP="00E85B3B">
            <w:pPr>
              <w:pStyle w:val="Tabletext"/>
              <w:spacing w:before="0"/>
              <w:rPr>
                <w:i/>
                <w:szCs w:val="20"/>
                <w:lang w:val="fr-FR"/>
              </w:rPr>
            </w:pPr>
            <w:r w:rsidRPr="0071456B">
              <w:rPr>
                <w:i/>
                <w:szCs w:val="20"/>
                <w:lang w:val="fr-FR"/>
              </w:rPr>
              <w:t>un acteur/une actrice</w:t>
            </w:r>
          </w:p>
          <w:p w14:paraId="16DA530D" w14:textId="79E0FCC5" w:rsidR="00CF7EAD" w:rsidRPr="00753418" w:rsidRDefault="0071456B" w:rsidP="0071456B">
            <w:pPr>
              <w:pStyle w:val="Tabletext"/>
              <w:rPr>
                <w:szCs w:val="20"/>
                <w:lang w:val="fr-FR"/>
              </w:rPr>
            </w:pPr>
            <w:r w:rsidRPr="0071456B">
              <w:rPr>
                <w:i/>
                <w:szCs w:val="20"/>
                <w:lang w:val="fr-FR"/>
              </w:rPr>
              <w:t>un inventeur</w:t>
            </w:r>
          </w:p>
        </w:tc>
        <w:tc>
          <w:tcPr>
            <w:tcW w:w="1972" w:type="dxa"/>
          </w:tcPr>
          <w:p w14:paraId="2904F77A" w14:textId="4B1B356E" w:rsidR="00175268" w:rsidRPr="0006568A" w:rsidRDefault="00175268" w:rsidP="00753418">
            <w:pPr>
              <w:rPr>
                <w:b/>
                <w:szCs w:val="20"/>
                <w:lang w:val="fr-FR"/>
              </w:rPr>
            </w:pPr>
          </w:p>
        </w:tc>
      </w:tr>
      <w:tr w:rsidR="00753418" w:rsidRPr="00753418" w14:paraId="43F250CE" w14:textId="77777777" w:rsidTr="00C828FA">
        <w:trPr>
          <w:cantSplit/>
          <w:trHeight w:val="1214"/>
        </w:trPr>
        <w:tc>
          <w:tcPr>
            <w:tcW w:w="1914" w:type="dxa"/>
          </w:tcPr>
          <w:p w14:paraId="274C1789" w14:textId="77777777" w:rsidR="00753418" w:rsidRPr="00753418" w:rsidRDefault="00753418" w:rsidP="00753418">
            <w:pPr>
              <w:pStyle w:val="Tabletext"/>
              <w:rPr>
                <w:b/>
                <w:szCs w:val="20"/>
              </w:rPr>
            </w:pPr>
            <w:r w:rsidRPr="00753418">
              <w:rPr>
                <w:b/>
                <w:szCs w:val="20"/>
              </w:rPr>
              <w:t>Point de départ</w:t>
            </w:r>
          </w:p>
          <w:p w14:paraId="2D2FB7F7" w14:textId="7C8245C0" w:rsidR="00753418" w:rsidRPr="00753418" w:rsidRDefault="00753418" w:rsidP="00753418">
            <w:pPr>
              <w:pStyle w:val="Tabletext"/>
              <w:rPr>
                <w:szCs w:val="20"/>
              </w:rPr>
            </w:pPr>
            <w:r w:rsidRPr="00753418">
              <w:rPr>
                <w:szCs w:val="20"/>
              </w:rPr>
              <w:t xml:space="preserve">(pp. </w:t>
            </w:r>
            <w:r w:rsidR="0071456B">
              <w:rPr>
                <w:szCs w:val="20"/>
              </w:rPr>
              <w:t>56</w:t>
            </w:r>
            <w:r>
              <w:rPr>
                <w:szCs w:val="20"/>
              </w:rPr>
              <w:t>–</w:t>
            </w:r>
            <w:r w:rsidR="0071456B">
              <w:rPr>
                <w:szCs w:val="20"/>
              </w:rPr>
              <w:t>57</w:t>
            </w:r>
            <w:r w:rsidRPr="00753418">
              <w:rPr>
                <w:szCs w:val="20"/>
              </w:rPr>
              <w:t>)</w:t>
            </w:r>
          </w:p>
          <w:p w14:paraId="1AB1465D" w14:textId="77777777" w:rsidR="00753418" w:rsidRPr="00753418" w:rsidRDefault="00753418" w:rsidP="00753418">
            <w:pPr>
              <w:pStyle w:val="Tabletext"/>
              <w:rPr>
                <w:szCs w:val="20"/>
              </w:rPr>
            </w:pPr>
          </w:p>
          <w:p w14:paraId="0ED6FA4F" w14:textId="77777777" w:rsidR="0071456B" w:rsidRPr="0071456B" w:rsidRDefault="00753418" w:rsidP="0071456B">
            <w:pPr>
              <w:pStyle w:val="Tabletext"/>
              <w:rPr>
                <w:szCs w:val="20"/>
              </w:rPr>
            </w:pPr>
            <w:r w:rsidRPr="00753418">
              <w:rPr>
                <w:szCs w:val="20"/>
              </w:rPr>
              <w:t xml:space="preserve">Talking about </w:t>
            </w:r>
            <w:r w:rsidR="0071456B" w:rsidRPr="0071456B">
              <w:rPr>
                <w:szCs w:val="20"/>
              </w:rPr>
              <w:t>celebrities and TV programmes</w:t>
            </w:r>
          </w:p>
          <w:p w14:paraId="684D6A56" w14:textId="77777777" w:rsidR="0071456B" w:rsidRPr="0071456B" w:rsidRDefault="0071456B" w:rsidP="0071456B">
            <w:pPr>
              <w:pStyle w:val="Tabletext"/>
              <w:rPr>
                <w:szCs w:val="20"/>
              </w:rPr>
            </w:pPr>
          </w:p>
          <w:p w14:paraId="5A17A501" w14:textId="7CF54393" w:rsidR="00753418" w:rsidRPr="00FF741B" w:rsidRDefault="0071456B" w:rsidP="0071456B">
            <w:pPr>
              <w:pStyle w:val="Tabletext"/>
              <w:rPr>
                <w:b/>
                <w:szCs w:val="20"/>
              </w:rPr>
            </w:pPr>
            <w:r w:rsidRPr="0071456B">
              <w:rPr>
                <w:szCs w:val="20"/>
              </w:rPr>
              <w:t>Using singular and plural adjective agreement</w:t>
            </w:r>
          </w:p>
        </w:tc>
        <w:tc>
          <w:tcPr>
            <w:tcW w:w="2050" w:type="dxa"/>
          </w:tcPr>
          <w:p w14:paraId="5927B4D6" w14:textId="77777777" w:rsidR="00753418" w:rsidRPr="00753418" w:rsidRDefault="00753418" w:rsidP="00753418">
            <w:pPr>
              <w:pStyle w:val="Tabletext"/>
              <w:rPr>
                <w:b/>
                <w:szCs w:val="20"/>
              </w:rPr>
            </w:pPr>
            <w:r w:rsidRPr="00753418">
              <w:rPr>
                <w:b/>
                <w:szCs w:val="20"/>
              </w:rPr>
              <w:t>PoS</w:t>
            </w:r>
          </w:p>
          <w:p w14:paraId="3983581F" w14:textId="77777777" w:rsidR="0071456B" w:rsidRPr="0071456B" w:rsidRDefault="0071456B" w:rsidP="0071456B">
            <w:pPr>
              <w:pStyle w:val="Tabletext"/>
              <w:rPr>
                <w:b/>
                <w:szCs w:val="20"/>
              </w:rPr>
            </w:pPr>
            <w:r w:rsidRPr="0071456B">
              <w:rPr>
                <w:b/>
                <w:szCs w:val="20"/>
              </w:rPr>
              <w:t xml:space="preserve">GV3 </w:t>
            </w:r>
            <w:r w:rsidRPr="0071456B">
              <w:rPr>
                <w:szCs w:val="20"/>
              </w:rPr>
              <w:t>Developing vocabulary / Opinions and discussions</w:t>
            </w:r>
          </w:p>
          <w:p w14:paraId="7ED88136" w14:textId="77777777" w:rsidR="0071456B" w:rsidRPr="0071456B" w:rsidRDefault="0071456B" w:rsidP="0071456B">
            <w:pPr>
              <w:pStyle w:val="Tabletext"/>
              <w:rPr>
                <w:b/>
                <w:szCs w:val="20"/>
              </w:rPr>
            </w:pPr>
          </w:p>
          <w:p w14:paraId="52E200A8" w14:textId="77777777" w:rsidR="0071456B" w:rsidRPr="0071456B" w:rsidRDefault="0071456B" w:rsidP="0071456B">
            <w:pPr>
              <w:pStyle w:val="Tabletext"/>
              <w:rPr>
                <w:b/>
                <w:szCs w:val="20"/>
              </w:rPr>
            </w:pPr>
            <w:r w:rsidRPr="0071456B">
              <w:rPr>
                <w:b/>
                <w:szCs w:val="20"/>
              </w:rPr>
              <w:t xml:space="preserve">LC1 </w:t>
            </w:r>
            <w:r w:rsidRPr="0071456B">
              <w:rPr>
                <w:szCs w:val="20"/>
              </w:rPr>
              <w:t>Listening and responding</w:t>
            </w:r>
          </w:p>
          <w:p w14:paraId="4340199A" w14:textId="77777777" w:rsidR="0071456B" w:rsidRPr="0071456B" w:rsidRDefault="0071456B" w:rsidP="0071456B">
            <w:pPr>
              <w:pStyle w:val="Tabletext"/>
              <w:rPr>
                <w:b/>
                <w:szCs w:val="20"/>
              </w:rPr>
            </w:pPr>
          </w:p>
          <w:p w14:paraId="0D230A5B" w14:textId="77777777" w:rsidR="0071456B" w:rsidRPr="0071456B" w:rsidRDefault="0071456B" w:rsidP="0071456B">
            <w:pPr>
              <w:pStyle w:val="Tabletext"/>
              <w:rPr>
                <w:b/>
                <w:szCs w:val="20"/>
              </w:rPr>
            </w:pPr>
            <w:r w:rsidRPr="0071456B">
              <w:rPr>
                <w:b/>
                <w:szCs w:val="20"/>
              </w:rPr>
              <w:t xml:space="preserve">LC4 </w:t>
            </w:r>
            <w:r w:rsidRPr="0071456B">
              <w:rPr>
                <w:szCs w:val="20"/>
              </w:rPr>
              <w:t>Expressing ideas (speaking)</w:t>
            </w:r>
          </w:p>
          <w:p w14:paraId="1450FDA2" w14:textId="77777777" w:rsidR="0071456B" w:rsidRPr="0071456B" w:rsidRDefault="0071456B" w:rsidP="0071456B">
            <w:pPr>
              <w:pStyle w:val="Tabletext"/>
              <w:rPr>
                <w:b/>
                <w:szCs w:val="20"/>
              </w:rPr>
            </w:pPr>
          </w:p>
          <w:p w14:paraId="021EE8A7" w14:textId="77777777" w:rsidR="0071456B" w:rsidRPr="0071456B" w:rsidRDefault="0071456B" w:rsidP="0071456B">
            <w:pPr>
              <w:pStyle w:val="Tabletext"/>
              <w:rPr>
                <w:b/>
                <w:szCs w:val="20"/>
              </w:rPr>
            </w:pPr>
            <w:r w:rsidRPr="0071456B">
              <w:rPr>
                <w:b/>
                <w:szCs w:val="20"/>
              </w:rPr>
              <w:t xml:space="preserve">LC5 </w:t>
            </w:r>
            <w:r w:rsidRPr="0071456B">
              <w:rPr>
                <w:szCs w:val="20"/>
              </w:rPr>
              <w:t>Accurate pronunciation and intonation</w:t>
            </w:r>
          </w:p>
          <w:p w14:paraId="76CFF601" w14:textId="77777777" w:rsidR="0071456B" w:rsidRPr="0071456B" w:rsidRDefault="0071456B" w:rsidP="0071456B">
            <w:pPr>
              <w:pStyle w:val="Tabletext"/>
              <w:rPr>
                <w:b/>
                <w:szCs w:val="20"/>
              </w:rPr>
            </w:pPr>
          </w:p>
          <w:p w14:paraId="67C56432" w14:textId="3AC7A1B7" w:rsidR="00753418" w:rsidRDefault="0071456B" w:rsidP="0071456B">
            <w:pPr>
              <w:pStyle w:val="Tabletext"/>
              <w:rPr>
                <w:szCs w:val="20"/>
              </w:rPr>
            </w:pPr>
            <w:r w:rsidRPr="0071456B">
              <w:rPr>
                <w:b/>
                <w:szCs w:val="20"/>
              </w:rPr>
              <w:t xml:space="preserve">LC8 </w:t>
            </w:r>
            <w:r w:rsidRPr="0071456B">
              <w:rPr>
                <w:szCs w:val="20"/>
              </w:rPr>
              <w:t>Translation into French</w:t>
            </w:r>
          </w:p>
          <w:p w14:paraId="1793C5A5" w14:textId="77777777" w:rsidR="0071456B" w:rsidRPr="00753418" w:rsidRDefault="0071456B" w:rsidP="0071456B">
            <w:pPr>
              <w:pStyle w:val="Tabletext"/>
              <w:rPr>
                <w:b/>
                <w:szCs w:val="20"/>
              </w:rPr>
            </w:pPr>
          </w:p>
          <w:p w14:paraId="5821F0E7" w14:textId="27B58C58" w:rsidR="00753418" w:rsidRPr="00175268" w:rsidRDefault="00753418" w:rsidP="00753418">
            <w:pPr>
              <w:pStyle w:val="Tabletext"/>
              <w:rPr>
                <w:b/>
                <w:szCs w:val="20"/>
              </w:rPr>
            </w:pPr>
            <w:r w:rsidRPr="00753418">
              <w:rPr>
                <w:b/>
                <w:szCs w:val="20"/>
              </w:rPr>
              <w:t xml:space="preserve">PPS: </w:t>
            </w:r>
            <w:r w:rsidR="00F15F48">
              <w:rPr>
                <w:szCs w:val="20"/>
              </w:rPr>
              <w:t>1st–4th Steps</w:t>
            </w:r>
          </w:p>
        </w:tc>
        <w:tc>
          <w:tcPr>
            <w:tcW w:w="3686" w:type="dxa"/>
          </w:tcPr>
          <w:p w14:paraId="5EC78D86" w14:textId="77777777" w:rsidR="001971B7" w:rsidRDefault="0071456B" w:rsidP="0071456B">
            <w:pPr>
              <w:pStyle w:val="Tabletext"/>
              <w:rPr>
                <w:i/>
                <w:szCs w:val="20"/>
                <w:lang w:val="fr-FR"/>
              </w:rPr>
            </w:pPr>
            <w:r w:rsidRPr="0071456B">
              <w:rPr>
                <w:i/>
                <w:szCs w:val="20"/>
                <w:lang w:val="fr-FR"/>
              </w:rPr>
              <w:t>arrogant / modeste</w:t>
            </w:r>
          </w:p>
          <w:p w14:paraId="6AD03D8B" w14:textId="6C0A3607" w:rsidR="0071456B" w:rsidRPr="0071456B" w:rsidRDefault="0071456B" w:rsidP="0071456B">
            <w:pPr>
              <w:pStyle w:val="Tabletext"/>
              <w:rPr>
                <w:i/>
                <w:szCs w:val="20"/>
                <w:lang w:val="fr-FR"/>
              </w:rPr>
            </w:pPr>
            <w:r w:rsidRPr="0071456B">
              <w:rPr>
                <w:i/>
                <w:szCs w:val="20"/>
                <w:lang w:val="fr-FR"/>
              </w:rPr>
              <w:t>bête / intelligent</w:t>
            </w:r>
          </w:p>
          <w:p w14:paraId="60ADC3ED" w14:textId="77777777" w:rsidR="001971B7" w:rsidRDefault="0071456B" w:rsidP="0071456B">
            <w:pPr>
              <w:pStyle w:val="Tabletext"/>
              <w:rPr>
                <w:i/>
                <w:szCs w:val="20"/>
                <w:lang w:val="fr-FR"/>
              </w:rPr>
            </w:pPr>
            <w:r w:rsidRPr="0071456B">
              <w:rPr>
                <w:i/>
                <w:szCs w:val="20"/>
                <w:lang w:val="fr-FR"/>
              </w:rPr>
              <w:t>sérieux / drôle</w:t>
            </w:r>
          </w:p>
          <w:p w14:paraId="17E01FE2" w14:textId="44EA0424" w:rsidR="0071456B" w:rsidRPr="0071456B" w:rsidRDefault="0071456B" w:rsidP="0071456B">
            <w:pPr>
              <w:pStyle w:val="Tabletext"/>
              <w:rPr>
                <w:i/>
                <w:szCs w:val="20"/>
                <w:lang w:val="fr-FR"/>
              </w:rPr>
            </w:pPr>
            <w:r w:rsidRPr="0071456B">
              <w:rPr>
                <w:i/>
                <w:szCs w:val="20"/>
                <w:lang w:val="fr-FR"/>
              </w:rPr>
              <w:t>égoïste / généreux</w:t>
            </w:r>
          </w:p>
          <w:p w14:paraId="2C9EE651" w14:textId="77777777" w:rsidR="001971B7" w:rsidRDefault="0071456B" w:rsidP="0071456B">
            <w:pPr>
              <w:pStyle w:val="Tabletext"/>
              <w:rPr>
                <w:i/>
                <w:szCs w:val="20"/>
                <w:lang w:val="fr-FR"/>
              </w:rPr>
            </w:pPr>
            <w:r w:rsidRPr="0071456B">
              <w:rPr>
                <w:i/>
                <w:szCs w:val="20"/>
                <w:lang w:val="fr-FR"/>
              </w:rPr>
              <w:t>laid / beau</w:t>
            </w:r>
          </w:p>
          <w:p w14:paraId="3CA2959A" w14:textId="55B57038" w:rsidR="0071456B" w:rsidRPr="0071456B" w:rsidRDefault="0071456B" w:rsidP="0071456B">
            <w:pPr>
              <w:pStyle w:val="Tabletext"/>
              <w:rPr>
                <w:i/>
                <w:szCs w:val="20"/>
                <w:lang w:val="fr-FR"/>
              </w:rPr>
            </w:pPr>
            <w:r w:rsidRPr="0071456B">
              <w:rPr>
                <w:i/>
                <w:szCs w:val="20"/>
                <w:lang w:val="fr-FR"/>
              </w:rPr>
              <w:t>méchant / gentil</w:t>
            </w:r>
          </w:p>
          <w:p w14:paraId="4451FB61" w14:textId="77777777" w:rsidR="0071456B" w:rsidRPr="0071456B" w:rsidRDefault="0071456B" w:rsidP="00E85B3B">
            <w:pPr>
              <w:pStyle w:val="Tabletext"/>
              <w:spacing w:after="0"/>
              <w:rPr>
                <w:i/>
                <w:szCs w:val="20"/>
                <w:lang w:val="fr-FR"/>
              </w:rPr>
            </w:pPr>
            <w:r w:rsidRPr="0071456B">
              <w:rPr>
                <w:i/>
                <w:szCs w:val="20"/>
                <w:lang w:val="fr-FR"/>
              </w:rPr>
              <w:t>paresseux / travailleur</w:t>
            </w:r>
          </w:p>
          <w:p w14:paraId="18258831" w14:textId="77777777" w:rsidR="0071456B" w:rsidRPr="0071456B" w:rsidRDefault="0071456B" w:rsidP="0071456B">
            <w:pPr>
              <w:pStyle w:val="Tabletext"/>
              <w:spacing w:before="0" w:after="0"/>
              <w:rPr>
                <w:i/>
                <w:szCs w:val="20"/>
                <w:lang w:val="fr-FR"/>
              </w:rPr>
            </w:pPr>
          </w:p>
          <w:p w14:paraId="72E66C01" w14:textId="3B138CD6" w:rsidR="0071456B" w:rsidRPr="0071456B" w:rsidRDefault="0071456B" w:rsidP="00E85B3B">
            <w:pPr>
              <w:pStyle w:val="Tabletext"/>
              <w:spacing w:before="0"/>
              <w:rPr>
                <w:i/>
                <w:szCs w:val="20"/>
                <w:lang w:val="fr-FR"/>
              </w:rPr>
            </w:pPr>
            <w:r w:rsidRPr="0071456B">
              <w:rPr>
                <w:i/>
                <w:szCs w:val="20"/>
                <w:lang w:val="fr-FR"/>
              </w:rPr>
              <w:t>Qui est ta célébrité préférée et pourquoi?</w:t>
            </w:r>
          </w:p>
          <w:p w14:paraId="0CCA6903" w14:textId="77777777" w:rsidR="0071456B" w:rsidRPr="0071456B" w:rsidRDefault="0071456B" w:rsidP="0071456B">
            <w:pPr>
              <w:pStyle w:val="Tabletext"/>
              <w:rPr>
                <w:i/>
                <w:szCs w:val="20"/>
                <w:lang w:val="fr-FR"/>
              </w:rPr>
            </w:pPr>
            <w:r w:rsidRPr="0071456B">
              <w:rPr>
                <w:i/>
                <w:szCs w:val="20"/>
                <w:lang w:val="fr-FR"/>
              </w:rPr>
              <w:t>Moi, perso, j’aime beaucoup … parce qu’il/elle est …</w:t>
            </w:r>
          </w:p>
          <w:p w14:paraId="4C2B5B4D" w14:textId="77777777" w:rsidR="0071456B" w:rsidRPr="0071456B" w:rsidRDefault="0071456B" w:rsidP="0071456B">
            <w:pPr>
              <w:pStyle w:val="Tabletext"/>
              <w:rPr>
                <w:i/>
                <w:szCs w:val="20"/>
                <w:lang w:val="fr-FR"/>
              </w:rPr>
            </w:pPr>
            <w:r w:rsidRPr="0071456B">
              <w:rPr>
                <w:i/>
                <w:szCs w:val="20"/>
                <w:lang w:val="fr-FR"/>
              </w:rPr>
              <w:t xml:space="preserve">Cependant je n’aime pas … </w:t>
            </w:r>
          </w:p>
          <w:p w14:paraId="5598197E" w14:textId="780ED271" w:rsidR="0071456B" w:rsidRDefault="0071456B" w:rsidP="0071456B">
            <w:pPr>
              <w:pStyle w:val="Tabletext"/>
              <w:rPr>
                <w:i/>
                <w:szCs w:val="20"/>
                <w:lang w:val="fr-FR"/>
              </w:rPr>
            </w:pPr>
            <w:r w:rsidRPr="0071456B">
              <w:rPr>
                <w:i/>
                <w:szCs w:val="20"/>
                <w:lang w:val="fr-FR"/>
              </w:rPr>
              <w:t>les comédies</w:t>
            </w:r>
            <w:r>
              <w:rPr>
                <w:i/>
                <w:szCs w:val="20"/>
                <w:lang w:val="fr-FR"/>
              </w:rPr>
              <w:t xml:space="preserve"> / </w:t>
            </w:r>
            <w:r w:rsidRPr="0071456B">
              <w:rPr>
                <w:i/>
                <w:szCs w:val="20"/>
                <w:lang w:val="fr-FR"/>
              </w:rPr>
              <w:t>les dessins animés</w:t>
            </w:r>
            <w:r>
              <w:rPr>
                <w:i/>
                <w:szCs w:val="20"/>
                <w:lang w:val="fr-FR"/>
              </w:rPr>
              <w:t xml:space="preserve"> /</w:t>
            </w:r>
            <w:r w:rsidR="000C4787">
              <w:rPr>
                <w:i/>
                <w:szCs w:val="20"/>
                <w:lang w:val="fr-FR"/>
              </w:rPr>
              <w:t xml:space="preserve"> </w:t>
            </w:r>
            <w:r w:rsidR="006B74EA">
              <w:rPr>
                <w:i/>
                <w:szCs w:val="20"/>
                <w:lang w:val="fr-FR"/>
              </w:rPr>
              <w:br/>
            </w:r>
            <w:r w:rsidRPr="0071456B">
              <w:rPr>
                <w:i/>
                <w:szCs w:val="20"/>
                <w:lang w:val="fr-FR"/>
              </w:rPr>
              <w:t>les documentaires</w:t>
            </w:r>
            <w:r>
              <w:rPr>
                <w:i/>
                <w:szCs w:val="20"/>
                <w:lang w:val="fr-FR"/>
              </w:rPr>
              <w:t xml:space="preserve"> / </w:t>
            </w:r>
            <w:r w:rsidRPr="0071456B">
              <w:rPr>
                <w:i/>
                <w:szCs w:val="20"/>
                <w:lang w:val="fr-FR"/>
              </w:rPr>
              <w:t>les feuilletons</w:t>
            </w:r>
            <w:r>
              <w:rPr>
                <w:i/>
                <w:szCs w:val="20"/>
                <w:lang w:val="fr-FR"/>
              </w:rPr>
              <w:t xml:space="preserve"> / </w:t>
            </w:r>
            <w:r w:rsidR="008E2F24">
              <w:rPr>
                <w:i/>
                <w:szCs w:val="20"/>
                <w:lang w:val="fr-FR"/>
              </w:rPr>
              <w:br/>
            </w:r>
            <w:r w:rsidRPr="0071456B">
              <w:rPr>
                <w:i/>
                <w:szCs w:val="20"/>
                <w:lang w:val="fr-FR"/>
              </w:rPr>
              <w:t>les infos</w:t>
            </w:r>
            <w:r>
              <w:rPr>
                <w:i/>
                <w:szCs w:val="20"/>
                <w:lang w:val="fr-FR"/>
              </w:rPr>
              <w:t xml:space="preserve"> / </w:t>
            </w:r>
            <w:r w:rsidRPr="0071456B">
              <w:rPr>
                <w:i/>
                <w:szCs w:val="20"/>
                <w:lang w:val="fr-FR"/>
              </w:rPr>
              <w:t>les jeux (télévisés)</w:t>
            </w:r>
            <w:r>
              <w:rPr>
                <w:i/>
                <w:szCs w:val="20"/>
                <w:lang w:val="fr-FR"/>
              </w:rPr>
              <w:t xml:space="preserve"> / </w:t>
            </w:r>
            <w:r w:rsidR="006B74EA">
              <w:rPr>
                <w:i/>
                <w:szCs w:val="20"/>
                <w:lang w:val="fr-FR"/>
              </w:rPr>
              <w:br/>
            </w:r>
            <w:r w:rsidRPr="0071456B">
              <w:rPr>
                <w:i/>
                <w:szCs w:val="20"/>
                <w:lang w:val="fr-FR"/>
              </w:rPr>
              <w:t>les séries (policières)</w:t>
            </w:r>
            <w:r>
              <w:rPr>
                <w:i/>
                <w:szCs w:val="20"/>
                <w:lang w:val="fr-FR"/>
              </w:rPr>
              <w:t xml:space="preserve"> </w:t>
            </w:r>
          </w:p>
          <w:p w14:paraId="1F37DE41" w14:textId="188230D5" w:rsidR="0071456B" w:rsidRPr="0071456B" w:rsidRDefault="0071456B" w:rsidP="0071456B">
            <w:pPr>
              <w:pStyle w:val="Tabletext"/>
              <w:rPr>
                <w:i/>
                <w:szCs w:val="20"/>
                <w:lang w:val="fr-FR"/>
              </w:rPr>
            </w:pPr>
            <w:r w:rsidRPr="0071456B">
              <w:rPr>
                <w:i/>
                <w:szCs w:val="20"/>
                <w:lang w:val="fr-FR"/>
              </w:rPr>
              <w:t>les émissions de …</w:t>
            </w:r>
          </w:p>
          <w:p w14:paraId="3D5635F6" w14:textId="77777777" w:rsidR="0071456B" w:rsidRPr="0071456B" w:rsidRDefault="0071456B" w:rsidP="00E85B3B">
            <w:pPr>
              <w:pStyle w:val="Tabletext"/>
              <w:spacing w:after="0"/>
              <w:rPr>
                <w:i/>
                <w:szCs w:val="20"/>
                <w:lang w:val="fr-FR"/>
              </w:rPr>
            </w:pPr>
            <w:r w:rsidRPr="0071456B">
              <w:rPr>
                <w:i/>
                <w:szCs w:val="20"/>
                <w:lang w:val="fr-FR"/>
              </w:rPr>
              <w:t>cuisine / musique / science-fiction / sport / télé-réalité</w:t>
            </w:r>
          </w:p>
          <w:p w14:paraId="2F60E9BF" w14:textId="77777777" w:rsidR="0071456B" w:rsidRPr="0071456B" w:rsidRDefault="0071456B" w:rsidP="0071456B">
            <w:pPr>
              <w:pStyle w:val="Tabletext"/>
              <w:spacing w:before="0" w:after="0"/>
              <w:rPr>
                <w:i/>
                <w:szCs w:val="20"/>
                <w:lang w:val="fr-FR"/>
              </w:rPr>
            </w:pPr>
          </w:p>
          <w:p w14:paraId="33F413E3" w14:textId="77777777" w:rsidR="0071456B" w:rsidRPr="0071456B" w:rsidRDefault="0071456B" w:rsidP="00E85B3B">
            <w:pPr>
              <w:pStyle w:val="Tabletext"/>
              <w:spacing w:before="0"/>
              <w:rPr>
                <w:i/>
                <w:szCs w:val="20"/>
                <w:lang w:val="fr-FR"/>
              </w:rPr>
            </w:pPr>
            <w:r w:rsidRPr="0071456B">
              <w:rPr>
                <w:i/>
                <w:szCs w:val="20"/>
                <w:lang w:val="fr-FR"/>
              </w:rPr>
              <w:t>Qu’est-ce que tu aimes ou n’aimes pas à la télé?</w:t>
            </w:r>
          </w:p>
          <w:p w14:paraId="35ABBA97" w14:textId="146ED6DC" w:rsidR="0071456B" w:rsidRPr="0071456B" w:rsidRDefault="0071456B" w:rsidP="0071456B">
            <w:pPr>
              <w:pStyle w:val="Tabletext"/>
              <w:rPr>
                <w:i/>
                <w:szCs w:val="20"/>
                <w:lang w:val="fr-FR"/>
              </w:rPr>
            </w:pPr>
            <w:r w:rsidRPr="0071456B">
              <w:rPr>
                <w:i/>
                <w:szCs w:val="20"/>
                <w:lang w:val="fr-FR"/>
              </w:rPr>
              <w:t xml:space="preserve">J’adore les séries policières comme </w:t>
            </w:r>
            <w:r w:rsidR="0036323B">
              <w:rPr>
                <w:i/>
                <w:szCs w:val="20"/>
                <w:lang w:val="fr-FR"/>
              </w:rPr>
              <w:t>…</w:t>
            </w:r>
            <w:r w:rsidR="0036323B" w:rsidRPr="0071456B">
              <w:rPr>
                <w:i/>
                <w:szCs w:val="20"/>
                <w:lang w:val="fr-FR"/>
              </w:rPr>
              <w:t xml:space="preserve"> </w:t>
            </w:r>
          </w:p>
          <w:p w14:paraId="18220581" w14:textId="7B35789B" w:rsidR="0071456B" w:rsidRPr="0071456B" w:rsidRDefault="0071456B" w:rsidP="0071456B">
            <w:pPr>
              <w:pStyle w:val="Tabletext"/>
              <w:rPr>
                <w:i/>
                <w:szCs w:val="20"/>
                <w:lang w:val="fr-FR"/>
              </w:rPr>
            </w:pPr>
            <w:r w:rsidRPr="0071456B">
              <w:rPr>
                <w:i/>
                <w:szCs w:val="20"/>
                <w:lang w:val="fr-FR"/>
              </w:rPr>
              <w:t xml:space="preserve">Je n’aime pas du tout les feuilletons comme </w:t>
            </w:r>
            <w:r w:rsidR="0036323B">
              <w:rPr>
                <w:i/>
                <w:szCs w:val="20"/>
                <w:lang w:val="fr-FR"/>
              </w:rPr>
              <w:t>…</w:t>
            </w:r>
            <w:r w:rsidR="0036323B" w:rsidRPr="0071456B">
              <w:rPr>
                <w:i/>
                <w:szCs w:val="20"/>
                <w:lang w:val="fr-FR"/>
              </w:rPr>
              <w:t xml:space="preserve"> </w:t>
            </w:r>
          </w:p>
          <w:p w14:paraId="6C39E6C0" w14:textId="4D60C579" w:rsidR="0071456B" w:rsidRPr="0071456B" w:rsidRDefault="0071456B" w:rsidP="0071456B">
            <w:pPr>
              <w:pStyle w:val="Tabletext"/>
              <w:rPr>
                <w:i/>
                <w:szCs w:val="20"/>
                <w:lang w:val="fr-FR"/>
              </w:rPr>
            </w:pPr>
            <w:r w:rsidRPr="0071456B">
              <w:rPr>
                <w:i/>
                <w:szCs w:val="20"/>
                <w:lang w:val="fr-FR"/>
              </w:rPr>
              <w:t xml:space="preserve">J’aime beaucoup les jeux télévisés comme </w:t>
            </w:r>
            <w:r w:rsidR="0036323B">
              <w:rPr>
                <w:i/>
                <w:szCs w:val="20"/>
                <w:lang w:val="fr-FR"/>
              </w:rPr>
              <w:t>…</w:t>
            </w:r>
          </w:p>
          <w:p w14:paraId="04563922" w14:textId="148493D8" w:rsidR="0071456B" w:rsidRPr="0071456B" w:rsidRDefault="0071456B" w:rsidP="0071456B">
            <w:pPr>
              <w:pStyle w:val="Tabletext"/>
              <w:rPr>
                <w:i/>
                <w:szCs w:val="20"/>
                <w:lang w:val="fr-FR"/>
              </w:rPr>
            </w:pPr>
            <w:r w:rsidRPr="0071456B">
              <w:rPr>
                <w:i/>
                <w:szCs w:val="20"/>
                <w:lang w:val="fr-FR"/>
              </w:rPr>
              <w:t xml:space="preserve">Je n’aime pas tellement les émissions de télé-réalité comme </w:t>
            </w:r>
            <w:r w:rsidR="0036323B">
              <w:rPr>
                <w:i/>
                <w:szCs w:val="20"/>
                <w:lang w:val="fr-FR"/>
              </w:rPr>
              <w:t>…</w:t>
            </w:r>
            <w:r w:rsidR="0036323B" w:rsidRPr="0071456B">
              <w:rPr>
                <w:i/>
                <w:szCs w:val="20"/>
                <w:lang w:val="fr-FR"/>
              </w:rPr>
              <w:t xml:space="preserve"> </w:t>
            </w:r>
          </w:p>
          <w:p w14:paraId="691385F3" w14:textId="504BA7D6" w:rsidR="00CF7EAD" w:rsidRDefault="0036323B" w:rsidP="00E85B3B">
            <w:pPr>
              <w:pStyle w:val="Tabletext"/>
              <w:spacing w:after="0"/>
              <w:rPr>
                <w:i/>
                <w:szCs w:val="20"/>
                <w:lang w:val="fr-FR"/>
              </w:rPr>
            </w:pPr>
            <w:r>
              <w:rPr>
                <w:i/>
                <w:szCs w:val="20"/>
                <w:lang w:val="fr-FR"/>
              </w:rPr>
              <w:t>…</w:t>
            </w:r>
            <w:r w:rsidRPr="0071456B">
              <w:rPr>
                <w:i/>
                <w:szCs w:val="20"/>
                <w:lang w:val="fr-FR"/>
              </w:rPr>
              <w:t xml:space="preserve"> </w:t>
            </w:r>
            <w:r w:rsidR="0071456B" w:rsidRPr="0071456B">
              <w:rPr>
                <w:i/>
                <w:szCs w:val="20"/>
                <w:lang w:val="fr-FR"/>
              </w:rPr>
              <w:t xml:space="preserve">parce qu’ils/elles sont </w:t>
            </w:r>
            <w:r>
              <w:rPr>
                <w:i/>
                <w:szCs w:val="20"/>
                <w:lang w:val="fr-FR"/>
              </w:rPr>
              <w:t>…</w:t>
            </w:r>
            <w:r w:rsidRPr="0071456B">
              <w:rPr>
                <w:i/>
                <w:szCs w:val="20"/>
                <w:lang w:val="fr-FR"/>
              </w:rPr>
              <w:t xml:space="preserve"> </w:t>
            </w:r>
            <w:r w:rsidR="0071456B" w:rsidRPr="0071456B">
              <w:rPr>
                <w:i/>
                <w:szCs w:val="20"/>
                <w:lang w:val="fr-FR"/>
              </w:rPr>
              <w:t xml:space="preserve">nul(le)s / intéressant(e)s / divertissant(e)s / </w:t>
            </w:r>
            <w:r w:rsidR="000256CA">
              <w:rPr>
                <w:i/>
                <w:szCs w:val="20"/>
                <w:lang w:val="fr-FR"/>
              </w:rPr>
              <w:t xml:space="preserve">marrant(e)s / </w:t>
            </w:r>
            <w:r w:rsidR="0071456B" w:rsidRPr="0071456B">
              <w:rPr>
                <w:i/>
                <w:szCs w:val="20"/>
                <w:lang w:val="fr-FR"/>
              </w:rPr>
              <w:t>passionnant(e)s</w:t>
            </w:r>
            <w:r w:rsidR="003957DB">
              <w:rPr>
                <w:i/>
                <w:szCs w:val="20"/>
                <w:lang w:val="fr-FR"/>
              </w:rPr>
              <w:t xml:space="preserve"> / </w:t>
            </w:r>
            <w:r w:rsidR="0071456B" w:rsidRPr="0071456B">
              <w:rPr>
                <w:i/>
                <w:szCs w:val="20"/>
                <w:lang w:val="fr-FR"/>
              </w:rPr>
              <w:t>ennuyeux/ennuyeuses</w:t>
            </w:r>
            <w:r w:rsidR="003957DB">
              <w:rPr>
                <w:i/>
                <w:szCs w:val="20"/>
                <w:lang w:val="fr-FR"/>
              </w:rPr>
              <w:t xml:space="preserve"> / </w:t>
            </w:r>
            <w:r w:rsidR="0071456B" w:rsidRPr="0071456B">
              <w:rPr>
                <w:i/>
                <w:szCs w:val="20"/>
                <w:lang w:val="fr-FR"/>
              </w:rPr>
              <w:t>bêtes / ridicules</w:t>
            </w:r>
            <w:r w:rsidR="003957DB">
              <w:rPr>
                <w:i/>
                <w:szCs w:val="20"/>
                <w:lang w:val="fr-FR"/>
              </w:rPr>
              <w:t xml:space="preserve"> / </w:t>
            </w:r>
            <w:r w:rsidR="0071456B" w:rsidRPr="0071456B">
              <w:rPr>
                <w:i/>
                <w:szCs w:val="20"/>
                <w:lang w:val="fr-FR"/>
              </w:rPr>
              <w:t>plein(e)s d’action.</w:t>
            </w:r>
          </w:p>
          <w:p w14:paraId="2923AA15" w14:textId="4CD02B22" w:rsidR="003957DB" w:rsidRPr="00753418" w:rsidRDefault="003957DB" w:rsidP="0071456B">
            <w:pPr>
              <w:pStyle w:val="Tabletext"/>
              <w:rPr>
                <w:i/>
                <w:szCs w:val="20"/>
                <w:lang w:val="fr-FR"/>
              </w:rPr>
            </w:pPr>
          </w:p>
        </w:tc>
        <w:tc>
          <w:tcPr>
            <w:tcW w:w="1972" w:type="dxa"/>
          </w:tcPr>
          <w:p w14:paraId="6A69EF12" w14:textId="77777777" w:rsidR="0071456B" w:rsidRPr="0071456B" w:rsidRDefault="0071456B" w:rsidP="0071456B">
            <w:r w:rsidRPr="0071456B">
              <w:t>Working out the meaning of unfamiliar vocabulary</w:t>
            </w:r>
          </w:p>
          <w:p w14:paraId="7D056F1C" w14:textId="77777777" w:rsidR="0071456B" w:rsidRPr="0071456B" w:rsidRDefault="0071456B" w:rsidP="0071456B"/>
          <w:p w14:paraId="548482C0" w14:textId="192E33C8" w:rsidR="0071456B" w:rsidRPr="0071456B" w:rsidRDefault="007B4416" w:rsidP="0071456B">
            <w:r w:rsidRPr="007B4416">
              <w:rPr>
                <w:b/>
              </w:rPr>
              <w:t>G:</w:t>
            </w:r>
            <w:r w:rsidR="0071456B" w:rsidRPr="0071456B">
              <w:t xml:space="preserve"> Singular adjective agreement</w:t>
            </w:r>
          </w:p>
          <w:p w14:paraId="7A98EA12" w14:textId="77777777" w:rsidR="0071456B" w:rsidRPr="0071456B" w:rsidRDefault="0071456B" w:rsidP="0071456B"/>
          <w:p w14:paraId="5758AB13" w14:textId="77777777" w:rsidR="0071456B" w:rsidRPr="0071456B" w:rsidRDefault="0071456B" w:rsidP="0071456B">
            <w:r w:rsidRPr="0071456B">
              <w:t>Checking the gender of nouns</w:t>
            </w:r>
          </w:p>
          <w:p w14:paraId="7FA7DF86" w14:textId="77777777" w:rsidR="0071456B" w:rsidRPr="0071456B" w:rsidRDefault="0071456B" w:rsidP="0071456B"/>
          <w:p w14:paraId="66371FE6" w14:textId="51AB7E27" w:rsidR="0071456B" w:rsidRPr="0071456B" w:rsidRDefault="0071456B" w:rsidP="0071456B">
            <w:r w:rsidRPr="0071456B">
              <w:t>Pronunciation of key sounds (</w:t>
            </w:r>
            <w:r w:rsidRPr="0071456B">
              <w:rPr>
                <w:i/>
              </w:rPr>
              <w:t>é</w:t>
            </w:r>
            <w:r w:rsidRPr="0071456B">
              <w:t xml:space="preserve">, </w:t>
            </w:r>
            <w:r w:rsidRPr="0071456B">
              <w:rPr>
                <w:i/>
              </w:rPr>
              <w:t>in</w:t>
            </w:r>
            <w:r w:rsidRPr="0071456B">
              <w:t xml:space="preserve">, </w:t>
            </w:r>
            <w:r w:rsidRPr="0071456B">
              <w:rPr>
                <w:i/>
              </w:rPr>
              <w:t>eu</w:t>
            </w:r>
            <w:r w:rsidRPr="0071456B">
              <w:t xml:space="preserve">, </w:t>
            </w:r>
            <w:r w:rsidRPr="0071456B">
              <w:rPr>
                <w:i/>
              </w:rPr>
              <w:t>è</w:t>
            </w:r>
            <w:r w:rsidR="00246733">
              <w:rPr>
                <w:i/>
              </w:rPr>
              <w:t>, tion</w:t>
            </w:r>
            <w:r w:rsidRPr="0071456B">
              <w:t>)</w:t>
            </w:r>
          </w:p>
          <w:p w14:paraId="6BCF9D15" w14:textId="77777777" w:rsidR="0071456B" w:rsidRPr="0071456B" w:rsidRDefault="0071456B" w:rsidP="0071456B"/>
          <w:p w14:paraId="5840AB23" w14:textId="3C8336F9" w:rsidR="00753418" w:rsidRPr="00753418" w:rsidRDefault="007B4416" w:rsidP="0071456B">
            <w:pPr>
              <w:rPr>
                <w:lang w:val="fr-FR"/>
              </w:rPr>
            </w:pPr>
            <w:r w:rsidRPr="007B4416">
              <w:rPr>
                <w:b/>
                <w:lang w:val="fr-FR"/>
              </w:rPr>
              <w:t>G:</w:t>
            </w:r>
            <w:r w:rsidR="0071456B" w:rsidRPr="0071456B">
              <w:rPr>
                <w:lang w:val="fr-FR"/>
              </w:rPr>
              <w:t xml:space="preserve"> Plural adjective agreement</w:t>
            </w:r>
          </w:p>
        </w:tc>
      </w:tr>
      <w:tr w:rsidR="00175268" w:rsidRPr="00C828FA" w14:paraId="6753AAC5" w14:textId="77777777" w:rsidTr="00C828FA">
        <w:trPr>
          <w:cantSplit/>
          <w:trHeight w:val="510"/>
        </w:trPr>
        <w:tc>
          <w:tcPr>
            <w:tcW w:w="1914" w:type="dxa"/>
          </w:tcPr>
          <w:p w14:paraId="08F355B6" w14:textId="33C6E799" w:rsidR="00753418" w:rsidRPr="0071456B" w:rsidRDefault="00753418" w:rsidP="00753418">
            <w:pPr>
              <w:pStyle w:val="Tabletext"/>
              <w:rPr>
                <w:b/>
                <w:szCs w:val="20"/>
              </w:rPr>
            </w:pPr>
            <w:r w:rsidRPr="0071456B">
              <w:rPr>
                <w:b/>
                <w:szCs w:val="20"/>
              </w:rPr>
              <w:lastRenderedPageBreak/>
              <w:t xml:space="preserve">1 </w:t>
            </w:r>
            <w:r w:rsidR="0071456B" w:rsidRPr="0071456B">
              <w:rPr>
                <w:b/>
                <w:szCs w:val="20"/>
              </w:rPr>
              <w:t>Ma vie numérique</w:t>
            </w:r>
          </w:p>
          <w:p w14:paraId="7A2BEED2" w14:textId="40328085" w:rsidR="00753418" w:rsidRPr="00753418" w:rsidRDefault="00753418" w:rsidP="00753418">
            <w:pPr>
              <w:pStyle w:val="Tabletext"/>
              <w:rPr>
                <w:szCs w:val="20"/>
              </w:rPr>
            </w:pPr>
            <w:r w:rsidRPr="00753418">
              <w:rPr>
                <w:szCs w:val="20"/>
              </w:rPr>
              <w:t xml:space="preserve">(pp. </w:t>
            </w:r>
            <w:r w:rsidR="0071456B">
              <w:rPr>
                <w:szCs w:val="20"/>
              </w:rPr>
              <w:t>58</w:t>
            </w:r>
            <w:r>
              <w:rPr>
                <w:szCs w:val="20"/>
              </w:rPr>
              <w:t>–</w:t>
            </w:r>
            <w:r w:rsidR="0071456B">
              <w:rPr>
                <w:szCs w:val="20"/>
              </w:rPr>
              <w:t>59</w:t>
            </w:r>
            <w:r w:rsidRPr="00753418">
              <w:rPr>
                <w:szCs w:val="20"/>
              </w:rPr>
              <w:t>)</w:t>
            </w:r>
          </w:p>
          <w:p w14:paraId="0275E7FA" w14:textId="77777777" w:rsidR="00753418" w:rsidRPr="00753418" w:rsidRDefault="00753418" w:rsidP="00753418">
            <w:pPr>
              <w:pStyle w:val="Tabletext"/>
              <w:rPr>
                <w:szCs w:val="20"/>
              </w:rPr>
            </w:pPr>
          </w:p>
          <w:p w14:paraId="62C7FC51" w14:textId="77777777" w:rsidR="0071456B" w:rsidRPr="0071456B" w:rsidRDefault="0071456B" w:rsidP="0071456B">
            <w:pPr>
              <w:pStyle w:val="Tabletext"/>
              <w:rPr>
                <w:szCs w:val="20"/>
              </w:rPr>
            </w:pPr>
            <w:r w:rsidRPr="0071456B">
              <w:rPr>
                <w:szCs w:val="20"/>
              </w:rPr>
              <w:t>Talking about digital technology</w:t>
            </w:r>
          </w:p>
          <w:p w14:paraId="2D27A0CB" w14:textId="77777777" w:rsidR="0071456B" w:rsidRPr="0071456B" w:rsidRDefault="0071456B" w:rsidP="0071456B">
            <w:pPr>
              <w:pStyle w:val="Tabletext"/>
              <w:rPr>
                <w:szCs w:val="20"/>
              </w:rPr>
            </w:pPr>
          </w:p>
          <w:p w14:paraId="28B75AA8" w14:textId="64505EC4" w:rsidR="00175268" w:rsidRPr="006740F7" w:rsidRDefault="0071456B" w:rsidP="0071456B">
            <w:pPr>
              <w:pStyle w:val="Tabletext"/>
              <w:spacing w:before="0"/>
              <w:rPr>
                <w:szCs w:val="20"/>
              </w:rPr>
            </w:pPr>
            <w:r w:rsidRPr="0071456B">
              <w:rPr>
                <w:szCs w:val="20"/>
              </w:rPr>
              <w:t>Forming and answering a range of questions</w:t>
            </w:r>
          </w:p>
        </w:tc>
        <w:tc>
          <w:tcPr>
            <w:tcW w:w="2050" w:type="dxa"/>
          </w:tcPr>
          <w:p w14:paraId="0371B1B9" w14:textId="77777777" w:rsidR="00753418" w:rsidRPr="00E85B3B" w:rsidRDefault="00753418" w:rsidP="00753418">
            <w:pPr>
              <w:pStyle w:val="Tabletext"/>
              <w:rPr>
                <w:b/>
                <w:szCs w:val="20"/>
                <w:lang w:val="fr-FR"/>
              </w:rPr>
            </w:pPr>
            <w:r w:rsidRPr="00E85B3B">
              <w:rPr>
                <w:b/>
                <w:szCs w:val="20"/>
                <w:lang w:val="fr-FR"/>
              </w:rPr>
              <w:t>PoS</w:t>
            </w:r>
          </w:p>
          <w:p w14:paraId="14D95CA8" w14:textId="77777777" w:rsidR="0071456B" w:rsidRPr="00E85B3B" w:rsidRDefault="0071456B" w:rsidP="0071456B">
            <w:pPr>
              <w:pStyle w:val="Tabletext"/>
              <w:rPr>
                <w:b/>
                <w:szCs w:val="20"/>
                <w:lang w:val="fr-FR"/>
              </w:rPr>
            </w:pPr>
            <w:r w:rsidRPr="00E85B3B">
              <w:rPr>
                <w:b/>
                <w:szCs w:val="20"/>
                <w:lang w:val="fr-FR"/>
              </w:rPr>
              <w:t xml:space="preserve">GV2 </w:t>
            </w:r>
            <w:r w:rsidRPr="00E85B3B">
              <w:rPr>
                <w:szCs w:val="20"/>
                <w:lang w:val="fr-FR"/>
              </w:rPr>
              <w:t>Grammatical structures</w:t>
            </w:r>
          </w:p>
          <w:p w14:paraId="71C456FF" w14:textId="77777777" w:rsidR="0071456B" w:rsidRPr="00E85B3B" w:rsidRDefault="0071456B" w:rsidP="0071456B">
            <w:pPr>
              <w:pStyle w:val="Tabletext"/>
              <w:rPr>
                <w:b/>
                <w:szCs w:val="20"/>
                <w:lang w:val="fr-FR"/>
              </w:rPr>
            </w:pPr>
          </w:p>
          <w:p w14:paraId="144A56CC" w14:textId="77777777" w:rsidR="0071456B" w:rsidRPr="00E85B3B" w:rsidRDefault="0071456B" w:rsidP="0071456B">
            <w:pPr>
              <w:pStyle w:val="Tabletext"/>
              <w:rPr>
                <w:b/>
                <w:szCs w:val="20"/>
                <w:lang w:val="fr-FR"/>
              </w:rPr>
            </w:pPr>
            <w:r w:rsidRPr="00E85B3B">
              <w:rPr>
                <w:b/>
                <w:szCs w:val="20"/>
                <w:lang w:val="fr-FR"/>
              </w:rPr>
              <w:t xml:space="preserve">LC2 </w:t>
            </w:r>
            <w:r w:rsidRPr="00E85B3B">
              <w:rPr>
                <w:szCs w:val="20"/>
                <w:lang w:val="fr-FR"/>
              </w:rPr>
              <w:t>Transcription</w:t>
            </w:r>
          </w:p>
          <w:p w14:paraId="02F081CA" w14:textId="77777777" w:rsidR="0071456B" w:rsidRPr="00E85B3B" w:rsidRDefault="0071456B" w:rsidP="0071456B">
            <w:pPr>
              <w:pStyle w:val="Tabletext"/>
              <w:rPr>
                <w:b/>
                <w:szCs w:val="20"/>
                <w:lang w:val="fr-FR"/>
              </w:rPr>
            </w:pPr>
          </w:p>
          <w:p w14:paraId="5FAFE644" w14:textId="77777777" w:rsidR="0071456B" w:rsidRPr="0071456B" w:rsidRDefault="0071456B" w:rsidP="0071456B">
            <w:pPr>
              <w:pStyle w:val="Tabletext"/>
              <w:rPr>
                <w:szCs w:val="20"/>
              </w:rPr>
            </w:pPr>
            <w:r w:rsidRPr="0071456B">
              <w:rPr>
                <w:b/>
                <w:szCs w:val="20"/>
              </w:rPr>
              <w:t xml:space="preserve">LC4 </w:t>
            </w:r>
            <w:r w:rsidRPr="0071456B">
              <w:rPr>
                <w:szCs w:val="20"/>
              </w:rPr>
              <w:t>Expressing ideas (speaking / writing)</w:t>
            </w:r>
          </w:p>
          <w:p w14:paraId="7A21AE45" w14:textId="77777777" w:rsidR="0071456B" w:rsidRPr="0071456B" w:rsidRDefault="0071456B" w:rsidP="0071456B">
            <w:pPr>
              <w:pStyle w:val="Tabletext"/>
              <w:rPr>
                <w:b/>
                <w:szCs w:val="20"/>
              </w:rPr>
            </w:pPr>
          </w:p>
          <w:p w14:paraId="79278FAA" w14:textId="77777777" w:rsidR="0071456B" w:rsidRPr="0071456B" w:rsidRDefault="0071456B" w:rsidP="0071456B">
            <w:pPr>
              <w:pStyle w:val="Tabletext"/>
              <w:rPr>
                <w:b/>
                <w:szCs w:val="20"/>
              </w:rPr>
            </w:pPr>
            <w:r w:rsidRPr="0071456B">
              <w:rPr>
                <w:b/>
                <w:szCs w:val="20"/>
              </w:rPr>
              <w:t xml:space="preserve">LC5 </w:t>
            </w:r>
            <w:r w:rsidRPr="0071456B">
              <w:rPr>
                <w:szCs w:val="20"/>
              </w:rPr>
              <w:t>Accurate pronunciation and intonation</w:t>
            </w:r>
          </w:p>
          <w:p w14:paraId="7DBF5DAC" w14:textId="77777777" w:rsidR="0071456B" w:rsidRPr="0071456B" w:rsidRDefault="0071456B" w:rsidP="0071456B">
            <w:pPr>
              <w:pStyle w:val="Tabletext"/>
              <w:rPr>
                <w:b/>
                <w:szCs w:val="20"/>
              </w:rPr>
            </w:pPr>
          </w:p>
          <w:p w14:paraId="16B03260" w14:textId="1E033646" w:rsidR="00753418" w:rsidRDefault="0071456B" w:rsidP="0071456B">
            <w:pPr>
              <w:pStyle w:val="Tabletext"/>
              <w:rPr>
                <w:szCs w:val="20"/>
              </w:rPr>
            </w:pPr>
            <w:r w:rsidRPr="0071456B">
              <w:rPr>
                <w:b/>
                <w:szCs w:val="20"/>
              </w:rPr>
              <w:t xml:space="preserve">LC6 </w:t>
            </w:r>
            <w:r w:rsidRPr="0071456B">
              <w:rPr>
                <w:szCs w:val="20"/>
              </w:rPr>
              <w:t>Reading comprehension</w:t>
            </w:r>
          </w:p>
          <w:p w14:paraId="7C45ECCC" w14:textId="77777777" w:rsidR="0071456B" w:rsidRPr="00753418" w:rsidRDefault="0071456B" w:rsidP="0071456B">
            <w:pPr>
              <w:pStyle w:val="Tabletext"/>
              <w:rPr>
                <w:b/>
                <w:szCs w:val="20"/>
              </w:rPr>
            </w:pPr>
          </w:p>
          <w:p w14:paraId="1934F4D2" w14:textId="7190C79B" w:rsidR="00175268" w:rsidRPr="00FF741B" w:rsidRDefault="00753418" w:rsidP="00753418">
            <w:pPr>
              <w:pStyle w:val="Tabletext"/>
              <w:rPr>
                <w:szCs w:val="20"/>
              </w:rPr>
            </w:pPr>
            <w:r w:rsidRPr="00753418">
              <w:rPr>
                <w:b/>
                <w:szCs w:val="20"/>
              </w:rPr>
              <w:t xml:space="preserve">PPS: </w:t>
            </w:r>
            <w:r w:rsidR="00F15F48">
              <w:rPr>
                <w:szCs w:val="20"/>
              </w:rPr>
              <w:t>3rd–6th Steps</w:t>
            </w:r>
          </w:p>
        </w:tc>
        <w:tc>
          <w:tcPr>
            <w:tcW w:w="3686" w:type="dxa"/>
          </w:tcPr>
          <w:p w14:paraId="636CBD8E" w14:textId="2D48E016" w:rsidR="0071456B" w:rsidRPr="0071456B" w:rsidRDefault="0071456B" w:rsidP="0071456B">
            <w:pPr>
              <w:pStyle w:val="Tabletext"/>
              <w:rPr>
                <w:i/>
                <w:szCs w:val="20"/>
                <w:lang w:val="fr-FR"/>
              </w:rPr>
            </w:pPr>
            <w:r w:rsidRPr="0071456B">
              <w:rPr>
                <w:i/>
                <w:szCs w:val="20"/>
                <w:lang w:val="fr-FR"/>
              </w:rPr>
              <w:t>Quand / Où / Comment</w:t>
            </w:r>
            <w:r w:rsidR="00004864">
              <w:rPr>
                <w:i/>
                <w:szCs w:val="20"/>
                <w:lang w:val="fr-FR"/>
              </w:rPr>
              <w:t xml:space="preserve"> </w:t>
            </w:r>
            <w:r w:rsidR="00004864" w:rsidRPr="0071456B">
              <w:rPr>
                <w:i/>
                <w:szCs w:val="20"/>
                <w:lang w:val="fr-FR"/>
              </w:rPr>
              <w:t>/ Avec qui</w:t>
            </w:r>
            <w:r w:rsidRPr="0071456B">
              <w:rPr>
                <w:i/>
                <w:szCs w:val="20"/>
                <w:lang w:val="fr-FR"/>
              </w:rPr>
              <w:t xml:space="preserve"> </w:t>
            </w:r>
            <w:r w:rsidR="006B74EA">
              <w:rPr>
                <w:i/>
                <w:szCs w:val="20"/>
                <w:lang w:val="fr-FR"/>
              </w:rPr>
              <w:br/>
            </w:r>
            <w:r w:rsidRPr="0071456B">
              <w:rPr>
                <w:i/>
                <w:szCs w:val="20"/>
                <w:lang w:val="fr-FR"/>
              </w:rPr>
              <w:t>est-ce que tu regardes la télé?</w:t>
            </w:r>
          </w:p>
          <w:p w14:paraId="5DB0ED6A" w14:textId="77777777" w:rsidR="0071456B" w:rsidRPr="0071456B" w:rsidRDefault="0071456B" w:rsidP="0071456B">
            <w:pPr>
              <w:pStyle w:val="Tabletext"/>
              <w:rPr>
                <w:i/>
                <w:szCs w:val="20"/>
                <w:lang w:val="fr-FR"/>
              </w:rPr>
            </w:pPr>
            <w:r w:rsidRPr="0071456B">
              <w:rPr>
                <w:i/>
                <w:szCs w:val="20"/>
                <w:lang w:val="fr-FR"/>
              </w:rPr>
              <w:t>Qu’est-ce que tu regardes à la télé?</w:t>
            </w:r>
          </w:p>
          <w:p w14:paraId="6790ECDF" w14:textId="77777777" w:rsidR="0071456B" w:rsidRPr="0071456B" w:rsidRDefault="0071456B" w:rsidP="00E85B3B">
            <w:pPr>
              <w:pStyle w:val="Tabletext"/>
              <w:spacing w:after="0"/>
              <w:rPr>
                <w:i/>
                <w:szCs w:val="20"/>
                <w:lang w:val="fr-FR"/>
              </w:rPr>
            </w:pPr>
            <w:r w:rsidRPr="0071456B">
              <w:rPr>
                <w:i/>
                <w:szCs w:val="20"/>
                <w:lang w:val="fr-FR"/>
              </w:rPr>
              <w:t>Pourquoi est-ce que tu aimes regarder comme ça?</w:t>
            </w:r>
          </w:p>
          <w:p w14:paraId="3DDC2065" w14:textId="77777777" w:rsidR="0071456B" w:rsidRPr="0071456B" w:rsidRDefault="0071456B" w:rsidP="0071456B">
            <w:pPr>
              <w:pStyle w:val="Tabletext"/>
              <w:spacing w:before="0" w:after="0"/>
              <w:rPr>
                <w:i/>
                <w:szCs w:val="20"/>
                <w:lang w:val="fr-FR"/>
              </w:rPr>
            </w:pPr>
          </w:p>
          <w:p w14:paraId="40D3A66C" w14:textId="25401252" w:rsidR="0071456B" w:rsidRPr="0071456B" w:rsidRDefault="0071456B" w:rsidP="00E85B3B">
            <w:pPr>
              <w:pStyle w:val="Tabletext"/>
              <w:spacing w:before="0"/>
              <w:rPr>
                <w:i/>
                <w:szCs w:val="20"/>
                <w:lang w:val="fr-FR"/>
              </w:rPr>
            </w:pPr>
            <w:r w:rsidRPr="0071456B">
              <w:rPr>
                <w:i/>
                <w:szCs w:val="20"/>
                <w:lang w:val="fr-FR"/>
              </w:rPr>
              <w:t xml:space="preserve">Je regarde la télé </w:t>
            </w:r>
            <w:r w:rsidR="003659E7">
              <w:rPr>
                <w:i/>
                <w:szCs w:val="20"/>
                <w:lang w:val="fr-FR"/>
              </w:rPr>
              <w:t>…</w:t>
            </w:r>
            <w:r w:rsidR="003659E7" w:rsidRPr="0071456B">
              <w:rPr>
                <w:i/>
                <w:szCs w:val="20"/>
                <w:lang w:val="fr-FR"/>
              </w:rPr>
              <w:t xml:space="preserve"> </w:t>
            </w:r>
          </w:p>
          <w:p w14:paraId="12A44E03" w14:textId="260B9F3E" w:rsidR="0071456B" w:rsidRPr="0071456B" w:rsidRDefault="003659E7" w:rsidP="0071456B">
            <w:pPr>
              <w:pStyle w:val="Tabletext"/>
              <w:rPr>
                <w:i/>
                <w:szCs w:val="20"/>
                <w:lang w:val="fr-FR"/>
              </w:rPr>
            </w:pPr>
            <w:r>
              <w:rPr>
                <w:i/>
                <w:szCs w:val="20"/>
                <w:lang w:val="fr-FR"/>
              </w:rPr>
              <w:t>…</w:t>
            </w:r>
            <w:r w:rsidRPr="0071456B">
              <w:rPr>
                <w:i/>
                <w:szCs w:val="20"/>
                <w:lang w:val="fr-FR"/>
              </w:rPr>
              <w:t xml:space="preserve"> </w:t>
            </w:r>
            <w:r w:rsidR="0071456B" w:rsidRPr="0071456B">
              <w:rPr>
                <w:i/>
                <w:szCs w:val="20"/>
                <w:lang w:val="fr-FR"/>
              </w:rPr>
              <w:t>le matin, avant les cours / tous les soirs / le weekend.</w:t>
            </w:r>
          </w:p>
          <w:p w14:paraId="44517539" w14:textId="26E8E3FE" w:rsidR="0071456B" w:rsidRPr="0071456B" w:rsidRDefault="003659E7" w:rsidP="0071456B">
            <w:pPr>
              <w:pStyle w:val="Tabletext"/>
              <w:rPr>
                <w:i/>
                <w:szCs w:val="20"/>
                <w:lang w:val="fr-FR"/>
              </w:rPr>
            </w:pPr>
            <w:r>
              <w:rPr>
                <w:i/>
                <w:szCs w:val="20"/>
                <w:lang w:val="fr-FR"/>
              </w:rPr>
              <w:t>…</w:t>
            </w:r>
            <w:r w:rsidRPr="0071456B">
              <w:rPr>
                <w:i/>
                <w:szCs w:val="20"/>
                <w:lang w:val="fr-FR"/>
              </w:rPr>
              <w:t xml:space="preserve"> </w:t>
            </w:r>
            <w:r w:rsidR="0071456B" w:rsidRPr="0071456B">
              <w:rPr>
                <w:i/>
                <w:szCs w:val="20"/>
                <w:lang w:val="fr-FR"/>
              </w:rPr>
              <w:t xml:space="preserve">dans le salon / dans le bus / </w:t>
            </w:r>
            <w:r>
              <w:rPr>
                <w:i/>
                <w:szCs w:val="20"/>
                <w:lang w:val="fr-FR"/>
              </w:rPr>
              <w:br/>
            </w:r>
            <w:r w:rsidR="0071456B" w:rsidRPr="0071456B">
              <w:rPr>
                <w:i/>
                <w:szCs w:val="20"/>
                <w:lang w:val="fr-FR"/>
              </w:rPr>
              <w:t>dans ma chambre.</w:t>
            </w:r>
          </w:p>
          <w:p w14:paraId="040AE507" w14:textId="4F7F5247" w:rsidR="0071456B" w:rsidRPr="0071456B" w:rsidRDefault="003659E7" w:rsidP="0071456B">
            <w:pPr>
              <w:pStyle w:val="Tabletext"/>
              <w:rPr>
                <w:i/>
                <w:szCs w:val="20"/>
                <w:lang w:val="fr-FR"/>
              </w:rPr>
            </w:pPr>
            <w:r>
              <w:rPr>
                <w:i/>
                <w:szCs w:val="20"/>
                <w:lang w:val="fr-FR"/>
              </w:rPr>
              <w:t>…</w:t>
            </w:r>
            <w:r w:rsidRPr="0071456B">
              <w:rPr>
                <w:i/>
                <w:szCs w:val="20"/>
                <w:lang w:val="fr-FR"/>
              </w:rPr>
              <w:t xml:space="preserve"> </w:t>
            </w:r>
            <w:r w:rsidR="0071456B" w:rsidRPr="0071456B">
              <w:rPr>
                <w:i/>
                <w:szCs w:val="20"/>
                <w:lang w:val="fr-FR"/>
              </w:rPr>
              <w:t xml:space="preserve">seul(e) / avec mes amis / </w:t>
            </w:r>
            <w:r>
              <w:rPr>
                <w:i/>
                <w:szCs w:val="20"/>
                <w:lang w:val="fr-FR"/>
              </w:rPr>
              <w:br/>
            </w:r>
            <w:r w:rsidR="0071456B" w:rsidRPr="0071456B">
              <w:rPr>
                <w:i/>
                <w:szCs w:val="20"/>
                <w:lang w:val="fr-FR"/>
              </w:rPr>
              <w:t>avec ma famille</w:t>
            </w:r>
            <w:r w:rsidR="0097290D">
              <w:rPr>
                <w:i/>
                <w:szCs w:val="20"/>
                <w:lang w:val="fr-FR"/>
              </w:rPr>
              <w:t>.</w:t>
            </w:r>
            <w:r w:rsidR="0071456B" w:rsidRPr="0071456B">
              <w:rPr>
                <w:i/>
                <w:szCs w:val="20"/>
                <w:lang w:val="fr-FR"/>
              </w:rPr>
              <w:t xml:space="preserve"> </w:t>
            </w:r>
          </w:p>
          <w:p w14:paraId="46643F10" w14:textId="628440D0" w:rsidR="00493072" w:rsidRDefault="003659E7" w:rsidP="0071456B">
            <w:pPr>
              <w:pStyle w:val="Tabletext"/>
              <w:rPr>
                <w:i/>
                <w:szCs w:val="20"/>
                <w:lang w:val="fr-FR"/>
              </w:rPr>
            </w:pPr>
            <w:r>
              <w:rPr>
                <w:i/>
                <w:szCs w:val="20"/>
                <w:lang w:val="fr-FR"/>
              </w:rPr>
              <w:t>…</w:t>
            </w:r>
            <w:r w:rsidRPr="0071456B">
              <w:rPr>
                <w:i/>
                <w:szCs w:val="20"/>
                <w:lang w:val="fr-FR"/>
              </w:rPr>
              <w:t xml:space="preserve"> </w:t>
            </w:r>
            <w:r w:rsidR="0071456B" w:rsidRPr="0071456B">
              <w:rPr>
                <w:i/>
                <w:szCs w:val="20"/>
                <w:lang w:val="fr-FR"/>
              </w:rPr>
              <w:t xml:space="preserve">à la demande, sur Netflix / </w:t>
            </w:r>
            <w:r>
              <w:rPr>
                <w:i/>
                <w:szCs w:val="20"/>
                <w:lang w:val="fr-FR"/>
              </w:rPr>
              <w:br/>
            </w:r>
            <w:r w:rsidR="0071456B" w:rsidRPr="0071456B">
              <w:rPr>
                <w:i/>
                <w:szCs w:val="20"/>
                <w:lang w:val="fr-FR"/>
              </w:rPr>
              <w:t>en streaming sur mon smartphone / sur mon ordinateur ou sur ma tablette</w:t>
            </w:r>
          </w:p>
          <w:p w14:paraId="3100DE70" w14:textId="4169C105" w:rsidR="0071456B" w:rsidRPr="0071456B" w:rsidRDefault="00493072" w:rsidP="0071456B">
            <w:pPr>
              <w:pStyle w:val="Tabletext"/>
              <w:rPr>
                <w:i/>
                <w:szCs w:val="20"/>
                <w:lang w:val="fr-FR"/>
              </w:rPr>
            </w:pPr>
            <w:r>
              <w:rPr>
                <w:i/>
                <w:szCs w:val="20"/>
                <w:lang w:val="fr-FR"/>
              </w:rPr>
              <w:t>…</w:t>
            </w:r>
            <w:r w:rsidR="0071456B" w:rsidRPr="0071456B">
              <w:rPr>
                <w:i/>
                <w:szCs w:val="20"/>
                <w:lang w:val="fr-FR"/>
              </w:rPr>
              <w:t xml:space="preserve"> parce que </w:t>
            </w:r>
            <w:r w:rsidR="003659E7">
              <w:rPr>
                <w:i/>
                <w:szCs w:val="20"/>
                <w:lang w:val="fr-FR"/>
              </w:rPr>
              <w:t>…</w:t>
            </w:r>
          </w:p>
          <w:p w14:paraId="09623E91" w14:textId="111EAF51" w:rsidR="0071456B" w:rsidRPr="0071456B" w:rsidRDefault="003659E7" w:rsidP="00E85B3B">
            <w:pPr>
              <w:pStyle w:val="Tabletext"/>
              <w:spacing w:after="0"/>
              <w:rPr>
                <w:i/>
                <w:szCs w:val="20"/>
                <w:lang w:val="fr-FR"/>
              </w:rPr>
            </w:pPr>
            <w:r>
              <w:rPr>
                <w:i/>
                <w:szCs w:val="20"/>
                <w:lang w:val="fr-FR"/>
              </w:rPr>
              <w:t>…</w:t>
            </w:r>
            <w:r w:rsidRPr="0071456B">
              <w:rPr>
                <w:i/>
                <w:szCs w:val="20"/>
                <w:lang w:val="fr-FR"/>
              </w:rPr>
              <w:t xml:space="preserve"> </w:t>
            </w:r>
            <w:r w:rsidR="0071456B" w:rsidRPr="0071456B">
              <w:rPr>
                <w:i/>
                <w:szCs w:val="20"/>
                <w:lang w:val="fr-FR"/>
              </w:rPr>
              <w:t>c’est facile /</w:t>
            </w:r>
            <w:r>
              <w:rPr>
                <w:i/>
                <w:szCs w:val="20"/>
                <w:lang w:val="fr-FR"/>
              </w:rPr>
              <w:t xml:space="preserve"> c’est </w:t>
            </w:r>
            <w:r w:rsidR="0071456B" w:rsidRPr="0071456B">
              <w:rPr>
                <w:i/>
                <w:szCs w:val="20"/>
                <w:lang w:val="fr-FR"/>
              </w:rPr>
              <w:t xml:space="preserve">varié / </w:t>
            </w:r>
            <w:r w:rsidR="00F14C3C">
              <w:rPr>
                <w:i/>
                <w:szCs w:val="20"/>
                <w:lang w:val="fr-FR"/>
              </w:rPr>
              <w:br/>
            </w:r>
            <w:r w:rsidR="0071456B" w:rsidRPr="0071456B">
              <w:rPr>
                <w:i/>
                <w:szCs w:val="20"/>
                <w:lang w:val="fr-FR"/>
              </w:rPr>
              <w:t>ce n’est pas cher.</w:t>
            </w:r>
          </w:p>
          <w:p w14:paraId="1906E5EB" w14:textId="77777777" w:rsidR="0071456B" w:rsidRPr="0071456B" w:rsidRDefault="0071456B" w:rsidP="0071456B">
            <w:pPr>
              <w:pStyle w:val="Tabletext"/>
              <w:spacing w:before="0" w:after="0"/>
              <w:rPr>
                <w:i/>
                <w:szCs w:val="20"/>
                <w:lang w:val="fr-FR"/>
              </w:rPr>
            </w:pPr>
            <w:r w:rsidRPr="0071456B">
              <w:rPr>
                <w:i/>
                <w:szCs w:val="20"/>
                <w:lang w:val="fr-FR"/>
              </w:rPr>
              <w:t xml:space="preserve"> </w:t>
            </w:r>
          </w:p>
          <w:p w14:paraId="38AF266A" w14:textId="4C7B4DA1" w:rsidR="0071456B" w:rsidRPr="0071456B" w:rsidRDefault="0071456B" w:rsidP="00E85B3B">
            <w:pPr>
              <w:pStyle w:val="Tabletext"/>
              <w:spacing w:before="0" w:after="0"/>
              <w:rPr>
                <w:i/>
                <w:szCs w:val="20"/>
                <w:lang w:val="fr-FR"/>
              </w:rPr>
            </w:pPr>
            <w:r w:rsidRPr="0071456B">
              <w:rPr>
                <w:i/>
                <w:szCs w:val="20"/>
                <w:lang w:val="fr-FR"/>
              </w:rPr>
              <w:t xml:space="preserve">Je regarde les infos et les documentaires / les séries ou les feuilletons / les jeux ou les </w:t>
            </w:r>
            <w:r w:rsidR="00CE2D63">
              <w:rPr>
                <w:i/>
                <w:szCs w:val="20"/>
                <w:lang w:val="fr-FR"/>
              </w:rPr>
              <w:br/>
            </w:r>
            <w:r w:rsidRPr="0071456B">
              <w:rPr>
                <w:i/>
                <w:szCs w:val="20"/>
                <w:lang w:val="fr-FR"/>
              </w:rPr>
              <w:t>télé-réalités.</w:t>
            </w:r>
          </w:p>
          <w:p w14:paraId="32617345" w14:textId="77777777" w:rsidR="0071456B" w:rsidRPr="0071456B" w:rsidRDefault="0071456B" w:rsidP="0071456B">
            <w:pPr>
              <w:pStyle w:val="Tabletext"/>
              <w:spacing w:before="0" w:after="0"/>
              <w:rPr>
                <w:i/>
                <w:szCs w:val="20"/>
                <w:lang w:val="fr-FR"/>
              </w:rPr>
            </w:pPr>
          </w:p>
          <w:p w14:paraId="5F8FF1D6" w14:textId="61386960" w:rsidR="0071456B" w:rsidRPr="0071456B" w:rsidRDefault="0071456B" w:rsidP="00E85B3B">
            <w:pPr>
              <w:pStyle w:val="Tabletext"/>
              <w:spacing w:before="0"/>
              <w:rPr>
                <w:i/>
                <w:szCs w:val="20"/>
                <w:lang w:val="fr-FR"/>
              </w:rPr>
            </w:pPr>
            <w:r w:rsidRPr="0071456B">
              <w:rPr>
                <w:i/>
                <w:szCs w:val="20"/>
                <w:lang w:val="fr-FR"/>
              </w:rPr>
              <w:t xml:space="preserve">Quand est-ce que tu joues à des </w:t>
            </w:r>
            <w:r w:rsidR="00FC1C97">
              <w:rPr>
                <w:i/>
                <w:szCs w:val="20"/>
                <w:lang w:val="fr-FR"/>
              </w:rPr>
              <w:br/>
            </w:r>
            <w:r w:rsidRPr="0071456B">
              <w:rPr>
                <w:i/>
                <w:szCs w:val="20"/>
                <w:lang w:val="fr-FR"/>
              </w:rPr>
              <w:t>jeux</w:t>
            </w:r>
            <w:r w:rsidR="00C407C5">
              <w:rPr>
                <w:i/>
                <w:szCs w:val="20"/>
                <w:lang w:val="fr-FR"/>
              </w:rPr>
              <w:t xml:space="preserve"> </w:t>
            </w:r>
            <w:r w:rsidRPr="0071456B">
              <w:rPr>
                <w:i/>
                <w:szCs w:val="20"/>
                <w:lang w:val="fr-FR"/>
              </w:rPr>
              <w:t xml:space="preserve">vidéo? </w:t>
            </w:r>
          </w:p>
          <w:p w14:paraId="41B4F8E3" w14:textId="4C2F757F" w:rsidR="0071456B" w:rsidRPr="0071456B" w:rsidRDefault="0071456B" w:rsidP="00EB274E">
            <w:pPr>
              <w:pStyle w:val="Tabletext"/>
              <w:spacing w:after="0"/>
              <w:rPr>
                <w:i/>
                <w:szCs w:val="20"/>
                <w:lang w:val="fr-FR"/>
              </w:rPr>
            </w:pPr>
            <w:r w:rsidRPr="0071456B">
              <w:rPr>
                <w:i/>
                <w:szCs w:val="20"/>
                <w:lang w:val="fr-FR"/>
              </w:rPr>
              <w:t>D’habitude je joue tous les soirs …</w:t>
            </w:r>
          </w:p>
          <w:p w14:paraId="29B7E638" w14:textId="53BB5902" w:rsidR="0071456B" w:rsidRPr="0071456B" w:rsidRDefault="0071456B" w:rsidP="0071456B">
            <w:pPr>
              <w:pStyle w:val="Tabletext"/>
              <w:spacing w:before="0" w:after="0"/>
              <w:rPr>
                <w:i/>
                <w:szCs w:val="20"/>
                <w:lang w:val="fr-FR"/>
              </w:rPr>
            </w:pPr>
            <w:r w:rsidRPr="0071456B">
              <w:rPr>
                <w:i/>
                <w:szCs w:val="20"/>
                <w:lang w:val="fr-FR"/>
              </w:rPr>
              <w:t>Mon acteur/actrice préféré(e) est … parce que / qu’ …</w:t>
            </w:r>
          </w:p>
          <w:p w14:paraId="0F07AB5E" w14:textId="77777777" w:rsidR="0071456B" w:rsidRPr="0071456B" w:rsidRDefault="0071456B" w:rsidP="00E85B3B">
            <w:pPr>
              <w:pStyle w:val="Tabletext"/>
              <w:spacing w:before="0"/>
              <w:rPr>
                <w:i/>
                <w:szCs w:val="20"/>
                <w:lang w:val="fr-FR"/>
              </w:rPr>
            </w:pPr>
            <w:r w:rsidRPr="0071456B">
              <w:rPr>
                <w:i/>
                <w:szCs w:val="20"/>
                <w:lang w:val="fr-FR"/>
              </w:rPr>
              <w:t>J’écoute de la musique en streaming sur mon portable …</w:t>
            </w:r>
          </w:p>
          <w:p w14:paraId="7A4A64AA" w14:textId="7391CF83" w:rsidR="0071456B" w:rsidRPr="0071456B" w:rsidRDefault="0071456B" w:rsidP="00EB274E">
            <w:pPr>
              <w:pStyle w:val="Tabletext"/>
              <w:spacing w:after="0"/>
              <w:rPr>
                <w:i/>
                <w:szCs w:val="20"/>
                <w:lang w:val="fr-FR"/>
              </w:rPr>
            </w:pPr>
            <w:r w:rsidRPr="0071456B">
              <w:rPr>
                <w:i/>
                <w:szCs w:val="20"/>
                <w:lang w:val="fr-FR"/>
              </w:rPr>
              <w:t xml:space="preserve">Mon chanteur/Ma chanteuse préféré(e) est …   </w:t>
            </w:r>
          </w:p>
          <w:p w14:paraId="37086E99" w14:textId="3BD2CEB9" w:rsidR="0071456B" w:rsidRPr="0071456B" w:rsidRDefault="0071456B" w:rsidP="0071456B">
            <w:pPr>
              <w:pStyle w:val="Tabletext"/>
              <w:spacing w:before="0" w:after="0"/>
              <w:rPr>
                <w:i/>
                <w:szCs w:val="20"/>
                <w:lang w:val="fr-FR"/>
              </w:rPr>
            </w:pPr>
            <w:r w:rsidRPr="0071456B">
              <w:rPr>
                <w:i/>
                <w:szCs w:val="20"/>
                <w:lang w:val="fr-FR"/>
              </w:rPr>
              <w:t>J’adore aussi les jeux vidéo. En ce moment, je joue …</w:t>
            </w:r>
          </w:p>
          <w:p w14:paraId="35DD3259" w14:textId="77777777" w:rsidR="00CF7EAD" w:rsidRDefault="0071456B" w:rsidP="00E85B3B">
            <w:pPr>
              <w:pStyle w:val="Tabletext"/>
              <w:spacing w:before="0" w:after="0"/>
              <w:rPr>
                <w:i/>
                <w:szCs w:val="20"/>
                <w:lang w:val="fr-FR"/>
              </w:rPr>
            </w:pPr>
            <w:r w:rsidRPr="0071456B">
              <w:rPr>
                <w:i/>
                <w:szCs w:val="20"/>
                <w:lang w:val="fr-FR"/>
              </w:rPr>
              <w:t xml:space="preserve">Hier, j’ai regardé / écouté / joué …    </w:t>
            </w:r>
          </w:p>
          <w:p w14:paraId="1D1DB0C8" w14:textId="48F338F7" w:rsidR="0071456B" w:rsidRPr="00753418" w:rsidRDefault="0071456B" w:rsidP="0071456B">
            <w:pPr>
              <w:pStyle w:val="Tabletext"/>
              <w:rPr>
                <w:szCs w:val="20"/>
                <w:lang w:val="fr-FR"/>
              </w:rPr>
            </w:pPr>
          </w:p>
        </w:tc>
        <w:tc>
          <w:tcPr>
            <w:tcW w:w="1972" w:type="dxa"/>
          </w:tcPr>
          <w:p w14:paraId="1713A2A7" w14:textId="0A04AD51" w:rsidR="00753418" w:rsidRPr="006A0A4F" w:rsidRDefault="006A0A4F" w:rsidP="00753418">
            <w:pPr>
              <w:pStyle w:val="Tabletextbullets"/>
              <w:numPr>
                <w:ilvl w:val="0"/>
                <w:numId w:val="0"/>
              </w:numPr>
              <w:rPr>
                <w:b/>
                <w:szCs w:val="20"/>
                <w:lang w:val="fr-FR"/>
              </w:rPr>
            </w:pPr>
            <w:r>
              <w:rPr>
                <w:b/>
                <w:szCs w:val="20"/>
                <w:lang w:val="fr-FR"/>
              </w:rPr>
              <w:t>G:</w:t>
            </w:r>
            <w:r>
              <w:rPr>
                <w:szCs w:val="20"/>
                <w:lang w:val="fr-FR"/>
              </w:rPr>
              <w:t xml:space="preserve"> </w:t>
            </w:r>
            <w:r w:rsidRPr="006A0A4F">
              <w:rPr>
                <w:szCs w:val="20"/>
                <w:lang w:val="fr-FR"/>
              </w:rPr>
              <w:t xml:space="preserve">Asking questions (question word + </w:t>
            </w:r>
            <w:r w:rsidRPr="006A0A4F">
              <w:rPr>
                <w:i/>
                <w:szCs w:val="20"/>
                <w:lang w:val="fr-FR"/>
              </w:rPr>
              <w:t>est-ce que</w:t>
            </w:r>
            <w:r w:rsidRPr="006A0A4F">
              <w:rPr>
                <w:szCs w:val="20"/>
                <w:lang w:val="fr-FR"/>
              </w:rPr>
              <w:t>)</w:t>
            </w:r>
            <w:r w:rsidR="0071456B" w:rsidRPr="00E85B3B">
              <w:rPr>
                <w:szCs w:val="20"/>
                <w:lang w:val="fr-FR"/>
              </w:rPr>
              <w:t xml:space="preserve"> </w:t>
            </w:r>
          </w:p>
        </w:tc>
      </w:tr>
      <w:tr w:rsidR="00753418" w:rsidRPr="00FF741B" w14:paraId="00ABF8CA" w14:textId="77777777" w:rsidTr="00C828FA">
        <w:trPr>
          <w:cantSplit/>
          <w:trHeight w:val="1214"/>
        </w:trPr>
        <w:tc>
          <w:tcPr>
            <w:tcW w:w="1914" w:type="dxa"/>
          </w:tcPr>
          <w:p w14:paraId="759C96AD" w14:textId="77777777" w:rsidR="001971B7" w:rsidRDefault="001971B7" w:rsidP="001971B7">
            <w:pPr>
              <w:pStyle w:val="Tabletext"/>
              <w:rPr>
                <w:b/>
                <w:szCs w:val="20"/>
                <w:lang w:val="fr-FR"/>
              </w:rPr>
            </w:pPr>
            <w:r w:rsidRPr="001971B7">
              <w:rPr>
                <w:b/>
                <w:szCs w:val="20"/>
                <w:lang w:val="fr-FR"/>
              </w:rPr>
              <w:lastRenderedPageBreak/>
              <w:t xml:space="preserve">2  On va au ciné? </w:t>
            </w:r>
          </w:p>
          <w:p w14:paraId="79D62034" w14:textId="3BA9A145" w:rsidR="001971B7" w:rsidRPr="001971B7" w:rsidRDefault="001971B7" w:rsidP="001971B7">
            <w:pPr>
              <w:pStyle w:val="Tabletext"/>
              <w:rPr>
                <w:szCs w:val="20"/>
                <w:lang w:val="fr-FR"/>
              </w:rPr>
            </w:pPr>
            <w:r w:rsidRPr="001971B7">
              <w:rPr>
                <w:szCs w:val="20"/>
                <w:lang w:val="fr-FR"/>
              </w:rPr>
              <w:t>(pp. 60–61)</w:t>
            </w:r>
          </w:p>
          <w:p w14:paraId="269E5A89" w14:textId="77777777" w:rsidR="001971B7" w:rsidRPr="001971B7" w:rsidRDefault="001971B7" w:rsidP="001971B7">
            <w:pPr>
              <w:pStyle w:val="Tabletext"/>
              <w:rPr>
                <w:szCs w:val="20"/>
                <w:lang w:val="fr-FR"/>
              </w:rPr>
            </w:pPr>
          </w:p>
          <w:p w14:paraId="24040620" w14:textId="77777777" w:rsidR="001971B7" w:rsidRPr="001971B7" w:rsidRDefault="001971B7" w:rsidP="001971B7">
            <w:pPr>
              <w:pStyle w:val="Tabletext"/>
              <w:rPr>
                <w:szCs w:val="20"/>
              </w:rPr>
            </w:pPr>
            <w:r w:rsidRPr="001971B7">
              <w:rPr>
                <w:szCs w:val="20"/>
              </w:rPr>
              <w:t>Arranging to go to the cinema</w:t>
            </w:r>
          </w:p>
          <w:p w14:paraId="496BB09F" w14:textId="77777777" w:rsidR="001971B7" w:rsidRPr="001971B7" w:rsidRDefault="001971B7" w:rsidP="001971B7">
            <w:pPr>
              <w:pStyle w:val="Tabletext"/>
              <w:rPr>
                <w:szCs w:val="20"/>
              </w:rPr>
            </w:pPr>
          </w:p>
          <w:p w14:paraId="159AD6DA" w14:textId="4363AA0A" w:rsidR="00753418" w:rsidRPr="00FF741B" w:rsidRDefault="001971B7" w:rsidP="001971B7">
            <w:pPr>
              <w:pStyle w:val="Tabletext"/>
              <w:rPr>
                <w:b/>
                <w:szCs w:val="20"/>
              </w:rPr>
            </w:pPr>
            <w:r w:rsidRPr="001971B7">
              <w:rPr>
                <w:szCs w:val="20"/>
                <w:lang w:val="fr-FR"/>
              </w:rPr>
              <w:t>Buying cinema tickets</w:t>
            </w:r>
          </w:p>
        </w:tc>
        <w:tc>
          <w:tcPr>
            <w:tcW w:w="2050" w:type="dxa"/>
          </w:tcPr>
          <w:p w14:paraId="6E368B3B" w14:textId="77777777" w:rsidR="00F11B95" w:rsidRPr="00F11B95" w:rsidRDefault="00F11B95" w:rsidP="00F11B95">
            <w:pPr>
              <w:pStyle w:val="Tabletext"/>
              <w:rPr>
                <w:b/>
                <w:szCs w:val="20"/>
              </w:rPr>
            </w:pPr>
            <w:r w:rsidRPr="00F11B95">
              <w:rPr>
                <w:b/>
                <w:szCs w:val="20"/>
              </w:rPr>
              <w:t>PoS</w:t>
            </w:r>
          </w:p>
          <w:p w14:paraId="252DE593" w14:textId="77777777" w:rsidR="001971B7" w:rsidRPr="001971B7" w:rsidRDefault="001971B7" w:rsidP="001971B7">
            <w:pPr>
              <w:pStyle w:val="Tabletext"/>
              <w:rPr>
                <w:b/>
                <w:szCs w:val="20"/>
              </w:rPr>
            </w:pPr>
            <w:r w:rsidRPr="001971B7">
              <w:rPr>
                <w:b/>
                <w:szCs w:val="20"/>
              </w:rPr>
              <w:t xml:space="preserve">GV3 </w:t>
            </w:r>
            <w:r w:rsidRPr="001971B7">
              <w:rPr>
                <w:szCs w:val="20"/>
              </w:rPr>
              <w:t>Developing vocabulary / Opinions and discussions</w:t>
            </w:r>
          </w:p>
          <w:p w14:paraId="6CCD0580" w14:textId="77777777" w:rsidR="001971B7" w:rsidRPr="001971B7" w:rsidRDefault="001971B7" w:rsidP="001971B7">
            <w:pPr>
              <w:pStyle w:val="Tabletext"/>
              <w:rPr>
                <w:b/>
                <w:szCs w:val="20"/>
              </w:rPr>
            </w:pPr>
          </w:p>
          <w:p w14:paraId="1058FC2F" w14:textId="77777777" w:rsidR="001971B7" w:rsidRPr="001971B7" w:rsidRDefault="001971B7" w:rsidP="001971B7">
            <w:pPr>
              <w:pStyle w:val="Tabletext"/>
              <w:rPr>
                <w:szCs w:val="20"/>
              </w:rPr>
            </w:pPr>
            <w:r w:rsidRPr="001971B7">
              <w:rPr>
                <w:b/>
                <w:szCs w:val="20"/>
              </w:rPr>
              <w:t xml:space="preserve">LC1 </w:t>
            </w:r>
            <w:r w:rsidRPr="001971B7">
              <w:rPr>
                <w:szCs w:val="20"/>
              </w:rPr>
              <w:t>Listening and responding</w:t>
            </w:r>
          </w:p>
          <w:p w14:paraId="40CF5424" w14:textId="77777777" w:rsidR="001971B7" w:rsidRPr="001971B7" w:rsidRDefault="001971B7" w:rsidP="001971B7">
            <w:pPr>
              <w:pStyle w:val="Tabletext"/>
              <w:rPr>
                <w:b/>
                <w:szCs w:val="20"/>
              </w:rPr>
            </w:pPr>
          </w:p>
          <w:p w14:paraId="3E8F8944" w14:textId="6CDBC457" w:rsidR="00F11B95" w:rsidRPr="00F11B95" w:rsidRDefault="001971B7" w:rsidP="001971B7">
            <w:pPr>
              <w:pStyle w:val="Tabletext"/>
              <w:rPr>
                <w:b/>
                <w:szCs w:val="20"/>
              </w:rPr>
            </w:pPr>
            <w:r w:rsidRPr="001971B7">
              <w:rPr>
                <w:b/>
                <w:szCs w:val="20"/>
              </w:rPr>
              <w:t xml:space="preserve">LC5 </w:t>
            </w:r>
            <w:r w:rsidRPr="001971B7">
              <w:rPr>
                <w:szCs w:val="20"/>
              </w:rPr>
              <w:t>Accurate pronunciation and intonation</w:t>
            </w:r>
          </w:p>
          <w:p w14:paraId="2391DA55" w14:textId="77777777" w:rsidR="00F11B95" w:rsidRPr="00F11B95" w:rsidRDefault="00F11B95" w:rsidP="00F11B95">
            <w:pPr>
              <w:pStyle w:val="Tabletext"/>
              <w:rPr>
                <w:b/>
                <w:szCs w:val="20"/>
              </w:rPr>
            </w:pPr>
          </w:p>
          <w:p w14:paraId="70312D9A" w14:textId="34A65DCD" w:rsidR="00753418" w:rsidRPr="00175268" w:rsidRDefault="00F11B95" w:rsidP="00F11B95">
            <w:pPr>
              <w:pStyle w:val="Tabletext"/>
              <w:rPr>
                <w:b/>
                <w:szCs w:val="20"/>
              </w:rPr>
            </w:pPr>
            <w:r w:rsidRPr="00F11B95">
              <w:rPr>
                <w:b/>
                <w:szCs w:val="20"/>
              </w:rPr>
              <w:t xml:space="preserve">PPS: </w:t>
            </w:r>
            <w:r w:rsidR="001737C7" w:rsidRPr="001737C7">
              <w:rPr>
                <w:szCs w:val="20"/>
              </w:rPr>
              <w:t>2nd–6th Steps</w:t>
            </w:r>
          </w:p>
        </w:tc>
        <w:tc>
          <w:tcPr>
            <w:tcW w:w="3686" w:type="dxa"/>
          </w:tcPr>
          <w:p w14:paraId="434C6F6D" w14:textId="77777777" w:rsidR="001971B7" w:rsidRPr="001971B7" w:rsidRDefault="001971B7" w:rsidP="001971B7">
            <w:pPr>
              <w:pStyle w:val="Tabletext"/>
              <w:rPr>
                <w:i/>
                <w:szCs w:val="20"/>
                <w:lang w:val="fr-FR"/>
              </w:rPr>
            </w:pPr>
            <w:r w:rsidRPr="001971B7">
              <w:rPr>
                <w:i/>
                <w:szCs w:val="20"/>
                <w:lang w:val="fr-FR"/>
              </w:rPr>
              <w:t>une comédie</w:t>
            </w:r>
          </w:p>
          <w:p w14:paraId="665B7D0A" w14:textId="77777777" w:rsidR="001971B7" w:rsidRPr="001971B7" w:rsidRDefault="001971B7" w:rsidP="001971B7">
            <w:pPr>
              <w:pStyle w:val="Tabletext"/>
              <w:rPr>
                <w:i/>
                <w:szCs w:val="20"/>
                <w:lang w:val="fr-FR"/>
              </w:rPr>
            </w:pPr>
            <w:r w:rsidRPr="001971B7">
              <w:rPr>
                <w:i/>
                <w:szCs w:val="20"/>
                <w:lang w:val="fr-FR"/>
              </w:rPr>
              <w:t>un film d’animation</w:t>
            </w:r>
          </w:p>
          <w:p w14:paraId="5ED8DDAB" w14:textId="77777777" w:rsidR="001971B7" w:rsidRPr="001971B7" w:rsidRDefault="001971B7" w:rsidP="001971B7">
            <w:pPr>
              <w:pStyle w:val="Tabletext"/>
              <w:rPr>
                <w:i/>
                <w:szCs w:val="20"/>
                <w:lang w:val="fr-FR"/>
              </w:rPr>
            </w:pPr>
            <w:r w:rsidRPr="001971B7">
              <w:rPr>
                <w:i/>
                <w:szCs w:val="20"/>
                <w:lang w:val="fr-FR"/>
              </w:rPr>
              <w:t>un film romantique</w:t>
            </w:r>
          </w:p>
          <w:p w14:paraId="40BCDEAF" w14:textId="77777777" w:rsidR="001971B7" w:rsidRPr="001971B7" w:rsidRDefault="001971B7" w:rsidP="001971B7">
            <w:pPr>
              <w:pStyle w:val="Tabletext"/>
              <w:rPr>
                <w:i/>
                <w:szCs w:val="20"/>
                <w:lang w:val="fr-FR"/>
              </w:rPr>
            </w:pPr>
            <w:r w:rsidRPr="001971B7">
              <w:rPr>
                <w:i/>
                <w:szCs w:val="20"/>
                <w:lang w:val="fr-FR"/>
              </w:rPr>
              <w:t>un film d’action</w:t>
            </w:r>
          </w:p>
          <w:p w14:paraId="28B7B931" w14:textId="77777777" w:rsidR="001971B7" w:rsidRPr="001971B7" w:rsidRDefault="001971B7" w:rsidP="001971B7">
            <w:pPr>
              <w:pStyle w:val="Tabletext"/>
              <w:rPr>
                <w:i/>
                <w:szCs w:val="20"/>
                <w:lang w:val="fr-FR"/>
              </w:rPr>
            </w:pPr>
            <w:r w:rsidRPr="001971B7">
              <w:rPr>
                <w:i/>
                <w:szCs w:val="20"/>
                <w:lang w:val="fr-FR"/>
              </w:rPr>
              <w:t>un film d’horreur</w:t>
            </w:r>
          </w:p>
          <w:p w14:paraId="2B484992" w14:textId="77777777" w:rsidR="001971B7" w:rsidRPr="001971B7" w:rsidRDefault="001971B7" w:rsidP="001971B7">
            <w:pPr>
              <w:pStyle w:val="Tabletext"/>
              <w:rPr>
                <w:i/>
                <w:szCs w:val="20"/>
                <w:lang w:val="fr-FR"/>
              </w:rPr>
            </w:pPr>
            <w:r w:rsidRPr="001971B7">
              <w:rPr>
                <w:i/>
                <w:szCs w:val="20"/>
                <w:lang w:val="fr-FR"/>
              </w:rPr>
              <w:t>un film de science-fiction</w:t>
            </w:r>
          </w:p>
          <w:p w14:paraId="0F3B256F" w14:textId="77777777" w:rsidR="001971B7" w:rsidRPr="001971B7" w:rsidRDefault="001971B7" w:rsidP="00E85B3B">
            <w:pPr>
              <w:pStyle w:val="Tabletext"/>
              <w:spacing w:after="0"/>
              <w:rPr>
                <w:i/>
                <w:szCs w:val="20"/>
                <w:lang w:val="fr-FR"/>
              </w:rPr>
            </w:pPr>
            <w:r w:rsidRPr="001971B7">
              <w:rPr>
                <w:i/>
                <w:szCs w:val="20"/>
                <w:lang w:val="fr-FR"/>
              </w:rPr>
              <w:t>un film de super-héros</w:t>
            </w:r>
          </w:p>
          <w:p w14:paraId="6B17BA0F" w14:textId="77777777" w:rsidR="001971B7" w:rsidRPr="001971B7" w:rsidRDefault="001971B7" w:rsidP="001971B7">
            <w:pPr>
              <w:pStyle w:val="Tabletext"/>
              <w:rPr>
                <w:i/>
                <w:szCs w:val="20"/>
                <w:lang w:val="fr-FR"/>
              </w:rPr>
            </w:pPr>
          </w:p>
          <w:p w14:paraId="0849CE22" w14:textId="77777777" w:rsidR="001971B7" w:rsidRPr="001971B7" w:rsidRDefault="001971B7" w:rsidP="00E85B3B">
            <w:pPr>
              <w:pStyle w:val="Tabletext"/>
              <w:spacing w:before="0"/>
              <w:rPr>
                <w:i/>
                <w:szCs w:val="20"/>
                <w:lang w:val="fr-FR"/>
              </w:rPr>
            </w:pPr>
            <w:r w:rsidRPr="001971B7">
              <w:rPr>
                <w:i/>
                <w:szCs w:val="20"/>
                <w:lang w:val="fr-FR"/>
              </w:rPr>
              <w:t>Je vais au cinéma ce soir. Tu viens?</w:t>
            </w:r>
          </w:p>
          <w:p w14:paraId="1275AB6C" w14:textId="201CBA3F" w:rsidR="001971B7" w:rsidRPr="001971B7" w:rsidRDefault="001971B7" w:rsidP="001971B7">
            <w:pPr>
              <w:pStyle w:val="Tabletext"/>
              <w:rPr>
                <w:i/>
                <w:szCs w:val="20"/>
                <w:lang w:val="fr-FR"/>
              </w:rPr>
            </w:pPr>
            <w:r w:rsidRPr="001971B7">
              <w:rPr>
                <w:i/>
                <w:szCs w:val="20"/>
                <w:lang w:val="fr-FR"/>
              </w:rPr>
              <w:t>Désolé</w:t>
            </w:r>
            <w:r w:rsidR="00C47C5A">
              <w:rPr>
                <w:i/>
                <w:szCs w:val="20"/>
                <w:lang w:val="fr-FR"/>
              </w:rPr>
              <w:t>(e)</w:t>
            </w:r>
            <w:r w:rsidRPr="001971B7">
              <w:rPr>
                <w:i/>
                <w:szCs w:val="20"/>
                <w:lang w:val="fr-FR"/>
              </w:rPr>
              <w:t xml:space="preserve">. Je ne peux pas. / </w:t>
            </w:r>
            <w:r w:rsidR="00966EDE">
              <w:rPr>
                <w:i/>
                <w:szCs w:val="20"/>
                <w:lang w:val="fr-FR"/>
              </w:rPr>
              <w:br/>
            </w:r>
            <w:r w:rsidRPr="001971B7">
              <w:rPr>
                <w:i/>
                <w:szCs w:val="20"/>
                <w:lang w:val="fr-FR"/>
              </w:rPr>
              <w:t>Ça dépend.</w:t>
            </w:r>
          </w:p>
          <w:p w14:paraId="473E0322" w14:textId="77777777" w:rsidR="001971B7" w:rsidRDefault="001971B7" w:rsidP="001971B7">
            <w:pPr>
              <w:pStyle w:val="Tabletext"/>
              <w:rPr>
                <w:i/>
                <w:szCs w:val="20"/>
                <w:lang w:val="fr-FR"/>
              </w:rPr>
            </w:pPr>
            <w:r w:rsidRPr="001971B7">
              <w:rPr>
                <w:i/>
                <w:szCs w:val="20"/>
                <w:lang w:val="fr-FR"/>
              </w:rPr>
              <w:t>Qu’est-ce que tu vas voir?</w:t>
            </w:r>
          </w:p>
          <w:p w14:paraId="2571CEC7" w14:textId="1A166C41" w:rsidR="008C6ADB" w:rsidRPr="001971B7" w:rsidRDefault="008C6ADB" w:rsidP="001971B7">
            <w:pPr>
              <w:pStyle w:val="Tabletext"/>
              <w:rPr>
                <w:i/>
                <w:szCs w:val="20"/>
                <w:lang w:val="fr-FR"/>
              </w:rPr>
            </w:pPr>
            <w:r>
              <w:rPr>
                <w:i/>
                <w:szCs w:val="20"/>
                <w:lang w:val="fr-FR"/>
              </w:rPr>
              <w:t>Je vais voir …</w:t>
            </w:r>
          </w:p>
          <w:p w14:paraId="310B1255" w14:textId="77777777" w:rsidR="001971B7" w:rsidRPr="001971B7" w:rsidRDefault="001971B7" w:rsidP="001971B7">
            <w:pPr>
              <w:pStyle w:val="Tabletext"/>
              <w:rPr>
                <w:i/>
                <w:szCs w:val="20"/>
                <w:lang w:val="fr-FR"/>
              </w:rPr>
            </w:pPr>
            <w:r w:rsidRPr="001971B7">
              <w:rPr>
                <w:i/>
                <w:szCs w:val="20"/>
                <w:lang w:val="fr-FR"/>
              </w:rPr>
              <w:t>Je veux bien, merci.</w:t>
            </w:r>
          </w:p>
          <w:p w14:paraId="10CB1EB3" w14:textId="77777777" w:rsidR="001971B7" w:rsidRPr="001971B7" w:rsidRDefault="001971B7" w:rsidP="001971B7">
            <w:pPr>
              <w:pStyle w:val="Tabletext"/>
              <w:rPr>
                <w:i/>
                <w:szCs w:val="20"/>
                <w:lang w:val="fr-FR"/>
              </w:rPr>
            </w:pPr>
            <w:r w:rsidRPr="001971B7">
              <w:rPr>
                <w:i/>
                <w:szCs w:val="20"/>
                <w:lang w:val="fr-FR"/>
              </w:rPr>
              <w:t>Il y a une séance à …</w:t>
            </w:r>
          </w:p>
          <w:p w14:paraId="5B656802" w14:textId="77777777" w:rsidR="001971B7" w:rsidRPr="001971B7" w:rsidRDefault="001971B7" w:rsidP="001971B7">
            <w:pPr>
              <w:pStyle w:val="Tabletext"/>
              <w:rPr>
                <w:i/>
                <w:szCs w:val="20"/>
                <w:lang w:val="fr-FR"/>
              </w:rPr>
            </w:pPr>
            <w:r w:rsidRPr="001971B7">
              <w:rPr>
                <w:i/>
                <w:szCs w:val="20"/>
                <w:lang w:val="fr-FR"/>
              </w:rPr>
              <w:t>Rendez-vous où et à quelle heure?</w:t>
            </w:r>
          </w:p>
          <w:p w14:paraId="5C53EA4B" w14:textId="77777777" w:rsidR="001971B7" w:rsidRPr="001971B7" w:rsidRDefault="001971B7" w:rsidP="007838E7">
            <w:pPr>
              <w:pStyle w:val="Tabletext"/>
              <w:spacing w:after="0"/>
              <w:rPr>
                <w:i/>
                <w:szCs w:val="20"/>
                <w:lang w:val="fr-FR"/>
              </w:rPr>
            </w:pPr>
            <w:r w:rsidRPr="001971B7">
              <w:rPr>
                <w:i/>
                <w:szCs w:val="20"/>
                <w:lang w:val="fr-FR"/>
              </w:rPr>
              <w:t>Rendez-vous chez moi / chez toi.</w:t>
            </w:r>
          </w:p>
          <w:p w14:paraId="105D55F5" w14:textId="77777777" w:rsidR="001971B7" w:rsidRPr="001971B7" w:rsidRDefault="001971B7" w:rsidP="001971B7">
            <w:pPr>
              <w:pStyle w:val="Tabletext"/>
              <w:rPr>
                <w:i/>
                <w:szCs w:val="20"/>
                <w:lang w:val="fr-FR"/>
              </w:rPr>
            </w:pPr>
          </w:p>
          <w:p w14:paraId="67B750DF" w14:textId="77777777" w:rsidR="001971B7" w:rsidRPr="001971B7" w:rsidRDefault="001971B7" w:rsidP="00E85B3B">
            <w:pPr>
              <w:pStyle w:val="Tabletext"/>
              <w:spacing w:before="0" w:after="0"/>
              <w:rPr>
                <w:i/>
                <w:szCs w:val="20"/>
                <w:lang w:val="fr-FR"/>
              </w:rPr>
            </w:pPr>
            <w:r w:rsidRPr="001971B7">
              <w:rPr>
                <w:i/>
                <w:szCs w:val="20"/>
                <w:lang w:val="fr-FR"/>
              </w:rPr>
              <w:t>À plus. / À demain. / À samedi.</w:t>
            </w:r>
          </w:p>
          <w:p w14:paraId="7EA6760A" w14:textId="77777777" w:rsidR="001971B7" w:rsidRPr="001971B7" w:rsidRDefault="001971B7" w:rsidP="001971B7">
            <w:pPr>
              <w:pStyle w:val="Tabletext"/>
              <w:rPr>
                <w:i/>
                <w:szCs w:val="20"/>
                <w:lang w:val="fr-FR"/>
              </w:rPr>
            </w:pPr>
          </w:p>
          <w:p w14:paraId="530B6793" w14:textId="4925E6BB" w:rsidR="001971B7" w:rsidRPr="001971B7" w:rsidRDefault="001971B7" w:rsidP="00E85B3B">
            <w:pPr>
              <w:pStyle w:val="Tabletext"/>
              <w:spacing w:before="0" w:after="0"/>
              <w:rPr>
                <w:i/>
                <w:szCs w:val="20"/>
                <w:lang w:val="fr-FR"/>
              </w:rPr>
            </w:pPr>
            <w:r w:rsidRPr="001971B7">
              <w:rPr>
                <w:i/>
                <w:szCs w:val="20"/>
                <w:lang w:val="fr-FR"/>
              </w:rPr>
              <w:t xml:space="preserve">aujourd’hui / ce matin / ce soir / </w:t>
            </w:r>
            <w:r>
              <w:rPr>
                <w:i/>
                <w:szCs w:val="20"/>
                <w:lang w:val="fr-FR"/>
              </w:rPr>
              <w:t xml:space="preserve">         </w:t>
            </w:r>
            <w:r w:rsidRPr="001971B7">
              <w:rPr>
                <w:i/>
                <w:szCs w:val="20"/>
                <w:lang w:val="fr-FR"/>
              </w:rPr>
              <w:t>cet après-midi / demain (soir) / (samedi) prochain</w:t>
            </w:r>
          </w:p>
          <w:p w14:paraId="77915BAC" w14:textId="77777777" w:rsidR="001971B7" w:rsidRPr="001971B7" w:rsidRDefault="001971B7" w:rsidP="001971B7">
            <w:pPr>
              <w:pStyle w:val="Tabletext"/>
              <w:rPr>
                <w:i/>
                <w:szCs w:val="20"/>
                <w:lang w:val="fr-FR"/>
              </w:rPr>
            </w:pPr>
          </w:p>
          <w:p w14:paraId="1E76DD8E" w14:textId="6C18901B" w:rsidR="001971B7" w:rsidRPr="001971B7" w:rsidRDefault="001971B7" w:rsidP="00E85B3B">
            <w:pPr>
              <w:pStyle w:val="Tabletext"/>
              <w:spacing w:before="0"/>
              <w:rPr>
                <w:i/>
                <w:szCs w:val="20"/>
                <w:lang w:val="fr-FR"/>
              </w:rPr>
            </w:pPr>
            <w:r w:rsidRPr="001971B7">
              <w:rPr>
                <w:i/>
                <w:szCs w:val="20"/>
                <w:lang w:val="fr-FR"/>
              </w:rPr>
              <w:t xml:space="preserve">D’accord. / Génial! / Bonne idée! / </w:t>
            </w:r>
            <w:r>
              <w:rPr>
                <w:i/>
                <w:szCs w:val="20"/>
                <w:lang w:val="fr-FR"/>
              </w:rPr>
              <w:t xml:space="preserve">     </w:t>
            </w:r>
            <w:r w:rsidRPr="001971B7">
              <w:rPr>
                <w:i/>
                <w:szCs w:val="20"/>
                <w:lang w:val="fr-FR"/>
              </w:rPr>
              <w:t>Je veux bien, merci.</w:t>
            </w:r>
          </w:p>
          <w:p w14:paraId="511E6508" w14:textId="04D0F93B" w:rsidR="001971B7" w:rsidRPr="001971B7" w:rsidRDefault="001971B7" w:rsidP="00E85B3B">
            <w:pPr>
              <w:pStyle w:val="Tabletext"/>
              <w:spacing w:after="0"/>
              <w:rPr>
                <w:i/>
                <w:szCs w:val="20"/>
                <w:lang w:val="fr-FR"/>
              </w:rPr>
            </w:pPr>
            <w:r w:rsidRPr="001971B7">
              <w:rPr>
                <w:i/>
                <w:szCs w:val="20"/>
                <w:lang w:val="fr-FR"/>
              </w:rPr>
              <w:t xml:space="preserve">Non, merci. / Tu rigoles! / </w:t>
            </w:r>
            <w:r w:rsidR="007838E7">
              <w:rPr>
                <w:i/>
                <w:szCs w:val="20"/>
                <w:lang w:val="fr-FR"/>
              </w:rPr>
              <w:t xml:space="preserve">                   </w:t>
            </w:r>
            <w:r w:rsidRPr="001971B7">
              <w:rPr>
                <w:i/>
                <w:szCs w:val="20"/>
                <w:lang w:val="fr-FR"/>
              </w:rPr>
              <w:t xml:space="preserve">Je n’ai pas envie. / </w:t>
            </w:r>
            <w:r w:rsidR="007838E7">
              <w:rPr>
                <w:i/>
                <w:szCs w:val="20"/>
                <w:lang w:val="fr-FR"/>
              </w:rPr>
              <w:t xml:space="preserve">                          </w:t>
            </w:r>
            <w:r w:rsidRPr="001971B7">
              <w:rPr>
                <w:i/>
                <w:szCs w:val="20"/>
                <w:lang w:val="fr-FR"/>
              </w:rPr>
              <w:t>Désolé(e), je ne peux pas.</w:t>
            </w:r>
          </w:p>
          <w:p w14:paraId="29AF66EE" w14:textId="1616B295" w:rsidR="00CF7EAD" w:rsidRPr="00F11B95" w:rsidRDefault="001971B7" w:rsidP="001971B7">
            <w:pPr>
              <w:pStyle w:val="Tabletext"/>
              <w:rPr>
                <w:i/>
                <w:szCs w:val="20"/>
                <w:lang w:val="fr-FR"/>
              </w:rPr>
            </w:pPr>
            <w:r w:rsidRPr="001971B7">
              <w:rPr>
                <w:i/>
                <w:szCs w:val="20"/>
                <w:lang w:val="fr-FR"/>
              </w:rPr>
              <w:t xml:space="preserve"> </w:t>
            </w:r>
          </w:p>
        </w:tc>
        <w:tc>
          <w:tcPr>
            <w:tcW w:w="1972" w:type="dxa"/>
          </w:tcPr>
          <w:p w14:paraId="08141B00" w14:textId="3BDD02A0" w:rsidR="001971B7" w:rsidRDefault="001971B7" w:rsidP="001971B7">
            <w:r>
              <w:t xml:space="preserve">Pronunciation:       </w:t>
            </w:r>
            <w:r w:rsidRPr="001971B7">
              <w:rPr>
                <w:i/>
              </w:rPr>
              <w:t xml:space="preserve">–tion </w:t>
            </w:r>
            <w:r w:rsidRPr="001971B7">
              <w:t xml:space="preserve">and </w:t>
            </w:r>
            <w:r w:rsidRPr="001971B7">
              <w:rPr>
                <w:i/>
              </w:rPr>
              <w:t>–qu–</w:t>
            </w:r>
            <w:r>
              <w:t xml:space="preserve"> sounds</w:t>
            </w:r>
          </w:p>
          <w:p w14:paraId="065C9297" w14:textId="77777777" w:rsidR="001971B7" w:rsidRDefault="001971B7" w:rsidP="001971B7"/>
          <w:p w14:paraId="28705830" w14:textId="77777777" w:rsidR="001971B7" w:rsidRDefault="001971B7" w:rsidP="001971B7">
            <w:r>
              <w:t>The 24-hour clock</w:t>
            </w:r>
          </w:p>
          <w:p w14:paraId="78F3FF27" w14:textId="77777777" w:rsidR="001971B7" w:rsidRDefault="001971B7" w:rsidP="001971B7"/>
          <w:p w14:paraId="490C8736" w14:textId="1A0961F1" w:rsidR="00753418" w:rsidRPr="00753418" w:rsidRDefault="007B4416" w:rsidP="001971B7">
            <w:r w:rsidRPr="007B4416">
              <w:rPr>
                <w:b/>
              </w:rPr>
              <w:t>G:</w:t>
            </w:r>
            <w:r w:rsidR="001971B7">
              <w:t xml:space="preserve"> The near future tense</w:t>
            </w:r>
          </w:p>
        </w:tc>
      </w:tr>
      <w:tr w:rsidR="00753418" w:rsidRPr="00C828FA" w14:paraId="249D4269" w14:textId="77777777" w:rsidTr="00C828FA">
        <w:trPr>
          <w:cantSplit/>
          <w:trHeight w:val="510"/>
        </w:trPr>
        <w:tc>
          <w:tcPr>
            <w:tcW w:w="1914" w:type="dxa"/>
          </w:tcPr>
          <w:p w14:paraId="40D4C485" w14:textId="350157F1" w:rsidR="001971B7" w:rsidRDefault="001971B7" w:rsidP="001971B7">
            <w:pPr>
              <w:pStyle w:val="Tabletext"/>
              <w:rPr>
                <w:b/>
                <w:szCs w:val="20"/>
                <w:lang w:val="fr-FR"/>
              </w:rPr>
            </w:pPr>
            <w:r w:rsidRPr="001971B7">
              <w:rPr>
                <w:b/>
                <w:szCs w:val="20"/>
                <w:lang w:val="fr-FR"/>
              </w:rPr>
              <w:lastRenderedPageBreak/>
              <w:t>3 Quels sont tes loisirs?</w:t>
            </w:r>
          </w:p>
          <w:p w14:paraId="3D83EF6B" w14:textId="4F057FF3" w:rsidR="001971B7" w:rsidRPr="001971B7" w:rsidRDefault="001971B7" w:rsidP="001971B7">
            <w:pPr>
              <w:pStyle w:val="Tabletext"/>
              <w:rPr>
                <w:szCs w:val="20"/>
                <w:lang w:val="fr-FR"/>
              </w:rPr>
            </w:pPr>
            <w:r w:rsidRPr="001971B7">
              <w:rPr>
                <w:szCs w:val="20"/>
                <w:lang w:val="fr-FR"/>
              </w:rPr>
              <w:t>(pp. 62–63)</w:t>
            </w:r>
          </w:p>
          <w:p w14:paraId="0984B231" w14:textId="77777777" w:rsidR="001971B7" w:rsidRPr="001971B7" w:rsidRDefault="001971B7" w:rsidP="001971B7">
            <w:pPr>
              <w:pStyle w:val="Tabletext"/>
              <w:rPr>
                <w:b/>
                <w:szCs w:val="20"/>
                <w:lang w:val="fr-FR"/>
              </w:rPr>
            </w:pPr>
          </w:p>
          <w:p w14:paraId="42B4BEDE" w14:textId="77777777" w:rsidR="001971B7" w:rsidRPr="001971B7" w:rsidRDefault="001971B7" w:rsidP="001971B7">
            <w:pPr>
              <w:pStyle w:val="Tabletext"/>
              <w:rPr>
                <w:szCs w:val="20"/>
              </w:rPr>
            </w:pPr>
            <w:r w:rsidRPr="001971B7">
              <w:rPr>
                <w:szCs w:val="20"/>
              </w:rPr>
              <w:t>Talking about leisure activities</w:t>
            </w:r>
          </w:p>
          <w:p w14:paraId="2B0B25EA" w14:textId="77777777" w:rsidR="001971B7" w:rsidRPr="001971B7" w:rsidRDefault="001971B7" w:rsidP="001971B7">
            <w:pPr>
              <w:pStyle w:val="Tabletext"/>
              <w:rPr>
                <w:szCs w:val="20"/>
              </w:rPr>
            </w:pPr>
          </w:p>
          <w:p w14:paraId="2899609D" w14:textId="65BA3E9F" w:rsidR="00753418" w:rsidRPr="001971B7" w:rsidRDefault="001971B7" w:rsidP="001971B7">
            <w:pPr>
              <w:pStyle w:val="Tabletext"/>
              <w:rPr>
                <w:b/>
                <w:szCs w:val="20"/>
              </w:rPr>
            </w:pPr>
            <w:r w:rsidRPr="001971B7">
              <w:rPr>
                <w:szCs w:val="20"/>
              </w:rPr>
              <w:t>Using negatives</w:t>
            </w:r>
          </w:p>
        </w:tc>
        <w:tc>
          <w:tcPr>
            <w:tcW w:w="2050" w:type="dxa"/>
          </w:tcPr>
          <w:p w14:paraId="6BC06CEC" w14:textId="77777777" w:rsidR="00DD3FE4" w:rsidRPr="00DD3FE4" w:rsidRDefault="00DD3FE4" w:rsidP="00DD3FE4">
            <w:pPr>
              <w:pStyle w:val="Tabletext"/>
              <w:rPr>
                <w:b/>
                <w:szCs w:val="20"/>
              </w:rPr>
            </w:pPr>
            <w:r w:rsidRPr="00DD3FE4">
              <w:rPr>
                <w:b/>
                <w:szCs w:val="20"/>
              </w:rPr>
              <w:t>PoS</w:t>
            </w:r>
          </w:p>
          <w:p w14:paraId="5930A650" w14:textId="77777777" w:rsidR="001971B7" w:rsidRPr="001971B7" w:rsidRDefault="001971B7" w:rsidP="001971B7">
            <w:pPr>
              <w:pStyle w:val="Tabletext"/>
              <w:rPr>
                <w:b/>
                <w:szCs w:val="20"/>
              </w:rPr>
            </w:pPr>
            <w:r w:rsidRPr="001971B7">
              <w:rPr>
                <w:b/>
                <w:szCs w:val="20"/>
              </w:rPr>
              <w:t xml:space="preserve">LC4 </w:t>
            </w:r>
            <w:r w:rsidRPr="001971B7">
              <w:rPr>
                <w:szCs w:val="20"/>
              </w:rPr>
              <w:t>Expressing ideas (speaking)</w:t>
            </w:r>
          </w:p>
          <w:p w14:paraId="3A694353" w14:textId="77777777" w:rsidR="001971B7" w:rsidRPr="001971B7" w:rsidRDefault="001971B7" w:rsidP="001971B7">
            <w:pPr>
              <w:pStyle w:val="Tabletext"/>
              <w:rPr>
                <w:b/>
                <w:szCs w:val="20"/>
              </w:rPr>
            </w:pPr>
          </w:p>
          <w:p w14:paraId="73488F15" w14:textId="77777777" w:rsidR="001971B7" w:rsidRPr="001971B7" w:rsidRDefault="001971B7" w:rsidP="001971B7">
            <w:pPr>
              <w:pStyle w:val="Tabletext"/>
              <w:rPr>
                <w:szCs w:val="20"/>
              </w:rPr>
            </w:pPr>
            <w:r w:rsidRPr="001971B7">
              <w:rPr>
                <w:b/>
                <w:szCs w:val="20"/>
              </w:rPr>
              <w:t xml:space="preserve">LC6 </w:t>
            </w:r>
            <w:r w:rsidRPr="001971B7">
              <w:rPr>
                <w:szCs w:val="20"/>
              </w:rPr>
              <w:t>Translation into English</w:t>
            </w:r>
          </w:p>
          <w:p w14:paraId="41A600DB" w14:textId="77777777" w:rsidR="001971B7" w:rsidRPr="001971B7" w:rsidRDefault="001971B7" w:rsidP="001971B7">
            <w:pPr>
              <w:pStyle w:val="Tabletext"/>
              <w:rPr>
                <w:b/>
                <w:szCs w:val="20"/>
              </w:rPr>
            </w:pPr>
          </w:p>
          <w:p w14:paraId="4B8A7314" w14:textId="597CCFF8" w:rsidR="00DD3FE4" w:rsidRDefault="001971B7" w:rsidP="001971B7">
            <w:pPr>
              <w:pStyle w:val="Tabletext"/>
              <w:rPr>
                <w:b/>
                <w:szCs w:val="20"/>
              </w:rPr>
            </w:pPr>
            <w:r w:rsidRPr="001971B7">
              <w:rPr>
                <w:b/>
                <w:szCs w:val="20"/>
              </w:rPr>
              <w:t xml:space="preserve">LC8 </w:t>
            </w:r>
            <w:r w:rsidRPr="001971B7">
              <w:rPr>
                <w:szCs w:val="20"/>
              </w:rPr>
              <w:t>Writing creatively</w:t>
            </w:r>
          </w:p>
          <w:p w14:paraId="244348C5" w14:textId="77777777" w:rsidR="001971B7" w:rsidRPr="00DD3FE4" w:rsidRDefault="001971B7" w:rsidP="001971B7">
            <w:pPr>
              <w:pStyle w:val="Tabletext"/>
              <w:rPr>
                <w:b/>
                <w:szCs w:val="20"/>
              </w:rPr>
            </w:pPr>
          </w:p>
          <w:p w14:paraId="1F1C41C7" w14:textId="76DF21AD" w:rsidR="00753418" w:rsidRPr="00175268" w:rsidRDefault="00DD3FE4" w:rsidP="00DD3FE4">
            <w:pPr>
              <w:pStyle w:val="Tabletext"/>
              <w:rPr>
                <w:b/>
                <w:szCs w:val="20"/>
              </w:rPr>
            </w:pPr>
            <w:r w:rsidRPr="00DD3FE4">
              <w:rPr>
                <w:b/>
                <w:szCs w:val="20"/>
              </w:rPr>
              <w:t xml:space="preserve">PPS: </w:t>
            </w:r>
            <w:r w:rsidR="00213F8F">
              <w:rPr>
                <w:szCs w:val="20"/>
              </w:rPr>
              <w:t>4th–5th Steps</w:t>
            </w:r>
          </w:p>
        </w:tc>
        <w:tc>
          <w:tcPr>
            <w:tcW w:w="3686" w:type="dxa"/>
          </w:tcPr>
          <w:p w14:paraId="29FDA2BB" w14:textId="77777777" w:rsidR="001971B7" w:rsidRPr="001971B7" w:rsidRDefault="001971B7" w:rsidP="001971B7">
            <w:pPr>
              <w:pStyle w:val="Tabletext"/>
              <w:rPr>
                <w:i/>
                <w:szCs w:val="20"/>
                <w:lang w:val="fr-FR"/>
              </w:rPr>
            </w:pPr>
            <w:r w:rsidRPr="001971B7">
              <w:rPr>
                <w:i/>
                <w:szCs w:val="20"/>
                <w:lang w:val="fr-FR"/>
              </w:rPr>
              <w:t xml:space="preserve">Quels sont tes loisirs? </w:t>
            </w:r>
          </w:p>
          <w:p w14:paraId="0258AFF6" w14:textId="77777777" w:rsidR="001971B7" w:rsidRPr="001971B7" w:rsidRDefault="001971B7" w:rsidP="001971B7">
            <w:pPr>
              <w:pStyle w:val="Tabletext"/>
              <w:rPr>
                <w:i/>
                <w:szCs w:val="20"/>
                <w:lang w:val="fr-FR"/>
              </w:rPr>
            </w:pPr>
            <w:r w:rsidRPr="001971B7">
              <w:rPr>
                <w:i/>
                <w:szCs w:val="20"/>
                <w:lang w:val="fr-FR"/>
              </w:rPr>
              <w:t>Qu’est-ce que tu ne fais pas souvent?</w:t>
            </w:r>
          </w:p>
          <w:p w14:paraId="1F63238C" w14:textId="77777777" w:rsidR="001971B7" w:rsidRPr="001971B7" w:rsidRDefault="001971B7" w:rsidP="001971B7">
            <w:pPr>
              <w:pStyle w:val="Tabletext"/>
              <w:rPr>
                <w:i/>
                <w:szCs w:val="20"/>
                <w:lang w:val="fr-FR"/>
              </w:rPr>
            </w:pPr>
            <w:r w:rsidRPr="001971B7">
              <w:rPr>
                <w:i/>
                <w:szCs w:val="20"/>
                <w:lang w:val="fr-FR"/>
              </w:rPr>
              <w:t>Qu’est-ce que tu ne fais jamais?</w:t>
            </w:r>
          </w:p>
          <w:p w14:paraId="395767A9" w14:textId="77777777" w:rsidR="001971B7" w:rsidRPr="001971B7" w:rsidRDefault="001971B7" w:rsidP="009034AD">
            <w:pPr>
              <w:pStyle w:val="Tabletext"/>
              <w:spacing w:after="0"/>
              <w:rPr>
                <w:i/>
                <w:szCs w:val="20"/>
                <w:lang w:val="fr-FR"/>
              </w:rPr>
            </w:pPr>
            <w:r w:rsidRPr="001971B7">
              <w:rPr>
                <w:i/>
                <w:szCs w:val="20"/>
                <w:lang w:val="fr-FR"/>
              </w:rPr>
              <w:t>Pourquoi?</w:t>
            </w:r>
          </w:p>
          <w:p w14:paraId="693098E8" w14:textId="77777777" w:rsidR="001971B7" w:rsidRPr="001971B7" w:rsidRDefault="001971B7" w:rsidP="001971B7">
            <w:pPr>
              <w:pStyle w:val="Tabletext"/>
              <w:rPr>
                <w:i/>
                <w:szCs w:val="20"/>
                <w:lang w:val="fr-FR"/>
              </w:rPr>
            </w:pPr>
          </w:p>
          <w:p w14:paraId="0866E64F" w14:textId="450AC5B0" w:rsidR="001971B7" w:rsidRPr="001971B7" w:rsidRDefault="001971B7" w:rsidP="009034AD">
            <w:pPr>
              <w:pStyle w:val="Tabletext"/>
              <w:spacing w:before="0"/>
              <w:rPr>
                <w:i/>
                <w:szCs w:val="20"/>
                <w:lang w:val="fr-FR"/>
              </w:rPr>
            </w:pPr>
            <w:r w:rsidRPr="001971B7">
              <w:rPr>
                <w:i/>
                <w:szCs w:val="20"/>
                <w:lang w:val="fr-FR"/>
              </w:rPr>
              <w:t xml:space="preserve">Après les cours / Le samedi / Parfois / Souvent / De temps en temps / </w:t>
            </w:r>
            <w:r w:rsidR="004939CA">
              <w:rPr>
                <w:i/>
                <w:szCs w:val="20"/>
                <w:lang w:val="fr-FR"/>
              </w:rPr>
              <w:br/>
            </w:r>
            <w:r w:rsidRPr="001971B7">
              <w:rPr>
                <w:i/>
                <w:szCs w:val="20"/>
                <w:lang w:val="fr-FR"/>
              </w:rPr>
              <w:t>En été, ...</w:t>
            </w:r>
          </w:p>
          <w:p w14:paraId="6E9E18FF" w14:textId="494EC6CE" w:rsidR="001971B7" w:rsidRPr="001971B7" w:rsidRDefault="001971B7" w:rsidP="009034AD">
            <w:pPr>
              <w:pStyle w:val="Tabletext"/>
              <w:spacing w:after="0"/>
              <w:rPr>
                <w:i/>
                <w:szCs w:val="20"/>
                <w:lang w:val="fr-FR"/>
              </w:rPr>
            </w:pPr>
            <w:r w:rsidRPr="001971B7">
              <w:rPr>
                <w:i/>
                <w:szCs w:val="20"/>
                <w:lang w:val="fr-FR"/>
              </w:rPr>
              <w:t xml:space="preserve">j’écoute / je joue / je fais / je lis / </w:t>
            </w:r>
            <w:r w:rsidR="004939CA">
              <w:rPr>
                <w:i/>
                <w:szCs w:val="20"/>
                <w:lang w:val="fr-FR"/>
              </w:rPr>
              <w:br/>
            </w:r>
            <w:r w:rsidRPr="001971B7">
              <w:rPr>
                <w:i/>
                <w:szCs w:val="20"/>
                <w:lang w:val="fr-FR"/>
              </w:rPr>
              <w:t>je regarde / je vais ...</w:t>
            </w:r>
          </w:p>
          <w:p w14:paraId="4231E699" w14:textId="77777777" w:rsidR="001971B7" w:rsidRPr="001971B7" w:rsidRDefault="001971B7" w:rsidP="001971B7">
            <w:pPr>
              <w:pStyle w:val="Tabletext"/>
              <w:rPr>
                <w:i/>
                <w:szCs w:val="20"/>
                <w:lang w:val="fr-FR"/>
              </w:rPr>
            </w:pPr>
          </w:p>
          <w:p w14:paraId="0CDEC11B" w14:textId="77777777" w:rsidR="00F57973" w:rsidRDefault="001971B7" w:rsidP="009034AD">
            <w:pPr>
              <w:pStyle w:val="Tabletext"/>
              <w:spacing w:before="0" w:after="0"/>
              <w:rPr>
                <w:i/>
                <w:szCs w:val="20"/>
                <w:lang w:val="fr-FR"/>
              </w:rPr>
            </w:pPr>
            <w:r w:rsidRPr="001971B7">
              <w:rPr>
                <w:i/>
                <w:szCs w:val="20"/>
                <w:lang w:val="fr-FR"/>
              </w:rPr>
              <w:t xml:space="preserve">Je n’écoute pas ... </w:t>
            </w:r>
          </w:p>
          <w:p w14:paraId="2F882E95" w14:textId="241BA91C" w:rsidR="001971B7" w:rsidRPr="001971B7" w:rsidRDefault="001971B7" w:rsidP="00B06ED1">
            <w:pPr>
              <w:pStyle w:val="Tabletext"/>
              <w:spacing w:before="0" w:after="0"/>
              <w:rPr>
                <w:i/>
                <w:szCs w:val="20"/>
                <w:lang w:val="fr-FR"/>
              </w:rPr>
            </w:pPr>
            <w:r w:rsidRPr="001971B7">
              <w:rPr>
                <w:i/>
                <w:szCs w:val="20"/>
                <w:lang w:val="fr-FR"/>
              </w:rPr>
              <w:t>Je ne joue</w:t>
            </w:r>
            <w:r w:rsidR="002405CB">
              <w:rPr>
                <w:i/>
                <w:szCs w:val="20"/>
                <w:lang w:val="fr-FR"/>
              </w:rPr>
              <w:t xml:space="preserve"> </w:t>
            </w:r>
            <w:r w:rsidRPr="001971B7">
              <w:rPr>
                <w:i/>
                <w:szCs w:val="20"/>
                <w:lang w:val="fr-FR"/>
              </w:rPr>
              <w:t>/</w:t>
            </w:r>
            <w:r w:rsidR="002405CB">
              <w:rPr>
                <w:i/>
                <w:szCs w:val="20"/>
                <w:lang w:val="fr-FR"/>
              </w:rPr>
              <w:t xml:space="preserve"> </w:t>
            </w:r>
            <w:r w:rsidRPr="001971B7">
              <w:rPr>
                <w:i/>
                <w:szCs w:val="20"/>
                <w:lang w:val="fr-FR"/>
              </w:rPr>
              <w:t>lis</w:t>
            </w:r>
            <w:r w:rsidR="002405CB">
              <w:rPr>
                <w:i/>
                <w:szCs w:val="20"/>
                <w:lang w:val="fr-FR"/>
              </w:rPr>
              <w:t xml:space="preserve"> </w:t>
            </w:r>
            <w:r w:rsidRPr="001971B7">
              <w:rPr>
                <w:i/>
                <w:szCs w:val="20"/>
                <w:lang w:val="fr-FR"/>
              </w:rPr>
              <w:t>/</w:t>
            </w:r>
            <w:r w:rsidR="002405CB">
              <w:rPr>
                <w:i/>
                <w:szCs w:val="20"/>
                <w:lang w:val="fr-FR"/>
              </w:rPr>
              <w:t xml:space="preserve"> </w:t>
            </w:r>
            <w:r w:rsidRPr="001971B7">
              <w:rPr>
                <w:i/>
                <w:szCs w:val="20"/>
                <w:lang w:val="fr-FR"/>
              </w:rPr>
              <w:t>vais jamais ...</w:t>
            </w:r>
          </w:p>
          <w:p w14:paraId="28CE0DB6" w14:textId="19B7A529" w:rsidR="00902559" w:rsidRDefault="001971B7" w:rsidP="009034AD">
            <w:pPr>
              <w:pStyle w:val="Tabletext"/>
              <w:spacing w:before="0" w:after="0"/>
              <w:rPr>
                <w:i/>
                <w:szCs w:val="20"/>
                <w:lang w:val="fr-FR"/>
              </w:rPr>
            </w:pPr>
            <w:r w:rsidRPr="001971B7">
              <w:rPr>
                <w:i/>
                <w:szCs w:val="20"/>
                <w:lang w:val="fr-FR"/>
              </w:rPr>
              <w:t>Je ne fais</w:t>
            </w:r>
            <w:r>
              <w:rPr>
                <w:i/>
                <w:szCs w:val="20"/>
                <w:lang w:val="fr-FR"/>
              </w:rPr>
              <w:t xml:space="preserve"> </w:t>
            </w:r>
            <w:r w:rsidRPr="001971B7">
              <w:rPr>
                <w:i/>
                <w:szCs w:val="20"/>
                <w:lang w:val="fr-FR"/>
              </w:rPr>
              <w:t>/</w:t>
            </w:r>
            <w:r>
              <w:rPr>
                <w:i/>
                <w:szCs w:val="20"/>
                <w:lang w:val="fr-FR"/>
              </w:rPr>
              <w:t xml:space="preserve"> </w:t>
            </w:r>
            <w:r w:rsidRPr="001971B7">
              <w:rPr>
                <w:i/>
                <w:szCs w:val="20"/>
                <w:lang w:val="fr-FR"/>
              </w:rPr>
              <w:t>regarde</w:t>
            </w:r>
            <w:r>
              <w:rPr>
                <w:i/>
                <w:szCs w:val="20"/>
                <w:lang w:val="fr-FR"/>
              </w:rPr>
              <w:t xml:space="preserve"> </w:t>
            </w:r>
            <w:r w:rsidRPr="001971B7">
              <w:rPr>
                <w:i/>
                <w:szCs w:val="20"/>
                <w:lang w:val="fr-FR"/>
              </w:rPr>
              <w:t>/</w:t>
            </w:r>
            <w:r>
              <w:rPr>
                <w:i/>
                <w:szCs w:val="20"/>
                <w:lang w:val="fr-FR"/>
              </w:rPr>
              <w:t xml:space="preserve"> </w:t>
            </w:r>
            <w:r w:rsidRPr="001971B7">
              <w:rPr>
                <w:i/>
                <w:szCs w:val="20"/>
                <w:lang w:val="fr-FR"/>
              </w:rPr>
              <w:t>lis rien.</w:t>
            </w:r>
          </w:p>
          <w:p w14:paraId="1A14217F" w14:textId="5AC092D6" w:rsidR="001971B7" w:rsidRPr="00DD3FE4" w:rsidRDefault="001971B7" w:rsidP="001971B7">
            <w:pPr>
              <w:pStyle w:val="Tabletext"/>
              <w:rPr>
                <w:i/>
                <w:szCs w:val="20"/>
                <w:lang w:val="fr-FR"/>
              </w:rPr>
            </w:pPr>
          </w:p>
        </w:tc>
        <w:tc>
          <w:tcPr>
            <w:tcW w:w="1972" w:type="dxa"/>
          </w:tcPr>
          <w:p w14:paraId="738B04E1" w14:textId="77777777" w:rsidR="001971B7" w:rsidRDefault="001971B7" w:rsidP="001971B7">
            <w:r>
              <w:t>Dealing with synonyms</w:t>
            </w:r>
          </w:p>
          <w:p w14:paraId="37472A5E" w14:textId="77777777" w:rsidR="001971B7" w:rsidRDefault="001971B7" w:rsidP="001971B7"/>
          <w:p w14:paraId="40313117" w14:textId="76F53DC8" w:rsidR="001971B7" w:rsidRPr="0013006C" w:rsidRDefault="007B4416" w:rsidP="001971B7">
            <w:pPr>
              <w:rPr>
                <w:i/>
              </w:rPr>
            </w:pPr>
            <w:r w:rsidRPr="0013006C">
              <w:rPr>
                <w:b/>
              </w:rPr>
              <w:t>G:</w:t>
            </w:r>
            <w:r w:rsidR="001971B7" w:rsidRPr="0013006C">
              <w:t xml:space="preserve"> The verb </w:t>
            </w:r>
            <w:r w:rsidR="001971B7" w:rsidRPr="0013006C">
              <w:rPr>
                <w:i/>
              </w:rPr>
              <w:t>lire</w:t>
            </w:r>
          </w:p>
          <w:p w14:paraId="3A350A22" w14:textId="77777777" w:rsidR="001971B7" w:rsidRPr="0013006C" w:rsidRDefault="001971B7" w:rsidP="001971B7"/>
          <w:p w14:paraId="1FD29ED5" w14:textId="51D3CACE" w:rsidR="001971B7" w:rsidRPr="001971B7" w:rsidRDefault="007B4416" w:rsidP="001971B7">
            <w:pPr>
              <w:rPr>
                <w:lang w:val="fr-FR"/>
              </w:rPr>
            </w:pPr>
            <w:r w:rsidRPr="007B4416">
              <w:rPr>
                <w:b/>
                <w:lang w:val="fr-FR"/>
              </w:rPr>
              <w:t>G:</w:t>
            </w:r>
            <w:r w:rsidR="001971B7" w:rsidRPr="001971B7">
              <w:rPr>
                <w:lang w:val="fr-FR"/>
              </w:rPr>
              <w:t xml:space="preserve"> Negatives (</w:t>
            </w:r>
            <w:r w:rsidR="001971B7" w:rsidRPr="001971B7">
              <w:rPr>
                <w:i/>
                <w:lang w:val="fr-FR"/>
              </w:rPr>
              <w:t>ne ... pas</w:t>
            </w:r>
            <w:r w:rsidR="001971B7" w:rsidRPr="001971B7">
              <w:rPr>
                <w:lang w:val="fr-FR"/>
              </w:rPr>
              <w:t xml:space="preserve">, </w:t>
            </w:r>
            <w:r w:rsidR="001971B7" w:rsidRPr="001971B7">
              <w:rPr>
                <w:i/>
                <w:lang w:val="fr-FR"/>
              </w:rPr>
              <w:t>ne ... jamais</w:t>
            </w:r>
            <w:r w:rsidR="001971B7" w:rsidRPr="001971B7">
              <w:rPr>
                <w:lang w:val="fr-FR"/>
              </w:rPr>
              <w:t xml:space="preserve">, </w:t>
            </w:r>
            <w:r w:rsidR="001971B7" w:rsidRPr="001971B7">
              <w:rPr>
                <w:i/>
                <w:lang w:val="fr-FR"/>
              </w:rPr>
              <w:t>ne ... rien</w:t>
            </w:r>
            <w:r w:rsidR="001971B7" w:rsidRPr="001971B7">
              <w:rPr>
                <w:lang w:val="fr-FR"/>
              </w:rPr>
              <w:t>)</w:t>
            </w:r>
          </w:p>
          <w:p w14:paraId="6E241B1B" w14:textId="77777777" w:rsidR="001971B7" w:rsidRPr="001971B7" w:rsidRDefault="001971B7" w:rsidP="001971B7">
            <w:pPr>
              <w:rPr>
                <w:lang w:val="fr-FR"/>
              </w:rPr>
            </w:pPr>
          </w:p>
          <w:p w14:paraId="1155D371" w14:textId="4C42284C" w:rsidR="00753418" w:rsidRPr="001971B7" w:rsidRDefault="007B4416" w:rsidP="001971B7">
            <w:pPr>
              <w:rPr>
                <w:lang w:val="fr-FR"/>
              </w:rPr>
            </w:pPr>
            <w:r w:rsidRPr="007B4416">
              <w:rPr>
                <w:b/>
                <w:lang w:val="fr-FR"/>
              </w:rPr>
              <w:t>G:</w:t>
            </w:r>
            <w:r w:rsidR="001971B7" w:rsidRPr="001971B7">
              <w:rPr>
                <w:lang w:val="fr-FR"/>
              </w:rPr>
              <w:t xml:space="preserve"> Possessive adjectives: </w:t>
            </w:r>
            <w:r w:rsidR="001971B7" w:rsidRPr="001971B7">
              <w:rPr>
                <w:i/>
                <w:lang w:val="fr-FR"/>
              </w:rPr>
              <w:t>son</w:t>
            </w:r>
            <w:r w:rsidR="001971B7" w:rsidRPr="001971B7">
              <w:rPr>
                <w:lang w:val="fr-FR"/>
              </w:rPr>
              <w:t xml:space="preserve">, </w:t>
            </w:r>
            <w:r w:rsidR="001971B7" w:rsidRPr="001971B7">
              <w:rPr>
                <w:i/>
                <w:lang w:val="fr-FR"/>
              </w:rPr>
              <w:t>sa</w:t>
            </w:r>
            <w:r w:rsidR="001971B7" w:rsidRPr="001971B7">
              <w:rPr>
                <w:lang w:val="fr-FR"/>
              </w:rPr>
              <w:t xml:space="preserve">, </w:t>
            </w:r>
            <w:r w:rsidR="001971B7" w:rsidRPr="001971B7">
              <w:rPr>
                <w:i/>
                <w:lang w:val="fr-FR"/>
              </w:rPr>
              <w:t>ses</w:t>
            </w:r>
          </w:p>
        </w:tc>
      </w:tr>
      <w:tr w:rsidR="00753418" w:rsidRPr="00DD3FE4" w14:paraId="045BD2B6" w14:textId="77777777" w:rsidTr="00C828FA">
        <w:trPr>
          <w:cantSplit/>
          <w:trHeight w:val="1214"/>
        </w:trPr>
        <w:tc>
          <w:tcPr>
            <w:tcW w:w="1914" w:type="dxa"/>
          </w:tcPr>
          <w:p w14:paraId="2DEE9A0A" w14:textId="77777777" w:rsidR="002405CB" w:rsidRPr="002405CB" w:rsidRDefault="002405CB" w:rsidP="002405CB">
            <w:pPr>
              <w:pStyle w:val="Tabletext"/>
              <w:rPr>
                <w:b/>
                <w:szCs w:val="20"/>
                <w:lang w:val="fr-FR"/>
              </w:rPr>
            </w:pPr>
            <w:r w:rsidRPr="002405CB">
              <w:rPr>
                <w:b/>
                <w:szCs w:val="20"/>
                <w:lang w:val="fr-FR"/>
              </w:rPr>
              <w:t>4 Tu as fait des achats?</w:t>
            </w:r>
          </w:p>
          <w:p w14:paraId="35982F4D" w14:textId="5158B2D0" w:rsidR="002405CB" w:rsidRPr="002405CB" w:rsidRDefault="002405CB" w:rsidP="002405CB">
            <w:pPr>
              <w:pStyle w:val="Tabletext"/>
              <w:rPr>
                <w:szCs w:val="20"/>
                <w:u w:val="single"/>
              </w:rPr>
            </w:pPr>
            <w:r w:rsidRPr="002405CB">
              <w:rPr>
                <w:szCs w:val="20"/>
                <w:u w:val="single"/>
              </w:rPr>
              <w:t xml:space="preserve">Listening and Reading </w:t>
            </w:r>
            <w:r>
              <w:rPr>
                <w:szCs w:val="20"/>
                <w:u w:val="single"/>
              </w:rPr>
              <w:t>S</w:t>
            </w:r>
            <w:r w:rsidRPr="002405CB">
              <w:rPr>
                <w:szCs w:val="20"/>
                <w:u w:val="single"/>
              </w:rPr>
              <w:t>kills</w:t>
            </w:r>
          </w:p>
          <w:p w14:paraId="2A5B6342" w14:textId="1D3879FE" w:rsidR="002405CB" w:rsidRPr="002405CB" w:rsidRDefault="002405CB" w:rsidP="002405CB">
            <w:pPr>
              <w:pStyle w:val="Tabletext"/>
              <w:rPr>
                <w:szCs w:val="20"/>
              </w:rPr>
            </w:pPr>
            <w:r w:rsidRPr="002405CB">
              <w:rPr>
                <w:szCs w:val="20"/>
              </w:rPr>
              <w:t>(pp. 64</w:t>
            </w:r>
            <w:r>
              <w:rPr>
                <w:szCs w:val="20"/>
              </w:rPr>
              <w:t>–</w:t>
            </w:r>
            <w:r w:rsidRPr="002405CB">
              <w:rPr>
                <w:szCs w:val="20"/>
              </w:rPr>
              <w:t>65)</w:t>
            </w:r>
          </w:p>
          <w:p w14:paraId="0EFB9CFE" w14:textId="77777777" w:rsidR="002405CB" w:rsidRPr="002405CB" w:rsidRDefault="002405CB" w:rsidP="002405CB">
            <w:pPr>
              <w:pStyle w:val="Tabletext"/>
              <w:rPr>
                <w:szCs w:val="20"/>
              </w:rPr>
            </w:pPr>
          </w:p>
          <w:p w14:paraId="65C270B9" w14:textId="77777777" w:rsidR="002405CB" w:rsidRPr="002405CB" w:rsidRDefault="002405CB" w:rsidP="002405CB">
            <w:pPr>
              <w:pStyle w:val="Tabletext"/>
              <w:rPr>
                <w:szCs w:val="20"/>
              </w:rPr>
            </w:pPr>
            <w:r w:rsidRPr="002405CB">
              <w:rPr>
                <w:szCs w:val="20"/>
              </w:rPr>
              <w:t xml:space="preserve">Spotting synonyms </w:t>
            </w:r>
          </w:p>
          <w:p w14:paraId="6F6B48BD" w14:textId="77777777" w:rsidR="002405CB" w:rsidRPr="002405CB" w:rsidRDefault="002405CB" w:rsidP="002405CB">
            <w:pPr>
              <w:pStyle w:val="Tabletext"/>
              <w:rPr>
                <w:szCs w:val="20"/>
              </w:rPr>
            </w:pPr>
          </w:p>
          <w:p w14:paraId="27C756E0" w14:textId="01D26B35" w:rsidR="00753418" w:rsidRPr="00923CF4" w:rsidRDefault="002405CB" w:rsidP="002405CB">
            <w:pPr>
              <w:pStyle w:val="Tabletext"/>
              <w:rPr>
                <w:szCs w:val="20"/>
              </w:rPr>
            </w:pPr>
            <w:r w:rsidRPr="002405CB">
              <w:rPr>
                <w:szCs w:val="20"/>
              </w:rPr>
              <w:t>Looking up perfect tense verbs when reading</w:t>
            </w:r>
          </w:p>
        </w:tc>
        <w:tc>
          <w:tcPr>
            <w:tcW w:w="2050" w:type="dxa"/>
          </w:tcPr>
          <w:p w14:paraId="6DFA9D2D" w14:textId="77777777" w:rsidR="00DD3FE4" w:rsidRPr="00DD3FE4" w:rsidRDefault="00DD3FE4" w:rsidP="00DD3FE4">
            <w:pPr>
              <w:pStyle w:val="Tabletext"/>
              <w:rPr>
                <w:b/>
                <w:szCs w:val="20"/>
              </w:rPr>
            </w:pPr>
            <w:r w:rsidRPr="00DD3FE4">
              <w:rPr>
                <w:b/>
                <w:szCs w:val="20"/>
              </w:rPr>
              <w:t>PoS</w:t>
            </w:r>
          </w:p>
          <w:p w14:paraId="60D0F7C5" w14:textId="77777777" w:rsidR="002405CB" w:rsidRPr="002405CB" w:rsidRDefault="002405CB" w:rsidP="002405CB">
            <w:pPr>
              <w:pStyle w:val="Tabletext"/>
              <w:rPr>
                <w:b/>
                <w:szCs w:val="20"/>
              </w:rPr>
            </w:pPr>
            <w:r w:rsidRPr="002405CB">
              <w:rPr>
                <w:b/>
                <w:szCs w:val="20"/>
              </w:rPr>
              <w:t xml:space="preserve">LC1 </w:t>
            </w:r>
            <w:r w:rsidRPr="002405CB">
              <w:rPr>
                <w:szCs w:val="20"/>
              </w:rPr>
              <w:t>Listening and responding</w:t>
            </w:r>
          </w:p>
          <w:p w14:paraId="4BBE2FFC" w14:textId="77777777" w:rsidR="002405CB" w:rsidRPr="002405CB" w:rsidRDefault="002405CB" w:rsidP="002405CB">
            <w:pPr>
              <w:pStyle w:val="Tabletext"/>
              <w:rPr>
                <w:b/>
                <w:szCs w:val="20"/>
              </w:rPr>
            </w:pPr>
          </w:p>
          <w:p w14:paraId="5A43B435" w14:textId="77777777" w:rsidR="002405CB" w:rsidRPr="002405CB" w:rsidRDefault="002405CB" w:rsidP="002405CB">
            <w:pPr>
              <w:pStyle w:val="Tabletext"/>
              <w:rPr>
                <w:b/>
                <w:szCs w:val="20"/>
              </w:rPr>
            </w:pPr>
            <w:r w:rsidRPr="002405CB">
              <w:rPr>
                <w:b/>
                <w:szCs w:val="20"/>
              </w:rPr>
              <w:t xml:space="preserve">LC6 </w:t>
            </w:r>
            <w:r w:rsidRPr="002405CB">
              <w:rPr>
                <w:szCs w:val="20"/>
              </w:rPr>
              <w:t>Reading comprehension / Translation into English</w:t>
            </w:r>
          </w:p>
          <w:p w14:paraId="7265310A" w14:textId="77777777" w:rsidR="002405CB" w:rsidRPr="002405CB" w:rsidRDefault="002405CB" w:rsidP="002405CB">
            <w:pPr>
              <w:pStyle w:val="Tabletext"/>
              <w:rPr>
                <w:b/>
                <w:szCs w:val="20"/>
              </w:rPr>
            </w:pPr>
          </w:p>
          <w:p w14:paraId="3860C173" w14:textId="2919FFE0" w:rsidR="00DD3FE4" w:rsidRDefault="002405CB" w:rsidP="002405CB">
            <w:pPr>
              <w:pStyle w:val="Tabletext"/>
              <w:rPr>
                <w:b/>
                <w:szCs w:val="20"/>
              </w:rPr>
            </w:pPr>
            <w:r w:rsidRPr="002405CB">
              <w:rPr>
                <w:b/>
                <w:szCs w:val="20"/>
              </w:rPr>
              <w:t xml:space="preserve">LC8 </w:t>
            </w:r>
            <w:r w:rsidRPr="002405CB">
              <w:rPr>
                <w:szCs w:val="20"/>
              </w:rPr>
              <w:t>Writing creatively</w:t>
            </w:r>
          </w:p>
          <w:p w14:paraId="657A0C57" w14:textId="77777777" w:rsidR="002405CB" w:rsidRPr="00DD3FE4" w:rsidRDefault="002405CB" w:rsidP="002405CB">
            <w:pPr>
              <w:pStyle w:val="Tabletext"/>
              <w:rPr>
                <w:b/>
                <w:szCs w:val="20"/>
              </w:rPr>
            </w:pPr>
          </w:p>
          <w:p w14:paraId="255C97D5" w14:textId="3F0919E7" w:rsidR="00753418" w:rsidRPr="00DD3FE4" w:rsidRDefault="00DD3FE4" w:rsidP="00DD3FE4">
            <w:pPr>
              <w:pStyle w:val="Tabletext"/>
              <w:rPr>
                <w:b/>
                <w:szCs w:val="20"/>
              </w:rPr>
            </w:pPr>
            <w:r w:rsidRPr="00DD3FE4">
              <w:rPr>
                <w:b/>
                <w:szCs w:val="20"/>
              </w:rPr>
              <w:t xml:space="preserve">PPS: </w:t>
            </w:r>
            <w:r w:rsidR="003D7937">
              <w:rPr>
                <w:szCs w:val="20"/>
              </w:rPr>
              <w:t>4th–6th Steps</w:t>
            </w:r>
          </w:p>
        </w:tc>
        <w:tc>
          <w:tcPr>
            <w:tcW w:w="3686" w:type="dxa"/>
          </w:tcPr>
          <w:p w14:paraId="7FCC7043" w14:textId="77777777" w:rsidR="006E56CE" w:rsidRPr="006E56CE" w:rsidRDefault="006E56CE" w:rsidP="006E56CE">
            <w:pPr>
              <w:pStyle w:val="Tabletext"/>
              <w:rPr>
                <w:i/>
                <w:szCs w:val="20"/>
                <w:lang w:val="fr-FR"/>
              </w:rPr>
            </w:pPr>
            <w:r w:rsidRPr="006E56CE">
              <w:rPr>
                <w:i/>
                <w:szCs w:val="20"/>
                <w:lang w:val="fr-FR"/>
              </w:rPr>
              <w:t>J’ai fait les magasins / des achats.</w:t>
            </w:r>
          </w:p>
          <w:p w14:paraId="60FBBF69" w14:textId="77777777" w:rsidR="006E56CE" w:rsidRPr="006E56CE" w:rsidRDefault="006E56CE" w:rsidP="006E56CE">
            <w:pPr>
              <w:pStyle w:val="Tabletext"/>
              <w:rPr>
                <w:i/>
                <w:szCs w:val="20"/>
                <w:lang w:val="fr-FR"/>
              </w:rPr>
            </w:pPr>
            <w:r w:rsidRPr="006E56CE">
              <w:rPr>
                <w:i/>
                <w:szCs w:val="20"/>
                <w:lang w:val="fr-FR"/>
              </w:rPr>
              <w:t>J’ai fait une promenade / une balade.</w:t>
            </w:r>
          </w:p>
          <w:p w14:paraId="34EB0FC3" w14:textId="77777777" w:rsidR="006E56CE" w:rsidRPr="006E56CE" w:rsidRDefault="006E56CE" w:rsidP="006E56CE">
            <w:pPr>
              <w:pStyle w:val="Tabletext"/>
              <w:rPr>
                <w:i/>
                <w:szCs w:val="20"/>
                <w:lang w:val="fr-FR"/>
              </w:rPr>
            </w:pPr>
            <w:r w:rsidRPr="006E56CE">
              <w:rPr>
                <w:i/>
                <w:szCs w:val="20"/>
                <w:lang w:val="fr-FR"/>
              </w:rPr>
              <w:t>J’ai fait du cyclisme / du vélo.</w:t>
            </w:r>
          </w:p>
          <w:p w14:paraId="38C885E8" w14:textId="77777777" w:rsidR="006E56CE" w:rsidRPr="006E56CE" w:rsidRDefault="006E56CE" w:rsidP="006E56CE">
            <w:pPr>
              <w:pStyle w:val="Tabletext"/>
              <w:rPr>
                <w:i/>
                <w:szCs w:val="20"/>
                <w:lang w:val="fr-FR"/>
              </w:rPr>
            </w:pPr>
            <w:r w:rsidRPr="006E56CE">
              <w:rPr>
                <w:i/>
                <w:szCs w:val="20"/>
                <w:lang w:val="fr-FR"/>
              </w:rPr>
              <w:t>J’ai nagé / fait de la natation.</w:t>
            </w:r>
          </w:p>
          <w:p w14:paraId="7FC5D57E" w14:textId="77777777" w:rsidR="006E56CE" w:rsidRPr="006E56CE" w:rsidRDefault="006E56CE" w:rsidP="006E56CE">
            <w:pPr>
              <w:pStyle w:val="Tabletext"/>
              <w:rPr>
                <w:i/>
                <w:szCs w:val="20"/>
                <w:lang w:val="fr-FR"/>
              </w:rPr>
            </w:pPr>
          </w:p>
          <w:p w14:paraId="639C3629" w14:textId="4E84733E" w:rsidR="006E56CE" w:rsidRPr="006E56CE" w:rsidRDefault="006E56CE" w:rsidP="006E56CE">
            <w:pPr>
              <w:pStyle w:val="Tabletext"/>
              <w:rPr>
                <w:i/>
                <w:szCs w:val="20"/>
                <w:lang w:val="fr-FR"/>
              </w:rPr>
            </w:pPr>
            <w:r w:rsidRPr="006E56CE">
              <w:rPr>
                <w:i/>
                <w:szCs w:val="20"/>
                <w:lang w:val="fr-FR"/>
              </w:rPr>
              <w:t xml:space="preserve">j’ai découvert / j’ai attendu / </w:t>
            </w:r>
            <w:r w:rsidR="00B30CC7">
              <w:rPr>
                <w:i/>
                <w:szCs w:val="20"/>
                <w:lang w:val="fr-FR"/>
              </w:rPr>
              <w:br/>
            </w:r>
            <w:r w:rsidRPr="006E56CE">
              <w:rPr>
                <w:i/>
                <w:szCs w:val="20"/>
                <w:lang w:val="fr-FR"/>
              </w:rPr>
              <w:t xml:space="preserve">j’ai dépensé /  j’ai essayé / j’ai bu / </w:t>
            </w:r>
            <w:r w:rsidR="00B30CC7">
              <w:rPr>
                <w:i/>
                <w:szCs w:val="20"/>
                <w:lang w:val="fr-FR"/>
              </w:rPr>
              <w:br/>
            </w:r>
            <w:r w:rsidRPr="006E56CE">
              <w:rPr>
                <w:i/>
                <w:szCs w:val="20"/>
                <w:lang w:val="fr-FR"/>
              </w:rPr>
              <w:t>j’ai vu / j’ai lu</w:t>
            </w:r>
          </w:p>
          <w:p w14:paraId="7AD6B89B" w14:textId="77777777" w:rsidR="006E56CE" w:rsidRPr="006E56CE" w:rsidRDefault="006E56CE" w:rsidP="006E56CE">
            <w:pPr>
              <w:pStyle w:val="Tabletext"/>
              <w:rPr>
                <w:i/>
                <w:szCs w:val="20"/>
                <w:lang w:val="fr-FR"/>
              </w:rPr>
            </w:pPr>
          </w:p>
          <w:p w14:paraId="1A74F9DD" w14:textId="77777777" w:rsidR="006E56CE" w:rsidRPr="006E56CE" w:rsidRDefault="006E56CE" w:rsidP="006E56CE">
            <w:pPr>
              <w:pStyle w:val="Tabletext"/>
              <w:rPr>
                <w:i/>
                <w:szCs w:val="20"/>
                <w:lang w:val="fr-FR"/>
              </w:rPr>
            </w:pPr>
            <w:r w:rsidRPr="006E56CE">
              <w:rPr>
                <w:i/>
                <w:szCs w:val="20"/>
                <w:lang w:val="fr-FR"/>
              </w:rPr>
              <w:t>Hier / Samedi dernier, je suis allé(e) … avec …</w:t>
            </w:r>
          </w:p>
          <w:p w14:paraId="14A247F6" w14:textId="55AD04CC" w:rsidR="006E56CE" w:rsidRPr="006E56CE" w:rsidRDefault="006E56CE" w:rsidP="006E56CE">
            <w:pPr>
              <w:pStyle w:val="Tabletext"/>
              <w:rPr>
                <w:i/>
                <w:szCs w:val="20"/>
                <w:lang w:val="fr-FR"/>
              </w:rPr>
            </w:pPr>
            <w:r w:rsidRPr="006E56CE">
              <w:rPr>
                <w:i/>
                <w:szCs w:val="20"/>
                <w:lang w:val="fr-FR"/>
              </w:rPr>
              <w:t xml:space="preserve">J’ai acheté … </w:t>
            </w:r>
            <w:r w:rsidR="000E38E8">
              <w:rPr>
                <w:i/>
                <w:szCs w:val="20"/>
                <w:lang w:val="fr-FR"/>
              </w:rPr>
              <w:t xml:space="preserve">/ </w:t>
            </w:r>
            <w:r w:rsidRPr="006E56CE">
              <w:rPr>
                <w:i/>
                <w:szCs w:val="20"/>
                <w:lang w:val="fr-FR"/>
              </w:rPr>
              <w:t>Je n’ai rien acheté</w:t>
            </w:r>
            <w:r w:rsidR="000E38E8">
              <w:rPr>
                <w:i/>
                <w:szCs w:val="20"/>
                <w:lang w:val="fr-FR"/>
              </w:rPr>
              <w:t>.</w:t>
            </w:r>
          </w:p>
          <w:p w14:paraId="5985C5BF" w14:textId="34A77ECD" w:rsidR="00CF7EAD" w:rsidRDefault="006E56CE" w:rsidP="006E56CE">
            <w:pPr>
              <w:pStyle w:val="Tabletext"/>
              <w:spacing w:after="0"/>
              <w:rPr>
                <w:i/>
                <w:szCs w:val="20"/>
                <w:lang w:val="fr-FR"/>
              </w:rPr>
            </w:pPr>
            <w:r w:rsidRPr="006E56CE">
              <w:rPr>
                <w:i/>
                <w:szCs w:val="20"/>
                <w:lang w:val="fr-FR"/>
              </w:rPr>
              <w:t xml:space="preserve">J’ai </w:t>
            </w:r>
            <w:r w:rsidR="00436330">
              <w:rPr>
                <w:i/>
                <w:szCs w:val="20"/>
                <w:lang w:val="fr-FR"/>
              </w:rPr>
              <w:t xml:space="preserve">bu / </w:t>
            </w:r>
            <w:r w:rsidRPr="006E56CE">
              <w:rPr>
                <w:i/>
                <w:szCs w:val="20"/>
                <w:lang w:val="fr-FR"/>
              </w:rPr>
              <w:t xml:space="preserve">mangé / fait  / </w:t>
            </w:r>
            <w:r w:rsidR="00436330">
              <w:rPr>
                <w:i/>
                <w:szCs w:val="20"/>
                <w:lang w:val="fr-FR"/>
              </w:rPr>
              <w:t xml:space="preserve">vu / </w:t>
            </w:r>
            <w:r w:rsidRPr="006E56CE">
              <w:rPr>
                <w:i/>
                <w:szCs w:val="20"/>
                <w:lang w:val="fr-FR"/>
              </w:rPr>
              <w:t xml:space="preserve">pris …   </w:t>
            </w:r>
          </w:p>
          <w:p w14:paraId="18B83B3E" w14:textId="2A897943" w:rsidR="00436330" w:rsidRDefault="00436330" w:rsidP="006E56CE">
            <w:pPr>
              <w:pStyle w:val="Tabletext"/>
              <w:spacing w:after="0"/>
              <w:rPr>
                <w:i/>
                <w:szCs w:val="20"/>
                <w:lang w:val="fr-FR"/>
              </w:rPr>
            </w:pPr>
            <w:r>
              <w:rPr>
                <w:i/>
                <w:szCs w:val="20"/>
                <w:lang w:val="fr-FR"/>
              </w:rPr>
              <w:t>C’était … parce que …</w:t>
            </w:r>
          </w:p>
          <w:p w14:paraId="6C3992A7" w14:textId="7B612999" w:rsidR="00FD0E4C" w:rsidRPr="00DD3FE4" w:rsidRDefault="00FD0E4C" w:rsidP="00FD0E4C">
            <w:pPr>
              <w:pStyle w:val="Tabletext"/>
              <w:rPr>
                <w:i/>
                <w:szCs w:val="20"/>
                <w:lang w:val="fr-FR"/>
              </w:rPr>
            </w:pPr>
          </w:p>
        </w:tc>
        <w:tc>
          <w:tcPr>
            <w:tcW w:w="1972" w:type="dxa"/>
          </w:tcPr>
          <w:p w14:paraId="41819BB1" w14:textId="1BB2C6D0" w:rsidR="00FD0E4C" w:rsidRDefault="00FD0E4C" w:rsidP="00FD0E4C">
            <w:r w:rsidRPr="00255C66">
              <w:rPr>
                <w:b/>
              </w:rPr>
              <w:t>G</w:t>
            </w:r>
            <w:r w:rsidR="00255C66" w:rsidRPr="00255C66">
              <w:rPr>
                <w:b/>
              </w:rPr>
              <w:t>:</w:t>
            </w:r>
            <w:r>
              <w:t xml:space="preserve"> Using the perfect tense and </w:t>
            </w:r>
            <w:r w:rsidRPr="00FD0E4C">
              <w:rPr>
                <w:i/>
              </w:rPr>
              <w:t>c’était</w:t>
            </w:r>
            <w:r>
              <w:t xml:space="preserve"> + adjective</w:t>
            </w:r>
          </w:p>
          <w:p w14:paraId="243EAE8B" w14:textId="77777777" w:rsidR="00FD0E4C" w:rsidRDefault="00FD0E4C" w:rsidP="00FD0E4C"/>
          <w:p w14:paraId="13BACACA" w14:textId="77777777" w:rsidR="00FD0E4C" w:rsidRDefault="00FD0E4C" w:rsidP="00FD0E4C">
            <w:r>
              <w:t>Spotting synonyms</w:t>
            </w:r>
          </w:p>
          <w:p w14:paraId="00025505" w14:textId="77777777" w:rsidR="00FD0E4C" w:rsidRDefault="00FD0E4C" w:rsidP="00FD0E4C"/>
          <w:p w14:paraId="748445AE" w14:textId="77777777" w:rsidR="00FD0E4C" w:rsidRDefault="00FD0E4C" w:rsidP="00FD0E4C">
            <w:r>
              <w:t>Irregular past participles (</w:t>
            </w:r>
            <w:r w:rsidRPr="00FD0E4C">
              <w:rPr>
                <w:i/>
              </w:rPr>
              <w:t>bu</w:t>
            </w:r>
            <w:r>
              <w:t xml:space="preserve">, </w:t>
            </w:r>
            <w:r w:rsidRPr="00FD0E4C">
              <w:rPr>
                <w:i/>
              </w:rPr>
              <w:t>lu</w:t>
            </w:r>
            <w:r>
              <w:t xml:space="preserve">, </w:t>
            </w:r>
            <w:r w:rsidRPr="00FD0E4C">
              <w:rPr>
                <w:i/>
              </w:rPr>
              <w:t>vu</w:t>
            </w:r>
            <w:r w:rsidRPr="00FD0E4C">
              <w:t>)</w:t>
            </w:r>
          </w:p>
          <w:p w14:paraId="11720C24" w14:textId="77777777" w:rsidR="00FD0E4C" w:rsidRDefault="00FD0E4C" w:rsidP="00FD0E4C"/>
          <w:p w14:paraId="77BC0D6C" w14:textId="5F487FF1" w:rsidR="00753418" w:rsidRPr="00DD3FE4" w:rsidRDefault="00FD0E4C" w:rsidP="00FD0E4C">
            <w:r>
              <w:t>Looking up perfect tense verbs</w:t>
            </w:r>
          </w:p>
        </w:tc>
      </w:tr>
      <w:tr w:rsidR="00753418" w:rsidRPr="00DD3FE4" w14:paraId="1E7CE77F" w14:textId="77777777" w:rsidTr="00C828FA">
        <w:trPr>
          <w:cantSplit/>
          <w:trHeight w:val="1214"/>
        </w:trPr>
        <w:tc>
          <w:tcPr>
            <w:tcW w:w="1914" w:type="dxa"/>
          </w:tcPr>
          <w:p w14:paraId="5731ADD8" w14:textId="5B955943" w:rsidR="006308D5" w:rsidRPr="006308D5" w:rsidRDefault="006308D5" w:rsidP="006308D5">
            <w:pPr>
              <w:pStyle w:val="Tabletext"/>
              <w:rPr>
                <w:b/>
                <w:szCs w:val="20"/>
              </w:rPr>
            </w:pPr>
            <w:r w:rsidRPr="006308D5">
              <w:rPr>
                <w:b/>
                <w:szCs w:val="20"/>
              </w:rPr>
              <w:lastRenderedPageBreak/>
              <w:t xml:space="preserve">5 </w:t>
            </w:r>
            <w:r w:rsidR="002116CF" w:rsidRPr="002116CF">
              <w:rPr>
                <w:b/>
                <w:szCs w:val="20"/>
              </w:rPr>
              <w:t>Normalement, hier et demain</w:t>
            </w:r>
          </w:p>
          <w:p w14:paraId="27E70EB0" w14:textId="0506F3D3" w:rsidR="006308D5" w:rsidRPr="006308D5" w:rsidRDefault="006308D5" w:rsidP="006308D5">
            <w:pPr>
              <w:pStyle w:val="Tabletext"/>
              <w:rPr>
                <w:szCs w:val="20"/>
                <w:u w:val="single"/>
              </w:rPr>
            </w:pPr>
            <w:r w:rsidRPr="006308D5">
              <w:rPr>
                <w:szCs w:val="20"/>
                <w:u w:val="single"/>
              </w:rPr>
              <w:t xml:space="preserve">Speaking </w:t>
            </w:r>
            <w:r w:rsidR="000A06AE">
              <w:rPr>
                <w:szCs w:val="20"/>
                <w:u w:val="single"/>
              </w:rPr>
              <w:t>S</w:t>
            </w:r>
            <w:r w:rsidRPr="006308D5">
              <w:rPr>
                <w:szCs w:val="20"/>
                <w:u w:val="single"/>
              </w:rPr>
              <w:t>kills</w:t>
            </w:r>
          </w:p>
          <w:p w14:paraId="662B39E5" w14:textId="51EDB93E" w:rsidR="006308D5" w:rsidRPr="006308D5" w:rsidRDefault="006308D5" w:rsidP="006308D5">
            <w:pPr>
              <w:pStyle w:val="Tabletext"/>
              <w:rPr>
                <w:szCs w:val="20"/>
              </w:rPr>
            </w:pPr>
            <w:r w:rsidRPr="006308D5">
              <w:rPr>
                <w:szCs w:val="20"/>
              </w:rPr>
              <w:t xml:space="preserve">(pp. </w:t>
            </w:r>
            <w:r w:rsidR="002116CF">
              <w:rPr>
                <w:szCs w:val="20"/>
              </w:rPr>
              <w:t>66</w:t>
            </w:r>
            <w:r w:rsidRPr="006308D5">
              <w:rPr>
                <w:szCs w:val="20"/>
              </w:rPr>
              <w:t>–</w:t>
            </w:r>
            <w:r w:rsidR="002116CF">
              <w:rPr>
                <w:szCs w:val="20"/>
              </w:rPr>
              <w:t>67</w:t>
            </w:r>
            <w:r w:rsidRPr="006308D5">
              <w:rPr>
                <w:szCs w:val="20"/>
              </w:rPr>
              <w:t>)</w:t>
            </w:r>
          </w:p>
          <w:p w14:paraId="2358FCBB" w14:textId="77777777" w:rsidR="006308D5" w:rsidRPr="006308D5" w:rsidRDefault="006308D5" w:rsidP="006308D5">
            <w:pPr>
              <w:pStyle w:val="Tabletext"/>
              <w:rPr>
                <w:szCs w:val="20"/>
              </w:rPr>
            </w:pPr>
          </w:p>
          <w:p w14:paraId="1A196BBA" w14:textId="77777777" w:rsidR="002116CF" w:rsidRPr="002116CF" w:rsidRDefault="002116CF" w:rsidP="002116CF">
            <w:pPr>
              <w:pStyle w:val="Tabletext"/>
              <w:rPr>
                <w:szCs w:val="20"/>
              </w:rPr>
            </w:pPr>
            <w:r w:rsidRPr="002116CF">
              <w:rPr>
                <w:szCs w:val="20"/>
              </w:rPr>
              <w:t>Using three tenses when speaking</w:t>
            </w:r>
          </w:p>
          <w:p w14:paraId="5C466E4C" w14:textId="77777777" w:rsidR="002116CF" w:rsidRPr="002116CF" w:rsidRDefault="002116CF" w:rsidP="002116CF">
            <w:pPr>
              <w:pStyle w:val="Tabletext"/>
              <w:rPr>
                <w:szCs w:val="20"/>
              </w:rPr>
            </w:pPr>
          </w:p>
          <w:p w14:paraId="540D7131" w14:textId="15024E80" w:rsidR="00753418" w:rsidRPr="00DD3FE4" w:rsidRDefault="002116CF" w:rsidP="002116CF">
            <w:pPr>
              <w:pStyle w:val="Tabletext"/>
              <w:rPr>
                <w:b/>
                <w:szCs w:val="20"/>
              </w:rPr>
            </w:pPr>
            <w:r w:rsidRPr="002116CF">
              <w:rPr>
                <w:szCs w:val="20"/>
              </w:rPr>
              <w:t>Speaking from notes</w:t>
            </w:r>
          </w:p>
        </w:tc>
        <w:tc>
          <w:tcPr>
            <w:tcW w:w="2050" w:type="dxa"/>
          </w:tcPr>
          <w:p w14:paraId="16A8F336" w14:textId="77777777" w:rsidR="006308D5" w:rsidRPr="006308D5" w:rsidRDefault="006308D5" w:rsidP="006308D5">
            <w:pPr>
              <w:pStyle w:val="Tabletext"/>
              <w:rPr>
                <w:b/>
                <w:szCs w:val="20"/>
              </w:rPr>
            </w:pPr>
            <w:r w:rsidRPr="006308D5">
              <w:rPr>
                <w:b/>
                <w:szCs w:val="20"/>
              </w:rPr>
              <w:t>PoS</w:t>
            </w:r>
          </w:p>
          <w:p w14:paraId="6A871670" w14:textId="77777777" w:rsidR="006308D5" w:rsidRPr="006308D5" w:rsidRDefault="006308D5" w:rsidP="006308D5">
            <w:pPr>
              <w:pStyle w:val="Tabletext"/>
              <w:rPr>
                <w:b/>
                <w:szCs w:val="20"/>
              </w:rPr>
            </w:pPr>
            <w:r w:rsidRPr="006308D5">
              <w:rPr>
                <w:b/>
                <w:szCs w:val="20"/>
              </w:rPr>
              <w:t xml:space="preserve">GV1 </w:t>
            </w:r>
            <w:r w:rsidRPr="006308D5">
              <w:rPr>
                <w:szCs w:val="20"/>
              </w:rPr>
              <w:t>Tenses</w:t>
            </w:r>
          </w:p>
          <w:p w14:paraId="5B74ACE3" w14:textId="77777777" w:rsidR="006308D5" w:rsidRPr="006308D5" w:rsidRDefault="006308D5" w:rsidP="006308D5">
            <w:pPr>
              <w:pStyle w:val="Tabletext"/>
              <w:rPr>
                <w:b/>
                <w:szCs w:val="20"/>
              </w:rPr>
            </w:pPr>
          </w:p>
          <w:p w14:paraId="25D47394" w14:textId="77777777" w:rsidR="002116CF" w:rsidRPr="002116CF" w:rsidRDefault="002116CF" w:rsidP="002116CF">
            <w:pPr>
              <w:pStyle w:val="Tabletext"/>
              <w:rPr>
                <w:b/>
                <w:szCs w:val="20"/>
              </w:rPr>
            </w:pPr>
            <w:r w:rsidRPr="002116CF">
              <w:rPr>
                <w:b/>
                <w:szCs w:val="20"/>
              </w:rPr>
              <w:t xml:space="preserve">GV2 </w:t>
            </w:r>
            <w:r w:rsidRPr="002116CF">
              <w:rPr>
                <w:szCs w:val="20"/>
              </w:rPr>
              <w:t>Grammatical structures</w:t>
            </w:r>
          </w:p>
          <w:p w14:paraId="6262B8A6" w14:textId="77777777" w:rsidR="002116CF" w:rsidRPr="002116CF" w:rsidRDefault="002116CF" w:rsidP="002116CF">
            <w:pPr>
              <w:pStyle w:val="Tabletext"/>
              <w:rPr>
                <w:b/>
                <w:szCs w:val="20"/>
              </w:rPr>
            </w:pPr>
          </w:p>
          <w:p w14:paraId="0052A7E1" w14:textId="77777777" w:rsidR="002116CF" w:rsidRPr="002116CF" w:rsidRDefault="002116CF" w:rsidP="002116CF">
            <w:pPr>
              <w:pStyle w:val="Tabletext"/>
              <w:rPr>
                <w:b/>
                <w:szCs w:val="20"/>
              </w:rPr>
            </w:pPr>
            <w:r w:rsidRPr="002116CF">
              <w:rPr>
                <w:b/>
                <w:szCs w:val="20"/>
              </w:rPr>
              <w:t xml:space="preserve">LC4 </w:t>
            </w:r>
            <w:r w:rsidRPr="002116CF">
              <w:rPr>
                <w:szCs w:val="20"/>
              </w:rPr>
              <w:t>Expressing ideas (speaking)</w:t>
            </w:r>
          </w:p>
          <w:p w14:paraId="7DFF019B" w14:textId="77777777" w:rsidR="002116CF" w:rsidRPr="002116CF" w:rsidRDefault="002116CF" w:rsidP="002116CF">
            <w:pPr>
              <w:pStyle w:val="Tabletext"/>
              <w:rPr>
                <w:b/>
                <w:szCs w:val="20"/>
              </w:rPr>
            </w:pPr>
          </w:p>
          <w:p w14:paraId="3AED9138" w14:textId="77777777" w:rsidR="002116CF" w:rsidRPr="002116CF" w:rsidRDefault="002116CF" w:rsidP="002116CF">
            <w:pPr>
              <w:pStyle w:val="Tabletext"/>
              <w:rPr>
                <w:szCs w:val="20"/>
              </w:rPr>
            </w:pPr>
            <w:r w:rsidRPr="002116CF">
              <w:rPr>
                <w:b/>
                <w:szCs w:val="20"/>
              </w:rPr>
              <w:t xml:space="preserve">LC5 </w:t>
            </w:r>
            <w:r w:rsidRPr="002116CF">
              <w:rPr>
                <w:szCs w:val="20"/>
              </w:rPr>
              <w:t xml:space="preserve">Speaking coherently and confidently / </w:t>
            </w:r>
          </w:p>
          <w:p w14:paraId="3AE2D58D" w14:textId="46E8E796" w:rsidR="006308D5" w:rsidRPr="002116CF" w:rsidRDefault="002116CF" w:rsidP="002116CF">
            <w:pPr>
              <w:pStyle w:val="Tabletext"/>
              <w:rPr>
                <w:szCs w:val="20"/>
              </w:rPr>
            </w:pPr>
            <w:r w:rsidRPr="002116CF">
              <w:rPr>
                <w:szCs w:val="20"/>
              </w:rPr>
              <w:t>Accurate pronunciation and intonation</w:t>
            </w:r>
          </w:p>
          <w:p w14:paraId="2B274D61" w14:textId="77777777" w:rsidR="006308D5" w:rsidRPr="006308D5" w:rsidRDefault="006308D5" w:rsidP="006308D5">
            <w:pPr>
              <w:pStyle w:val="Tabletext"/>
              <w:rPr>
                <w:b/>
                <w:szCs w:val="20"/>
              </w:rPr>
            </w:pPr>
          </w:p>
          <w:p w14:paraId="22BC5160" w14:textId="56A8E456" w:rsidR="00753418" w:rsidRPr="00DD3FE4" w:rsidRDefault="006308D5" w:rsidP="006308D5">
            <w:pPr>
              <w:pStyle w:val="Tabletext"/>
              <w:rPr>
                <w:b/>
                <w:szCs w:val="20"/>
              </w:rPr>
            </w:pPr>
            <w:r w:rsidRPr="006308D5">
              <w:rPr>
                <w:b/>
                <w:szCs w:val="20"/>
              </w:rPr>
              <w:t xml:space="preserve">PPS: </w:t>
            </w:r>
            <w:r w:rsidR="004D12C3">
              <w:rPr>
                <w:szCs w:val="20"/>
              </w:rPr>
              <w:t>7th Ste</w:t>
            </w:r>
            <w:r w:rsidR="00165AA3">
              <w:rPr>
                <w:szCs w:val="20"/>
              </w:rPr>
              <w:t>p</w:t>
            </w:r>
          </w:p>
        </w:tc>
        <w:tc>
          <w:tcPr>
            <w:tcW w:w="3686" w:type="dxa"/>
          </w:tcPr>
          <w:p w14:paraId="38CC4781" w14:textId="77777777" w:rsidR="002116CF" w:rsidRPr="002116CF" w:rsidRDefault="002116CF" w:rsidP="009034AD">
            <w:pPr>
              <w:pStyle w:val="Tabletext"/>
              <w:spacing w:after="0"/>
              <w:rPr>
                <w:i/>
                <w:szCs w:val="20"/>
                <w:lang w:val="fr-FR"/>
              </w:rPr>
            </w:pPr>
            <w:r w:rsidRPr="002116CF">
              <w:rPr>
                <w:i/>
                <w:szCs w:val="20"/>
                <w:lang w:val="fr-FR"/>
              </w:rPr>
              <w:t>Normalement / Hier / Demain ...</w:t>
            </w:r>
          </w:p>
          <w:p w14:paraId="0FE00000" w14:textId="77777777" w:rsidR="002116CF" w:rsidRPr="002116CF" w:rsidRDefault="002116CF" w:rsidP="002116CF">
            <w:pPr>
              <w:pStyle w:val="Tabletext"/>
              <w:rPr>
                <w:i/>
                <w:szCs w:val="20"/>
                <w:lang w:val="fr-FR"/>
              </w:rPr>
            </w:pPr>
          </w:p>
          <w:p w14:paraId="1F6CB534" w14:textId="77777777" w:rsidR="002116CF" w:rsidRPr="002116CF" w:rsidRDefault="002116CF" w:rsidP="009034AD">
            <w:pPr>
              <w:pStyle w:val="Tabletext"/>
              <w:spacing w:before="0"/>
              <w:rPr>
                <w:i/>
                <w:szCs w:val="20"/>
                <w:lang w:val="fr-FR"/>
              </w:rPr>
            </w:pPr>
            <w:r w:rsidRPr="002116CF">
              <w:rPr>
                <w:i/>
                <w:szCs w:val="20"/>
                <w:lang w:val="fr-FR"/>
              </w:rPr>
              <w:t>Je prends le bus et je vais au cinéma avec ma sœur.</w:t>
            </w:r>
          </w:p>
          <w:p w14:paraId="28703E05" w14:textId="77777777" w:rsidR="002116CF" w:rsidRPr="002116CF" w:rsidRDefault="002116CF" w:rsidP="00EB274E">
            <w:pPr>
              <w:pStyle w:val="Tabletext"/>
              <w:rPr>
                <w:i/>
                <w:szCs w:val="20"/>
                <w:lang w:val="fr-FR"/>
              </w:rPr>
            </w:pPr>
            <w:r w:rsidRPr="002116CF">
              <w:rPr>
                <w:i/>
                <w:szCs w:val="20"/>
                <w:lang w:val="fr-FR"/>
              </w:rPr>
              <w:t xml:space="preserve">J’adore les films de science-fiction parce qu’ils sont passionnants. </w:t>
            </w:r>
          </w:p>
          <w:p w14:paraId="50ED41A5" w14:textId="77777777" w:rsidR="002116CF" w:rsidRPr="002116CF" w:rsidRDefault="002116CF" w:rsidP="009034AD">
            <w:pPr>
              <w:pStyle w:val="Tabletext"/>
              <w:spacing w:before="0"/>
              <w:rPr>
                <w:i/>
                <w:szCs w:val="20"/>
                <w:lang w:val="fr-FR"/>
              </w:rPr>
            </w:pPr>
            <w:r w:rsidRPr="002116CF">
              <w:rPr>
                <w:i/>
                <w:szCs w:val="20"/>
                <w:lang w:val="fr-FR"/>
              </w:rPr>
              <w:t>L’après-midi, mon copain Robert et moi, nous jouons souvent en ligne ou au foot dans le parc.</w:t>
            </w:r>
          </w:p>
          <w:p w14:paraId="38FC44DD" w14:textId="5463D62C" w:rsidR="002116CF" w:rsidRPr="002116CF" w:rsidRDefault="002116CF" w:rsidP="002116CF">
            <w:pPr>
              <w:pStyle w:val="Tabletext"/>
              <w:rPr>
                <w:i/>
                <w:szCs w:val="20"/>
                <w:lang w:val="fr-FR"/>
              </w:rPr>
            </w:pPr>
            <w:r w:rsidRPr="002116CF">
              <w:rPr>
                <w:i/>
                <w:szCs w:val="20"/>
                <w:lang w:val="fr-FR"/>
              </w:rPr>
              <w:t>D’habitude</w:t>
            </w:r>
            <w:r w:rsidR="006F5D81">
              <w:rPr>
                <w:i/>
                <w:szCs w:val="20"/>
                <w:lang w:val="fr-FR"/>
              </w:rPr>
              <w:t>,</w:t>
            </w:r>
            <w:r w:rsidRPr="002116CF">
              <w:rPr>
                <w:i/>
                <w:szCs w:val="20"/>
                <w:lang w:val="fr-FR"/>
              </w:rPr>
              <w:t xml:space="preserve"> </w:t>
            </w:r>
            <w:r w:rsidR="006F5D81">
              <w:rPr>
                <w:i/>
                <w:szCs w:val="20"/>
                <w:lang w:val="fr-FR"/>
              </w:rPr>
              <w:t>j</w:t>
            </w:r>
            <w:r w:rsidRPr="002116CF">
              <w:rPr>
                <w:i/>
                <w:szCs w:val="20"/>
                <w:lang w:val="fr-FR"/>
              </w:rPr>
              <w:t>’écoute de la musique en streaming et je lis des BD.</w:t>
            </w:r>
          </w:p>
          <w:p w14:paraId="35767722" w14:textId="77777777" w:rsidR="00221A78" w:rsidRDefault="002116CF" w:rsidP="009034AD">
            <w:pPr>
              <w:pStyle w:val="Tabletext"/>
              <w:spacing w:after="0"/>
              <w:rPr>
                <w:i/>
                <w:szCs w:val="20"/>
                <w:lang w:val="fr-FR"/>
              </w:rPr>
            </w:pPr>
            <w:r w:rsidRPr="002116CF">
              <w:rPr>
                <w:i/>
                <w:szCs w:val="20"/>
                <w:lang w:val="fr-FR"/>
              </w:rPr>
              <w:t xml:space="preserve">Je suis allé en ville et j’ai fait des achats. J’ai choisi un jean noir pour l’école. </w:t>
            </w:r>
          </w:p>
          <w:p w14:paraId="40EA97AB" w14:textId="1CC5172A" w:rsidR="002116CF" w:rsidRPr="002116CF" w:rsidRDefault="002116CF" w:rsidP="00EB274E">
            <w:pPr>
              <w:pStyle w:val="Tabletext"/>
              <w:rPr>
                <w:i/>
                <w:szCs w:val="20"/>
                <w:lang w:val="fr-FR"/>
              </w:rPr>
            </w:pPr>
            <w:r w:rsidRPr="002116CF">
              <w:rPr>
                <w:i/>
                <w:szCs w:val="20"/>
                <w:lang w:val="fr-FR"/>
              </w:rPr>
              <w:t>J’ai mangé un sandwich et j’ai bu un coca au resto.</w:t>
            </w:r>
          </w:p>
          <w:p w14:paraId="01F265DA" w14:textId="151C49AD" w:rsidR="002116CF" w:rsidRPr="002116CF" w:rsidRDefault="002116CF" w:rsidP="009034AD">
            <w:pPr>
              <w:pStyle w:val="Tabletext"/>
              <w:spacing w:before="0"/>
              <w:rPr>
                <w:i/>
                <w:szCs w:val="20"/>
                <w:lang w:val="fr-FR"/>
              </w:rPr>
            </w:pPr>
            <w:r w:rsidRPr="002116CF">
              <w:rPr>
                <w:i/>
                <w:szCs w:val="20"/>
                <w:lang w:val="fr-FR"/>
              </w:rPr>
              <w:t>Je vais visiter un parc d’attractions avec Robert. Nous allons prendre le train.</w:t>
            </w:r>
          </w:p>
          <w:p w14:paraId="4B3A10DF" w14:textId="77777777" w:rsidR="002116CF" w:rsidRPr="002116CF" w:rsidRDefault="002116CF" w:rsidP="009034AD">
            <w:pPr>
              <w:pStyle w:val="Tabletext"/>
              <w:spacing w:after="0"/>
              <w:rPr>
                <w:i/>
                <w:szCs w:val="20"/>
                <w:lang w:val="fr-FR"/>
              </w:rPr>
            </w:pPr>
            <w:r w:rsidRPr="002116CF">
              <w:rPr>
                <w:i/>
                <w:szCs w:val="20"/>
                <w:lang w:val="fr-FR"/>
              </w:rPr>
              <w:t>Nous allons faire les manèges et on va manger des glaces. Miam-miam!</w:t>
            </w:r>
          </w:p>
          <w:p w14:paraId="0DA62017" w14:textId="77777777" w:rsidR="002116CF" w:rsidRPr="002116CF" w:rsidRDefault="002116CF" w:rsidP="002116CF">
            <w:pPr>
              <w:pStyle w:val="Tabletext"/>
              <w:rPr>
                <w:i/>
                <w:szCs w:val="20"/>
                <w:lang w:val="fr-FR"/>
              </w:rPr>
            </w:pPr>
          </w:p>
          <w:p w14:paraId="3929BF77" w14:textId="5C6C949E" w:rsidR="002116CF" w:rsidRPr="002116CF" w:rsidRDefault="002116CF" w:rsidP="009034AD">
            <w:pPr>
              <w:pStyle w:val="Tabletext"/>
              <w:spacing w:before="0"/>
              <w:rPr>
                <w:i/>
                <w:szCs w:val="20"/>
                <w:lang w:val="fr-FR"/>
              </w:rPr>
            </w:pPr>
            <w:r w:rsidRPr="002116CF">
              <w:rPr>
                <w:i/>
                <w:szCs w:val="20"/>
                <w:lang w:val="fr-FR"/>
              </w:rPr>
              <w:t xml:space="preserve">Qu’est-ce que tu fais, normalement, </w:t>
            </w:r>
            <w:r w:rsidR="00221A78">
              <w:rPr>
                <w:i/>
                <w:szCs w:val="20"/>
                <w:lang w:val="fr-FR"/>
              </w:rPr>
              <w:br/>
            </w:r>
            <w:r w:rsidRPr="002116CF">
              <w:rPr>
                <w:i/>
                <w:szCs w:val="20"/>
                <w:lang w:val="fr-FR"/>
              </w:rPr>
              <w:t>le weekend?</w:t>
            </w:r>
          </w:p>
          <w:p w14:paraId="11A2F90C" w14:textId="794336B4" w:rsidR="002116CF" w:rsidRPr="002116CF" w:rsidRDefault="002116CF" w:rsidP="002116CF">
            <w:pPr>
              <w:pStyle w:val="Tabletext"/>
              <w:rPr>
                <w:i/>
                <w:szCs w:val="20"/>
                <w:lang w:val="fr-FR"/>
              </w:rPr>
            </w:pPr>
            <w:r w:rsidRPr="002116CF">
              <w:rPr>
                <w:i/>
                <w:szCs w:val="20"/>
                <w:lang w:val="fr-FR"/>
              </w:rPr>
              <w:t>Normalement, j</w:t>
            </w:r>
            <w:r w:rsidR="00221A78">
              <w:rPr>
                <w:i/>
                <w:szCs w:val="20"/>
                <w:lang w:val="fr-FR"/>
              </w:rPr>
              <w:t>’écoute de la musique</w:t>
            </w:r>
            <w:r w:rsidRPr="002116CF">
              <w:rPr>
                <w:i/>
                <w:szCs w:val="20"/>
                <w:lang w:val="fr-FR"/>
              </w:rPr>
              <w:t>, je joue au foot, …</w:t>
            </w:r>
          </w:p>
          <w:p w14:paraId="3438F968" w14:textId="77777777" w:rsidR="002116CF" w:rsidRPr="002116CF" w:rsidRDefault="002116CF" w:rsidP="002116CF">
            <w:pPr>
              <w:pStyle w:val="Tabletext"/>
              <w:rPr>
                <w:i/>
                <w:szCs w:val="20"/>
                <w:lang w:val="fr-FR"/>
              </w:rPr>
            </w:pPr>
            <w:r w:rsidRPr="002116CF">
              <w:rPr>
                <w:i/>
                <w:szCs w:val="20"/>
                <w:lang w:val="fr-FR"/>
              </w:rPr>
              <w:t>Qu’est-ce que tu as fait le weekend dernier?</w:t>
            </w:r>
          </w:p>
          <w:p w14:paraId="08C4DF87" w14:textId="77777777" w:rsidR="002116CF" w:rsidRPr="002116CF" w:rsidRDefault="002116CF" w:rsidP="002116CF">
            <w:pPr>
              <w:pStyle w:val="Tabletext"/>
              <w:rPr>
                <w:i/>
                <w:szCs w:val="20"/>
                <w:lang w:val="fr-FR"/>
              </w:rPr>
            </w:pPr>
            <w:r w:rsidRPr="002116CF">
              <w:rPr>
                <w:i/>
                <w:szCs w:val="20"/>
                <w:lang w:val="fr-FR"/>
              </w:rPr>
              <w:t>Le weekend dernier, je suis allé au parc, j’ai …</w:t>
            </w:r>
          </w:p>
          <w:p w14:paraId="03C0023B" w14:textId="77777777" w:rsidR="002116CF" w:rsidRPr="002116CF" w:rsidRDefault="002116CF" w:rsidP="002116CF">
            <w:pPr>
              <w:pStyle w:val="Tabletext"/>
              <w:rPr>
                <w:i/>
                <w:szCs w:val="20"/>
                <w:lang w:val="fr-FR"/>
              </w:rPr>
            </w:pPr>
            <w:r w:rsidRPr="002116CF">
              <w:rPr>
                <w:i/>
                <w:szCs w:val="20"/>
                <w:lang w:val="fr-FR"/>
              </w:rPr>
              <w:t>Qu’est-ce que tu vas faire le weekend prochain?</w:t>
            </w:r>
          </w:p>
          <w:p w14:paraId="09B5B86B" w14:textId="77777777" w:rsidR="00CF7EAD" w:rsidRDefault="002116CF" w:rsidP="009034AD">
            <w:pPr>
              <w:pStyle w:val="Tabletext"/>
              <w:spacing w:after="0"/>
              <w:rPr>
                <w:i/>
                <w:szCs w:val="20"/>
                <w:lang w:val="fr-FR"/>
              </w:rPr>
            </w:pPr>
            <w:r w:rsidRPr="002116CF">
              <w:rPr>
                <w:i/>
                <w:szCs w:val="20"/>
                <w:lang w:val="fr-FR"/>
              </w:rPr>
              <w:t xml:space="preserve">Le weekend prochain, je vais retrouver mes copains. </w:t>
            </w:r>
          </w:p>
          <w:p w14:paraId="2D8A8AEC" w14:textId="57699CEB" w:rsidR="002116CF" w:rsidRPr="002116CF" w:rsidRDefault="002116CF" w:rsidP="002116CF">
            <w:pPr>
              <w:pStyle w:val="Tabletext"/>
              <w:rPr>
                <w:i/>
                <w:szCs w:val="20"/>
                <w:lang w:val="fr-FR"/>
              </w:rPr>
            </w:pPr>
          </w:p>
        </w:tc>
        <w:tc>
          <w:tcPr>
            <w:tcW w:w="1972" w:type="dxa"/>
          </w:tcPr>
          <w:p w14:paraId="1D866B28" w14:textId="55BF00C9" w:rsidR="002116CF" w:rsidRDefault="002116CF" w:rsidP="002116CF">
            <w:r w:rsidRPr="00F3361C">
              <w:rPr>
                <w:b/>
              </w:rPr>
              <w:t>G</w:t>
            </w:r>
            <w:r w:rsidR="00F3361C" w:rsidRPr="00F3361C">
              <w:rPr>
                <w:b/>
              </w:rPr>
              <w:t>:</w:t>
            </w:r>
            <w:r>
              <w:t xml:space="preserve"> The verb </w:t>
            </w:r>
            <w:r w:rsidRPr="002116CF">
              <w:rPr>
                <w:i/>
              </w:rPr>
              <w:t>prendre</w:t>
            </w:r>
          </w:p>
          <w:p w14:paraId="48C9AD68" w14:textId="77777777" w:rsidR="002116CF" w:rsidRDefault="002116CF" w:rsidP="002116CF"/>
          <w:p w14:paraId="7C0E4804" w14:textId="1B8E0CDE" w:rsidR="002116CF" w:rsidRDefault="002116CF" w:rsidP="002116CF">
            <w:r w:rsidRPr="00F3361C">
              <w:rPr>
                <w:b/>
              </w:rPr>
              <w:t>G</w:t>
            </w:r>
            <w:r w:rsidR="00F3361C" w:rsidRPr="00F3361C">
              <w:rPr>
                <w:b/>
              </w:rPr>
              <w:t>:</w:t>
            </w:r>
            <w:r>
              <w:t xml:space="preserve"> Using three tenses together (present, perfect and near future)</w:t>
            </w:r>
          </w:p>
          <w:p w14:paraId="4AEDCE78" w14:textId="77777777" w:rsidR="002116CF" w:rsidRDefault="002116CF" w:rsidP="002116CF"/>
          <w:p w14:paraId="3700384E" w14:textId="2016A5BE" w:rsidR="00753418" w:rsidRPr="00DD3FE4" w:rsidRDefault="002116CF" w:rsidP="002116CF">
            <w:r>
              <w:t>Using connectives</w:t>
            </w:r>
          </w:p>
        </w:tc>
      </w:tr>
      <w:tr w:rsidR="0036464F" w:rsidRPr="006740F7" w14:paraId="3F8404E4" w14:textId="77777777" w:rsidTr="00C828FA">
        <w:trPr>
          <w:cantSplit/>
          <w:trHeight w:val="701"/>
        </w:trPr>
        <w:tc>
          <w:tcPr>
            <w:tcW w:w="1914" w:type="dxa"/>
          </w:tcPr>
          <w:p w14:paraId="3AD9E795" w14:textId="77777777" w:rsidR="0036464F" w:rsidRPr="00770B2F" w:rsidRDefault="0036464F" w:rsidP="0036464F">
            <w:pPr>
              <w:pStyle w:val="Tabletext"/>
              <w:rPr>
                <w:b/>
                <w:szCs w:val="20"/>
              </w:rPr>
            </w:pPr>
            <w:r w:rsidRPr="00770B2F">
              <w:rPr>
                <w:b/>
                <w:szCs w:val="20"/>
              </w:rPr>
              <w:t>Bilan / Révisions</w:t>
            </w:r>
          </w:p>
          <w:p w14:paraId="660F4A6F" w14:textId="33D5EA59" w:rsidR="0036464F" w:rsidRPr="00770B2F" w:rsidRDefault="0036464F" w:rsidP="0036464F">
            <w:pPr>
              <w:pStyle w:val="Tabletext"/>
              <w:rPr>
                <w:szCs w:val="20"/>
              </w:rPr>
            </w:pPr>
            <w:r w:rsidRPr="00770B2F">
              <w:rPr>
                <w:szCs w:val="20"/>
              </w:rPr>
              <w:t xml:space="preserve">(pp. </w:t>
            </w:r>
            <w:r w:rsidR="002116CF">
              <w:rPr>
                <w:szCs w:val="20"/>
              </w:rPr>
              <w:t>68</w:t>
            </w:r>
            <w:r w:rsidRPr="00770B2F">
              <w:rPr>
                <w:szCs w:val="20"/>
              </w:rPr>
              <w:t>–</w:t>
            </w:r>
            <w:r w:rsidR="002116CF">
              <w:rPr>
                <w:szCs w:val="20"/>
              </w:rPr>
              <w:t>69</w:t>
            </w:r>
            <w:r w:rsidRPr="00770B2F">
              <w:rPr>
                <w:szCs w:val="20"/>
              </w:rPr>
              <w:t>)</w:t>
            </w:r>
          </w:p>
        </w:tc>
        <w:tc>
          <w:tcPr>
            <w:tcW w:w="7708" w:type="dxa"/>
            <w:gridSpan w:val="3"/>
          </w:tcPr>
          <w:p w14:paraId="3DF2E191" w14:textId="77777777" w:rsidR="0036464F" w:rsidRDefault="0036464F" w:rsidP="0036464F">
            <w:r>
              <w:t>Revision checklist and revision quiz at three levels (Ready, Get set, Go!). This covers language from the entire module.</w:t>
            </w:r>
          </w:p>
          <w:p w14:paraId="7B0D124D" w14:textId="308C286F" w:rsidR="0036464F" w:rsidRPr="006740F7" w:rsidRDefault="0036464F" w:rsidP="0036464F">
            <w:pPr>
              <w:pStyle w:val="Tabletextbullets"/>
              <w:numPr>
                <w:ilvl w:val="0"/>
                <w:numId w:val="0"/>
              </w:numPr>
              <w:ind w:left="340" w:hanging="340"/>
              <w:rPr>
                <w:szCs w:val="20"/>
              </w:rPr>
            </w:pPr>
          </w:p>
        </w:tc>
      </w:tr>
      <w:tr w:rsidR="0036464F" w:rsidRPr="006740F7" w14:paraId="23EAC3A3" w14:textId="77777777" w:rsidTr="00C828FA">
        <w:trPr>
          <w:cantSplit/>
          <w:trHeight w:val="701"/>
        </w:trPr>
        <w:tc>
          <w:tcPr>
            <w:tcW w:w="1914" w:type="dxa"/>
          </w:tcPr>
          <w:p w14:paraId="07A541C1" w14:textId="77777777" w:rsidR="0036464F" w:rsidRPr="00770B2F" w:rsidRDefault="0036464F" w:rsidP="0036464F">
            <w:pPr>
              <w:pStyle w:val="Tabletext"/>
              <w:rPr>
                <w:b/>
                <w:szCs w:val="20"/>
              </w:rPr>
            </w:pPr>
            <w:r w:rsidRPr="00770B2F">
              <w:rPr>
                <w:b/>
                <w:szCs w:val="20"/>
              </w:rPr>
              <w:t>En focus</w:t>
            </w:r>
          </w:p>
          <w:p w14:paraId="59D4CE9A" w14:textId="26AAC088" w:rsidR="0036464F" w:rsidRPr="00770B2F" w:rsidRDefault="0036464F" w:rsidP="0036464F">
            <w:pPr>
              <w:pStyle w:val="Tabletext"/>
              <w:rPr>
                <w:szCs w:val="20"/>
              </w:rPr>
            </w:pPr>
            <w:r w:rsidRPr="00770B2F">
              <w:rPr>
                <w:szCs w:val="20"/>
              </w:rPr>
              <w:t xml:space="preserve">(pp. </w:t>
            </w:r>
            <w:r w:rsidR="002116CF">
              <w:rPr>
                <w:szCs w:val="20"/>
              </w:rPr>
              <w:t>70</w:t>
            </w:r>
            <w:r>
              <w:rPr>
                <w:szCs w:val="20"/>
              </w:rPr>
              <w:t>–</w:t>
            </w:r>
            <w:r w:rsidR="002116CF">
              <w:rPr>
                <w:szCs w:val="20"/>
              </w:rPr>
              <w:t>71</w:t>
            </w:r>
            <w:r w:rsidRPr="00770B2F">
              <w:rPr>
                <w:szCs w:val="20"/>
              </w:rPr>
              <w:t>)</w:t>
            </w:r>
          </w:p>
        </w:tc>
        <w:tc>
          <w:tcPr>
            <w:tcW w:w="7708" w:type="dxa"/>
            <w:gridSpan w:val="3"/>
          </w:tcPr>
          <w:p w14:paraId="022B7702" w14:textId="77777777" w:rsidR="0036464F" w:rsidRDefault="0036464F" w:rsidP="0036464F">
            <w:r>
              <w:t>Double page unit with question styles which work towards the challenges of GCSE. This covers language from the entire module.</w:t>
            </w:r>
          </w:p>
          <w:p w14:paraId="5406CCC7" w14:textId="2C64B255" w:rsidR="0036464F" w:rsidRDefault="0036464F" w:rsidP="0036464F">
            <w:r w:rsidRPr="00770B2F">
              <w:rPr>
                <w:b/>
              </w:rPr>
              <w:t>PPS:</w:t>
            </w:r>
            <w:r>
              <w:t xml:space="preserve"> </w:t>
            </w:r>
            <w:r w:rsidR="00717153">
              <w:t>5th–7th Steps</w:t>
            </w:r>
          </w:p>
        </w:tc>
      </w:tr>
      <w:tr w:rsidR="0036464F" w:rsidRPr="006740F7" w14:paraId="62FA421E" w14:textId="77777777" w:rsidTr="00C828FA">
        <w:trPr>
          <w:cantSplit/>
          <w:trHeight w:val="701"/>
        </w:trPr>
        <w:tc>
          <w:tcPr>
            <w:tcW w:w="1914" w:type="dxa"/>
          </w:tcPr>
          <w:p w14:paraId="29F352D4" w14:textId="77777777" w:rsidR="0036464F" w:rsidRPr="00770B2F" w:rsidRDefault="0036464F" w:rsidP="0036464F">
            <w:pPr>
              <w:pStyle w:val="Tabletext"/>
              <w:rPr>
                <w:b/>
                <w:szCs w:val="20"/>
              </w:rPr>
            </w:pPr>
            <w:r w:rsidRPr="00770B2F">
              <w:rPr>
                <w:b/>
                <w:szCs w:val="20"/>
              </w:rPr>
              <w:t>En plus</w:t>
            </w:r>
          </w:p>
          <w:p w14:paraId="244ECC77" w14:textId="690977ED" w:rsidR="0036464F" w:rsidRPr="00770B2F" w:rsidRDefault="0036464F" w:rsidP="0036464F">
            <w:pPr>
              <w:pStyle w:val="Tabletext"/>
              <w:rPr>
                <w:szCs w:val="20"/>
              </w:rPr>
            </w:pPr>
            <w:r w:rsidRPr="00770B2F">
              <w:rPr>
                <w:szCs w:val="20"/>
              </w:rPr>
              <w:t xml:space="preserve">(pp. </w:t>
            </w:r>
            <w:r w:rsidR="002116CF">
              <w:rPr>
                <w:szCs w:val="20"/>
              </w:rPr>
              <w:t>72</w:t>
            </w:r>
            <w:r>
              <w:rPr>
                <w:szCs w:val="20"/>
              </w:rPr>
              <w:t>–</w:t>
            </w:r>
            <w:r w:rsidR="002116CF">
              <w:rPr>
                <w:szCs w:val="20"/>
              </w:rPr>
              <w:t>73</w:t>
            </w:r>
            <w:r w:rsidRPr="00770B2F">
              <w:rPr>
                <w:szCs w:val="20"/>
              </w:rPr>
              <w:t>)</w:t>
            </w:r>
          </w:p>
        </w:tc>
        <w:tc>
          <w:tcPr>
            <w:tcW w:w="7708" w:type="dxa"/>
            <w:gridSpan w:val="3"/>
          </w:tcPr>
          <w:p w14:paraId="5401EA15" w14:textId="605340E8" w:rsidR="0036464F" w:rsidRPr="002116CF" w:rsidRDefault="0036464F" w:rsidP="0036464F">
            <w:r w:rsidRPr="002116CF">
              <w:t xml:space="preserve">Double page extension / project unit: </w:t>
            </w:r>
            <w:r w:rsidR="002116CF" w:rsidRPr="002116CF">
              <w:t>Understanding a TV guide; Writing a profile of a famous actor/actress.</w:t>
            </w:r>
          </w:p>
          <w:p w14:paraId="7E06B928" w14:textId="68F2AB4C" w:rsidR="0036464F" w:rsidRDefault="0036464F" w:rsidP="0036464F">
            <w:r w:rsidRPr="00770B2F">
              <w:rPr>
                <w:b/>
              </w:rPr>
              <w:t>PPS:</w:t>
            </w:r>
            <w:r>
              <w:t xml:space="preserve"> </w:t>
            </w:r>
            <w:r w:rsidR="00897D1B">
              <w:t>7th Step</w:t>
            </w:r>
          </w:p>
        </w:tc>
      </w:tr>
      <w:tr w:rsidR="0036464F" w:rsidRPr="006740F7" w14:paraId="3EAC5859" w14:textId="77777777" w:rsidTr="00C828FA">
        <w:trPr>
          <w:cantSplit/>
          <w:trHeight w:val="701"/>
        </w:trPr>
        <w:tc>
          <w:tcPr>
            <w:tcW w:w="1914" w:type="dxa"/>
          </w:tcPr>
          <w:p w14:paraId="6E9F87AA" w14:textId="77777777" w:rsidR="0036464F" w:rsidRPr="00770B2F" w:rsidRDefault="0036464F" w:rsidP="0036464F">
            <w:pPr>
              <w:pStyle w:val="Tabletext"/>
              <w:rPr>
                <w:b/>
                <w:szCs w:val="20"/>
              </w:rPr>
            </w:pPr>
            <w:r w:rsidRPr="00770B2F">
              <w:rPr>
                <w:b/>
                <w:szCs w:val="20"/>
              </w:rPr>
              <w:t>Grammaire</w:t>
            </w:r>
          </w:p>
          <w:p w14:paraId="1FBAC011" w14:textId="2663E2B0" w:rsidR="0036464F" w:rsidRPr="00770B2F" w:rsidRDefault="0036464F" w:rsidP="0036464F">
            <w:pPr>
              <w:pStyle w:val="Tabletext"/>
              <w:rPr>
                <w:szCs w:val="20"/>
              </w:rPr>
            </w:pPr>
            <w:r w:rsidRPr="00770B2F">
              <w:rPr>
                <w:szCs w:val="20"/>
              </w:rPr>
              <w:t xml:space="preserve">(pp. </w:t>
            </w:r>
            <w:r w:rsidR="002116CF">
              <w:rPr>
                <w:szCs w:val="20"/>
              </w:rPr>
              <w:t>74</w:t>
            </w:r>
            <w:r w:rsidRPr="00770B2F">
              <w:rPr>
                <w:szCs w:val="20"/>
              </w:rPr>
              <w:t>–</w:t>
            </w:r>
            <w:r w:rsidR="002116CF">
              <w:rPr>
                <w:szCs w:val="20"/>
              </w:rPr>
              <w:t>75</w:t>
            </w:r>
            <w:r w:rsidRPr="00770B2F">
              <w:rPr>
                <w:szCs w:val="20"/>
              </w:rPr>
              <w:t>)</w:t>
            </w:r>
          </w:p>
        </w:tc>
        <w:tc>
          <w:tcPr>
            <w:tcW w:w="7708" w:type="dxa"/>
            <w:gridSpan w:val="3"/>
          </w:tcPr>
          <w:p w14:paraId="5A670EB7" w14:textId="7D7D2228" w:rsidR="0036464F" w:rsidRDefault="0036464F" w:rsidP="0036464F">
            <w:r>
              <w:t>Double page spread with grammar explanations and exercises linked to the grammar covered in the module</w:t>
            </w:r>
            <w:r w:rsidRPr="00770B2F">
              <w:t>.</w:t>
            </w:r>
          </w:p>
        </w:tc>
      </w:tr>
      <w:tr w:rsidR="0036464F" w:rsidRPr="006740F7" w14:paraId="23BC929D" w14:textId="77777777" w:rsidTr="00C828FA">
        <w:trPr>
          <w:cantSplit/>
          <w:trHeight w:val="701"/>
        </w:trPr>
        <w:tc>
          <w:tcPr>
            <w:tcW w:w="1914" w:type="dxa"/>
          </w:tcPr>
          <w:p w14:paraId="21F9DD23" w14:textId="77777777" w:rsidR="0036464F" w:rsidRPr="00770B2F" w:rsidRDefault="0036464F" w:rsidP="0036464F">
            <w:pPr>
              <w:pStyle w:val="Tabletext"/>
              <w:rPr>
                <w:b/>
                <w:szCs w:val="20"/>
              </w:rPr>
            </w:pPr>
            <w:r w:rsidRPr="00770B2F">
              <w:rPr>
                <w:b/>
                <w:szCs w:val="20"/>
              </w:rPr>
              <w:lastRenderedPageBreak/>
              <w:t>Vocabulaire</w:t>
            </w:r>
          </w:p>
          <w:p w14:paraId="0C6E73E8" w14:textId="229D9D94" w:rsidR="0036464F" w:rsidRPr="00770B2F" w:rsidRDefault="0036464F" w:rsidP="0036464F">
            <w:pPr>
              <w:pStyle w:val="Tabletext"/>
              <w:rPr>
                <w:szCs w:val="20"/>
              </w:rPr>
            </w:pPr>
            <w:r w:rsidRPr="00770B2F">
              <w:rPr>
                <w:szCs w:val="20"/>
              </w:rPr>
              <w:t xml:space="preserve">(pp. </w:t>
            </w:r>
            <w:r w:rsidR="002116CF">
              <w:rPr>
                <w:szCs w:val="20"/>
              </w:rPr>
              <w:t>76</w:t>
            </w:r>
            <w:r w:rsidRPr="00770B2F">
              <w:rPr>
                <w:szCs w:val="20"/>
              </w:rPr>
              <w:t>–</w:t>
            </w:r>
            <w:r w:rsidR="002116CF">
              <w:rPr>
                <w:szCs w:val="20"/>
              </w:rPr>
              <w:t>77</w:t>
            </w:r>
            <w:r w:rsidRPr="00770B2F">
              <w:rPr>
                <w:szCs w:val="20"/>
              </w:rPr>
              <w:t>)</w:t>
            </w:r>
          </w:p>
        </w:tc>
        <w:tc>
          <w:tcPr>
            <w:tcW w:w="7708" w:type="dxa"/>
            <w:gridSpan w:val="3"/>
          </w:tcPr>
          <w:p w14:paraId="04614C66" w14:textId="0BD4C22F" w:rsidR="0036464F" w:rsidRPr="00770B2F" w:rsidRDefault="0036464F" w:rsidP="0036464F">
            <w:r w:rsidRPr="000A72E1">
              <w:t>Double page spread with vocabulary lists from each unit in the module</w:t>
            </w:r>
            <w:r w:rsidRPr="00770B2F">
              <w:t>.</w:t>
            </w:r>
          </w:p>
        </w:tc>
      </w:tr>
      <w:tr w:rsidR="0036464F" w:rsidRPr="006740F7" w14:paraId="6EE78DF9" w14:textId="77777777" w:rsidTr="00C828FA">
        <w:trPr>
          <w:cantSplit/>
          <w:trHeight w:val="701"/>
        </w:trPr>
        <w:tc>
          <w:tcPr>
            <w:tcW w:w="1914" w:type="dxa"/>
          </w:tcPr>
          <w:p w14:paraId="5EBF7386" w14:textId="77777777" w:rsidR="0036464F" w:rsidRPr="00770B2F" w:rsidRDefault="0036464F" w:rsidP="0036464F">
            <w:pPr>
              <w:pStyle w:val="Tabletext"/>
              <w:rPr>
                <w:b/>
                <w:szCs w:val="20"/>
              </w:rPr>
            </w:pPr>
            <w:r w:rsidRPr="00770B2F">
              <w:rPr>
                <w:b/>
                <w:szCs w:val="20"/>
              </w:rPr>
              <w:t>À toi</w:t>
            </w:r>
          </w:p>
          <w:p w14:paraId="42CE932B" w14:textId="444CBA33" w:rsidR="0036464F" w:rsidRPr="00770B2F" w:rsidRDefault="0036464F" w:rsidP="0036464F">
            <w:pPr>
              <w:pStyle w:val="Tabletext"/>
              <w:rPr>
                <w:szCs w:val="20"/>
              </w:rPr>
            </w:pPr>
            <w:r w:rsidRPr="00770B2F">
              <w:rPr>
                <w:szCs w:val="20"/>
              </w:rPr>
              <w:t>(pp. 1</w:t>
            </w:r>
            <w:r w:rsidR="002116CF">
              <w:rPr>
                <w:szCs w:val="20"/>
              </w:rPr>
              <w:t>3</w:t>
            </w:r>
            <w:r w:rsidR="00930557">
              <w:rPr>
                <w:szCs w:val="20"/>
              </w:rPr>
              <w:t>0</w:t>
            </w:r>
            <w:r w:rsidRPr="00770B2F">
              <w:rPr>
                <w:szCs w:val="20"/>
              </w:rPr>
              <w:t>–</w:t>
            </w:r>
            <w:r w:rsidR="002116CF">
              <w:rPr>
                <w:szCs w:val="20"/>
              </w:rPr>
              <w:t>13</w:t>
            </w:r>
            <w:r w:rsidR="00930557">
              <w:rPr>
                <w:szCs w:val="20"/>
              </w:rPr>
              <w:t>1</w:t>
            </w:r>
            <w:r w:rsidRPr="00770B2F">
              <w:rPr>
                <w:szCs w:val="20"/>
              </w:rPr>
              <w:t>)</w:t>
            </w:r>
          </w:p>
        </w:tc>
        <w:tc>
          <w:tcPr>
            <w:tcW w:w="7708" w:type="dxa"/>
            <w:gridSpan w:val="3"/>
          </w:tcPr>
          <w:p w14:paraId="7DF5C64B" w14:textId="77777777" w:rsidR="0036464F" w:rsidRDefault="0036464F" w:rsidP="0036464F">
            <w:r>
              <w:t>Self-access exercises at two levels, A and B, using language from the entire module.</w:t>
            </w:r>
          </w:p>
          <w:p w14:paraId="09F09DEF" w14:textId="0CD3ADC8" w:rsidR="0036464F" w:rsidRPr="00770B2F" w:rsidRDefault="0036464F" w:rsidP="0036464F">
            <w:r w:rsidRPr="00770B2F">
              <w:rPr>
                <w:b/>
              </w:rPr>
              <w:t>PPS:</w:t>
            </w:r>
            <w:r>
              <w:t xml:space="preserve"> </w:t>
            </w:r>
            <w:r w:rsidR="00930557">
              <w:t>3rd–7th Steps</w:t>
            </w:r>
          </w:p>
        </w:tc>
      </w:tr>
    </w:tbl>
    <w:p w14:paraId="66B9062E" w14:textId="62395AD5" w:rsidR="00DF35F1" w:rsidRPr="006740F7" w:rsidRDefault="00DF35F1" w:rsidP="005B21BC">
      <w:pPr>
        <w:rPr>
          <w:b/>
        </w:rPr>
        <w:sectPr w:rsidR="00DF35F1" w:rsidRPr="006740F7" w:rsidSect="007F0D0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0" w:h="16840" w:code="9"/>
          <w:pgMar w:top="1531" w:right="1134" w:bottom="1021" w:left="1134" w:header="170" w:footer="454" w:gutter="0"/>
          <w:pgNumType w:start="107"/>
          <w:cols w:space="720"/>
        </w:sectPr>
      </w:pPr>
    </w:p>
    <w:p w14:paraId="1851E476" w14:textId="77777777" w:rsidR="00A337F3" w:rsidRDefault="00A337F3" w:rsidP="00A337F3">
      <w:pPr>
        <w:pStyle w:val="Audionumberlist"/>
        <w:rPr>
          <w:i w:val="0"/>
        </w:rPr>
      </w:pPr>
    </w:p>
    <w:p w14:paraId="18B64029" w14:textId="77777777" w:rsidR="00A337F3" w:rsidRDefault="00A337F3" w:rsidP="00A337F3">
      <w:pPr>
        <w:pStyle w:val="Audionumberlist"/>
        <w:rPr>
          <w:i w:val="0"/>
        </w:rPr>
      </w:pPr>
    </w:p>
    <w:p w14:paraId="22C82EB3" w14:textId="77777777" w:rsidR="00A337F3" w:rsidRDefault="00A337F3" w:rsidP="00A337F3">
      <w:pPr>
        <w:pStyle w:val="Audionumberlist"/>
        <w:rPr>
          <w:i w:val="0"/>
        </w:rPr>
      </w:pPr>
    </w:p>
    <w:p w14:paraId="74B45FA4" w14:textId="77777777" w:rsidR="00A337F3" w:rsidRPr="001E36A9" w:rsidRDefault="00A337F3" w:rsidP="00A337F3">
      <w:pPr>
        <w:pStyle w:val="Text"/>
        <w:rPr>
          <w:i/>
        </w:rPr>
      </w:pPr>
    </w:p>
    <w:p w14:paraId="2E056F63" w14:textId="0534F87B" w:rsidR="00A337F3" w:rsidRPr="006740F7" w:rsidRDefault="00A337F3" w:rsidP="005B21BC">
      <w:pPr>
        <w:pStyle w:val="Audionumberlist"/>
        <w:rPr>
          <w:i w:val="0"/>
        </w:rPr>
      </w:pPr>
    </w:p>
    <w:sectPr w:rsidR="00A337F3" w:rsidRPr="006740F7" w:rsidSect="00061E1D">
      <w:headerReference w:type="default" r:id="rId14"/>
      <w:footerReference w:type="even" r:id="rId15"/>
      <w:headerReference w:type="first" r:id="rId16"/>
      <w:footerReference w:type="first" r:id="rId17"/>
      <w:type w:val="continuous"/>
      <w:pgSz w:w="11900" w:h="16840" w:code="9"/>
      <w:pgMar w:top="1531" w:right="1134" w:bottom="1021" w:left="1134" w:header="170" w:footer="454" w:gutter="0"/>
      <w:cols w:num="2" w:space="56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9EC2C2" w14:textId="77777777" w:rsidR="00EB168F" w:rsidRDefault="00EB168F">
      <w:r>
        <w:separator/>
      </w:r>
    </w:p>
    <w:p w14:paraId="48A26CE9" w14:textId="77777777" w:rsidR="00EB168F" w:rsidRDefault="00EB168F"/>
  </w:endnote>
  <w:endnote w:type="continuationSeparator" w:id="0">
    <w:p w14:paraId="168415DA" w14:textId="77777777" w:rsidR="00EB168F" w:rsidRDefault="00EB168F">
      <w:r>
        <w:continuationSeparator/>
      </w:r>
    </w:p>
    <w:p w14:paraId="64471506" w14:textId="77777777" w:rsidR="00EB168F" w:rsidRDefault="00EB168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9FEA45" w14:textId="77777777" w:rsidR="00E43D40" w:rsidRPr="00054EDB" w:rsidRDefault="00E43D40" w:rsidP="005044C5">
    <w:pPr>
      <w:framePr w:wrap="around" w:vAnchor="page" w:hAnchor="page" w:x="738" w:y="16101" w:anchorLock="1"/>
      <w:rPr>
        <w:rStyle w:val="PageNumber"/>
      </w:rPr>
    </w:pPr>
    <w:r w:rsidRPr="00054EDB">
      <w:rPr>
        <w:rStyle w:val="PageNumber"/>
      </w:rPr>
      <w:fldChar w:fldCharType="begin"/>
    </w:r>
    <w:r w:rsidRPr="00054EDB">
      <w:rPr>
        <w:rStyle w:val="PageNumber"/>
      </w:rPr>
      <w:instrText xml:space="preserve"> PAGE </w:instrText>
    </w:r>
    <w:r w:rsidRPr="00054EDB">
      <w:rPr>
        <w:rStyle w:val="PageNumber"/>
      </w:rPr>
      <w:fldChar w:fldCharType="separate"/>
    </w:r>
    <w:r w:rsidR="008B2187">
      <w:rPr>
        <w:rStyle w:val="PageNumber"/>
        <w:noProof/>
      </w:rPr>
      <w:t>2</w:t>
    </w:r>
    <w:r w:rsidRPr="00054EDB">
      <w:rPr>
        <w:rStyle w:val="PageNumber"/>
      </w:rPr>
      <w:fldChar w:fldCharType="end"/>
    </w:r>
  </w:p>
  <w:p w14:paraId="1CEB0547" w14:textId="77777777" w:rsidR="00E43D40" w:rsidRDefault="005044C5" w:rsidP="005044C5">
    <w:pPr>
      <w:pStyle w:val="Footer"/>
      <w:jc w:val="right"/>
    </w:pPr>
    <w:r w:rsidRPr="00EE6625">
      <w:t xml:space="preserve">© Pearson </w:t>
    </w:r>
    <w:r w:rsidRPr="00EE6625">
      <w:rPr>
        <w:noProof/>
        <w:szCs w:val="50"/>
      </w:rPr>
      <w:t>Education</w:t>
    </w:r>
    <w:r w:rsidRPr="00EE6625">
      <w:t xml:space="preserve"> Ltd </w:t>
    </w:r>
    <w:r w:rsidRPr="007D36C6">
      <w:t>2014</w:t>
    </w:r>
    <w:r w:rsidRPr="00EE6625">
      <w:t xml:space="preserve">. Copying permitted for purchasing institution only. This </w:t>
    </w:r>
    <w:r>
      <w:t>material is not copyright free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AAE59D" w14:textId="1CEFAC4E" w:rsidR="00F730E7" w:rsidRPr="00054EDB" w:rsidRDefault="00F730E7" w:rsidP="002C12F6">
    <w:pPr>
      <w:framePr w:w="841" w:wrap="around" w:vAnchor="page" w:hAnchor="page" w:x="10801" w:y="16231" w:anchorLock="1"/>
      <w:jc w:val="center"/>
      <w:rPr>
        <w:rStyle w:val="PageNumber"/>
      </w:rPr>
    </w:pPr>
    <w:r w:rsidRPr="00054EDB">
      <w:rPr>
        <w:rStyle w:val="PageNumber"/>
      </w:rPr>
      <w:fldChar w:fldCharType="begin"/>
    </w:r>
    <w:r w:rsidRPr="00054EDB">
      <w:rPr>
        <w:rStyle w:val="PageNumber"/>
      </w:rPr>
      <w:instrText xml:space="preserve"> PAGE </w:instrText>
    </w:r>
    <w:r w:rsidRPr="00054EDB">
      <w:rPr>
        <w:rStyle w:val="PageNumber"/>
      </w:rPr>
      <w:fldChar w:fldCharType="separate"/>
    </w:r>
    <w:r w:rsidR="005C1324">
      <w:rPr>
        <w:rStyle w:val="PageNumber"/>
        <w:noProof/>
      </w:rPr>
      <w:t>107</w:t>
    </w:r>
    <w:r w:rsidRPr="00054EDB">
      <w:rPr>
        <w:rStyle w:val="PageNumber"/>
      </w:rPr>
      <w:fldChar w:fldCharType="end"/>
    </w:r>
  </w:p>
  <w:p w14:paraId="2337AEA6" w14:textId="491ABF06" w:rsidR="00E43D40" w:rsidRPr="00B32F7B" w:rsidRDefault="00247658" w:rsidP="00B32F7B">
    <w:pPr>
      <w:pStyle w:val="Footer"/>
    </w:pPr>
    <w:r>
      <w:rPr>
        <w:noProof/>
        <w:lang w:eastAsia="en-GB"/>
      </w:rPr>
      <w:drawing>
        <wp:anchor distT="0" distB="0" distL="114300" distR="114300" simplePos="0" relativeHeight="251661312" behindDoc="1" locked="0" layoutInCell="1" allowOverlap="1" wp14:anchorId="73676F81" wp14:editId="622D939C">
          <wp:simplePos x="0" y="0"/>
          <wp:positionH relativeFrom="column">
            <wp:posOffset>6113780</wp:posOffset>
          </wp:positionH>
          <wp:positionV relativeFrom="paragraph">
            <wp:posOffset>30</wp:posOffset>
          </wp:positionV>
          <wp:extent cx="754962" cy="392703"/>
          <wp:effectExtent l="0" t="0" r="7620" b="0"/>
          <wp:wrapNone/>
          <wp:docPr id="16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3" descr="TG Footer 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4962" cy="3927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F45C0">
      <w:t>©</w:t>
    </w:r>
    <w:r w:rsidR="00A337F3">
      <w:t xml:space="preserve"> Pearson Education Ltd 2019</w:t>
    </w:r>
    <w:r w:rsidR="006F45C0" w:rsidRPr="006F45C0">
      <w:t xml:space="preserve">. Copying is permitted by the purchasing institution for teaching purposes only. </w:t>
    </w:r>
    <w:r w:rsidR="00A337F3">
      <w:br/>
    </w:r>
    <w:r w:rsidR="006F45C0" w:rsidRPr="006F45C0">
      <w:t>No other copying or reproduction permitted without express permission of Pearson Education.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A69444" w14:textId="77777777" w:rsidR="008B2187" w:rsidRPr="00054EDB" w:rsidRDefault="008B2187" w:rsidP="00C34EFD">
    <w:pPr>
      <w:framePr w:w="841" w:wrap="around" w:vAnchor="page" w:hAnchor="page" w:x="10702" w:y="16385" w:anchorLock="1"/>
      <w:jc w:val="center"/>
      <w:rPr>
        <w:rStyle w:val="PageNumber"/>
      </w:rPr>
    </w:pPr>
    <w:r w:rsidRPr="00054EDB">
      <w:rPr>
        <w:rStyle w:val="PageNumber"/>
      </w:rPr>
      <w:fldChar w:fldCharType="begin"/>
    </w:r>
    <w:r w:rsidRPr="00054EDB">
      <w:rPr>
        <w:rStyle w:val="PageNumber"/>
      </w:rPr>
      <w:instrText xml:space="preserve"> PAGE </w:instrText>
    </w:r>
    <w:r w:rsidRPr="00054EDB">
      <w:rPr>
        <w:rStyle w:val="PageNumber"/>
      </w:rPr>
      <w:fldChar w:fldCharType="separate"/>
    </w:r>
    <w:r w:rsidR="002C461A">
      <w:rPr>
        <w:rStyle w:val="PageNumber"/>
        <w:noProof/>
      </w:rPr>
      <w:t>1</w:t>
    </w:r>
    <w:r w:rsidRPr="00054EDB">
      <w:rPr>
        <w:rStyle w:val="PageNumber"/>
      </w:rPr>
      <w:fldChar w:fldCharType="end"/>
    </w:r>
  </w:p>
  <w:p w14:paraId="6692DD73" w14:textId="77777777" w:rsidR="00E51786" w:rsidRDefault="00B159A5" w:rsidP="008B2187">
    <w:pPr>
      <w:pStyle w:val="Footer"/>
    </w:pPr>
    <w:r>
      <w:rPr>
        <w:noProof/>
        <w:lang w:eastAsia="en-GB"/>
      </w:rPr>
      <w:drawing>
        <wp:anchor distT="0" distB="0" distL="114300" distR="114300" simplePos="0" relativeHeight="251657216" behindDoc="1" locked="0" layoutInCell="1" allowOverlap="1" wp14:anchorId="2DCF5E06" wp14:editId="0756DD8E">
          <wp:simplePos x="0" y="0"/>
          <wp:positionH relativeFrom="column">
            <wp:posOffset>6075045</wp:posOffset>
          </wp:positionH>
          <wp:positionV relativeFrom="paragraph">
            <wp:posOffset>4756</wp:posOffset>
          </wp:positionV>
          <wp:extent cx="754962" cy="392703"/>
          <wp:effectExtent l="0" t="0" r="7620" b="0"/>
          <wp:wrapNone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3" descr="TG Footer 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4962" cy="3927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B2187" w:rsidRPr="00EE6625">
      <w:t xml:space="preserve">© Pearson </w:t>
    </w:r>
    <w:r w:rsidR="008B2187" w:rsidRPr="00EE6625">
      <w:rPr>
        <w:noProof/>
        <w:szCs w:val="50"/>
      </w:rPr>
      <w:t>Education</w:t>
    </w:r>
    <w:r w:rsidR="008B2187" w:rsidRPr="00EE6625">
      <w:t xml:space="preserve"> Ltd </w:t>
    </w:r>
    <w:r w:rsidR="008B2187" w:rsidRPr="007D36C6">
      <w:t>201</w:t>
    </w:r>
    <w:r w:rsidR="002C461A">
      <w:t>8</w:t>
    </w:r>
    <w:r w:rsidR="008B2187" w:rsidRPr="00EE6625">
      <w:t xml:space="preserve">. Copying permitted for purchasing institution only. This </w:t>
    </w:r>
    <w:r w:rsidR="008B2187">
      <w:t>material is not copyright free.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62894F" w14:textId="77777777" w:rsidR="00A337F3" w:rsidRPr="00054EDB" w:rsidRDefault="00A337F3" w:rsidP="005044C5">
    <w:pPr>
      <w:framePr w:wrap="around" w:vAnchor="page" w:hAnchor="page" w:x="738" w:y="16101" w:anchorLock="1"/>
      <w:rPr>
        <w:rStyle w:val="PageNumber"/>
      </w:rPr>
    </w:pPr>
    <w:r w:rsidRPr="00054EDB">
      <w:rPr>
        <w:rStyle w:val="PageNumber"/>
      </w:rPr>
      <w:fldChar w:fldCharType="begin"/>
    </w:r>
    <w:r w:rsidRPr="00054EDB">
      <w:rPr>
        <w:rStyle w:val="PageNumber"/>
      </w:rPr>
      <w:instrText xml:space="preserve"> PAGE </w:instrText>
    </w:r>
    <w:r w:rsidRPr="00054EDB">
      <w:rPr>
        <w:rStyle w:val="PageNumber"/>
      </w:rPr>
      <w:fldChar w:fldCharType="separate"/>
    </w:r>
    <w:r>
      <w:rPr>
        <w:rStyle w:val="PageNumber"/>
        <w:noProof/>
      </w:rPr>
      <w:t>2</w:t>
    </w:r>
    <w:r w:rsidRPr="00054EDB">
      <w:rPr>
        <w:rStyle w:val="PageNumber"/>
      </w:rPr>
      <w:fldChar w:fldCharType="end"/>
    </w:r>
  </w:p>
  <w:p w14:paraId="3A3A6CFF" w14:textId="77777777" w:rsidR="00A337F3" w:rsidRDefault="00A337F3" w:rsidP="005044C5">
    <w:pPr>
      <w:pStyle w:val="Footer"/>
      <w:jc w:val="right"/>
    </w:pPr>
    <w:r w:rsidRPr="00EE6625">
      <w:t xml:space="preserve">© Pearson </w:t>
    </w:r>
    <w:r w:rsidRPr="00EE6625">
      <w:rPr>
        <w:noProof/>
        <w:szCs w:val="50"/>
      </w:rPr>
      <w:t>Education</w:t>
    </w:r>
    <w:r w:rsidRPr="00EE6625">
      <w:t xml:space="preserve"> Ltd </w:t>
    </w:r>
    <w:r w:rsidRPr="007D36C6">
      <w:t>2014</w:t>
    </w:r>
    <w:r w:rsidRPr="00EE6625">
      <w:t xml:space="preserve">. Copying permitted for purchasing institution only. This </w:t>
    </w:r>
    <w:r>
      <w:t>material is not copyright free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FBC23E" w14:textId="77777777" w:rsidR="00A337F3" w:rsidRPr="00054EDB" w:rsidRDefault="00A337F3" w:rsidP="00C34EFD">
    <w:pPr>
      <w:framePr w:w="841" w:wrap="around" w:vAnchor="page" w:hAnchor="page" w:x="10702" w:y="16385" w:anchorLock="1"/>
      <w:jc w:val="center"/>
      <w:rPr>
        <w:rStyle w:val="PageNumber"/>
      </w:rPr>
    </w:pPr>
    <w:r w:rsidRPr="00054EDB">
      <w:rPr>
        <w:rStyle w:val="PageNumber"/>
      </w:rPr>
      <w:fldChar w:fldCharType="begin"/>
    </w:r>
    <w:r w:rsidRPr="00054EDB">
      <w:rPr>
        <w:rStyle w:val="PageNumber"/>
      </w:rPr>
      <w:instrText xml:space="preserve"> PAGE </w:instrText>
    </w:r>
    <w:r w:rsidRPr="00054EDB">
      <w:rPr>
        <w:rStyle w:val="PageNumber"/>
      </w:rPr>
      <w:fldChar w:fldCharType="separate"/>
    </w:r>
    <w:r>
      <w:rPr>
        <w:rStyle w:val="PageNumber"/>
        <w:noProof/>
      </w:rPr>
      <w:t>1</w:t>
    </w:r>
    <w:r w:rsidRPr="00054EDB">
      <w:rPr>
        <w:rStyle w:val="PageNumber"/>
      </w:rPr>
      <w:fldChar w:fldCharType="end"/>
    </w:r>
  </w:p>
  <w:p w14:paraId="52579C30" w14:textId="77777777" w:rsidR="00A337F3" w:rsidRDefault="00A337F3" w:rsidP="008B2187">
    <w:pPr>
      <w:pStyle w:val="Footer"/>
    </w:pPr>
    <w:r>
      <w:rPr>
        <w:noProof/>
        <w:lang w:eastAsia="en-GB"/>
      </w:rPr>
      <w:drawing>
        <wp:anchor distT="0" distB="0" distL="114300" distR="114300" simplePos="0" relativeHeight="251716608" behindDoc="1" locked="0" layoutInCell="1" allowOverlap="1" wp14:anchorId="15A5D06E" wp14:editId="1539CE33">
          <wp:simplePos x="0" y="0"/>
          <wp:positionH relativeFrom="column">
            <wp:posOffset>6075045</wp:posOffset>
          </wp:positionH>
          <wp:positionV relativeFrom="paragraph">
            <wp:posOffset>4756</wp:posOffset>
          </wp:positionV>
          <wp:extent cx="754962" cy="392703"/>
          <wp:effectExtent l="0" t="0" r="7620" b="0"/>
          <wp:wrapNone/>
          <wp:docPr id="1196" name="Picture 11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3" descr="TG Footer 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4962" cy="3927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E6625">
      <w:t xml:space="preserve">© Pearson </w:t>
    </w:r>
    <w:r w:rsidRPr="00EE6625">
      <w:rPr>
        <w:noProof/>
        <w:szCs w:val="50"/>
      </w:rPr>
      <w:t>Education</w:t>
    </w:r>
    <w:r w:rsidRPr="00EE6625">
      <w:t xml:space="preserve"> Ltd </w:t>
    </w:r>
    <w:r w:rsidRPr="007D36C6">
      <w:t>201</w:t>
    </w:r>
    <w:r>
      <w:t>8</w:t>
    </w:r>
    <w:r w:rsidRPr="00EE6625">
      <w:t xml:space="preserve">. Copying permitted for purchasing institution only. This </w:t>
    </w:r>
    <w:r>
      <w:t>material is not copyright free.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AC3C82" w14:textId="77777777" w:rsidR="00EB168F" w:rsidRDefault="00EB168F">
      <w:r>
        <w:separator/>
      </w:r>
    </w:p>
    <w:p w14:paraId="379A0EA2" w14:textId="77777777" w:rsidR="00EB168F" w:rsidRDefault="00EB168F"/>
  </w:footnote>
  <w:footnote w:type="continuationSeparator" w:id="0">
    <w:p w14:paraId="51474F1E" w14:textId="77777777" w:rsidR="00EB168F" w:rsidRDefault="00EB168F">
      <w:r>
        <w:continuationSeparator/>
      </w:r>
    </w:p>
    <w:p w14:paraId="37B3170D" w14:textId="77777777" w:rsidR="00EB168F" w:rsidRDefault="00EB168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A489D2" w14:textId="77777777" w:rsidR="002126AF" w:rsidRDefault="002126A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ED610E" w14:textId="7A026C2F" w:rsidR="00647768" w:rsidRPr="009027B5" w:rsidRDefault="0013006C" w:rsidP="00376A75">
    <w:pPr>
      <w:pStyle w:val="Unitnumber"/>
      <w:tabs>
        <w:tab w:val="clear" w:pos="0"/>
        <w:tab w:val="left" w:pos="780"/>
        <w:tab w:val="left" w:pos="1830"/>
        <w:tab w:val="left" w:pos="3270"/>
        <w:tab w:val="left" w:pos="3585"/>
        <w:tab w:val="left" w:pos="3750"/>
      </w:tabs>
      <w:rPr>
        <w:sz w:val="24"/>
      </w:rPr>
    </w:pPr>
    <w:r w:rsidRPr="008458A9">
      <w:rPr>
        <w:noProof/>
        <w:sz w:val="36"/>
        <w:szCs w:val="76"/>
      </w:rPr>
      <w:drawing>
        <wp:anchor distT="0" distB="0" distL="114300" distR="114300" simplePos="0" relativeHeight="251659264" behindDoc="1" locked="0" layoutInCell="1" allowOverlap="1" wp14:anchorId="594B34AA" wp14:editId="2AD75421">
          <wp:simplePos x="0" y="0"/>
          <wp:positionH relativeFrom="page">
            <wp:posOffset>-64770</wp:posOffset>
          </wp:positionH>
          <wp:positionV relativeFrom="page">
            <wp:align>top</wp:align>
          </wp:positionV>
          <wp:extent cx="7657200" cy="1293935"/>
          <wp:effectExtent l="0" t="0" r="1270" b="1905"/>
          <wp:wrapNone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8" descr="TG Head L_H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657200" cy="1293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027B5" w:rsidRPr="007550DC">
      <w:rPr>
        <w:noProof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5F613497" wp14:editId="6A97677B">
              <wp:simplePos x="0" y="0"/>
              <wp:positionH relativeFrom="column">
                <wp:posOffset>-3175</wp:posOffset>
              </wp:positionH>
              <wp:positionV relativeFrom="page">
                <wp:posOffset>133985</wp:posOffset>
              </wp:positionV>
              <wp:extent cx="3992245" cy="525780"/>
              <wp:effectExtent l="0" t="0" r="8255" b="7620"/>
              <wp:wrapNone/>
              <wp:docPr id="9" name="Text Box 2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92245" cy="525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253DA8" w14:textId="229694D3" w:rsidR="009027B5" w:rsidRPr="00376A75" w:rsidRDefault="00376A75" w:rsidP="009027B5">
                          <w:pPr>
                            <w:pStyle w:val="Worksheettitle2lines"/>
                            <w:rPr>
                              <w:lang w:val="fr-FR"/>
                            </w:rPr>
                          </w:pPr>
                          <w:r w:rsidRPr="00376A75">
                            <w:rPr>
                              <w:sz w:val="40"/>
                              <w:szCs w:val="40"/>
                              <w:lang w:val="fr-FR"/>
                            </w:rPr>
                            <w:t>À loisir</w:t>
                          </w:r>
                          <w:r w:rsidR="005B21BC" w:rsidRPr="00376A75">
                            <w:rPr>
                              <w:sz w:val="36"/>
                              <w:lang w:val="fr-FR"/>
                            </w:rPr>
                            <w:t xml:space="preserve"> </w:t>
                          </w:r>
                          <w:r w:rsidR="005B21BC" w:rsidRPr="00376A75">
                            <w:rPr>
                              <w:sz w:val="22"/>
                              <w:szCs w:val="22"/>
                              <w:lang w:val="fr-FR"/>
                            </w:rPr>
                            <w:t>(Pupil Book pp.</w:t>
                          </w:r>
                          <w:r w:rsidR="00A337F3" w:rsidRPr="00376A75">
                            <w:rPr>
                              <w:sz w:val="22"/>
                              <w:szCs w:val="22"/>
                              <w:lang w:val="fr-FR"/>
                            </w:rPr>
                            <w:t xml:space="preserve"> </w:t>
                          </w:r>
                          <w:r>
                            <w:rPr>
                              <w:sz w:val="22"/>
                              <w:szCs w:val="22"/>
                              <w:lang w:val="fr-FR"/>
                            </w:rPr>
                            <w:t>54</w:t>
                          </w:r>
                          <w:r w:rsidR="00CF7EAD" w:rsidRPr="00376A75">
                            <w:rPr>
                              <w:sz w:val="22"/>
                              <w:szCs w:val="22"/>
                              <w:lang w:val="fr-FR"/>
                            </w:rPr>
                            <w:t>–</w:t>
                          </w:r>
                          <w:r w:rsidR="0071456B">
                            <w:rPr>
                              <w:sz w:val="22"/>
                              <w:szCs w:val="22"/>
                              <w:lang w:val="fr-FR"/>
                            </w:rPr>
                            <w:t>77</w:t>
                          </w:r>
                          <w:r w:rsidR="005B21BC" w:rsidRPr="00376A75">
                            <w:rPr>
                              <w:sz w:val="22"/>
                              <w:szCs w:val="22"/>
                              <w:lang w:val="fr-FR"/>
                            </w:rPr>
                            <w:t>)</w:t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F613497" id="_x0000_t202" coordsize="21600,21600" o:spt="202" path="m,l,21600r21600,l21600,xe">
              <v:stroke joinstyle="miter"/>
              <v:path gradientshapeok="t" o:connecttype="rect"/>
            </v:shapetype>
            <v:shape id="Text Box 277" o:spid="_x0000_s1026" type="#_x0000_t202" style="position:absolute;left:0;text-align:left;margin-left:-.25pt;margin-top:10.55pt;width:314.35pt;height:41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" filled="f" stroked="f">
              <v:textbox inset="0,0,0,0">
                <w:txbxContent>
                  <w:p w14:paraId="05253DA8" w14:textId="229694D3" w:rsidR="009027B5" w:rsidRPr="00376A75" w:rsidRDefault="00376A75" w:rsidP="009027B5">
                    <w:pPr>
                      <w:pStyle w:val="Worksheettitle2lines"/>
                      <w:rPr>
                        <w:lang w:val="fr-FR"/>
                      </w:rPr>
                    </w:pPr>
                    <w:r w:rsidRPr="00376A75">
                      <w:rPr>
                        <w:sz w:val="40"/>
                        <w:szCs w:val="40"/>
                        <w:lang w:val="fr-FR"/>
                      </w:rPr>
                      <w:t>À loisir</w:t>
                    </w:r>
                    <w:r w:rsidR="005B21BC" w:rsidRPr="00376A75">
                      <w:rPr>
                        <w:sz w:val="36"/>
                        <w:lang w:val="fr-FR"/>
                      </w:rPr>
                      <w:t xml:space="preserve"> </w:t>
                    </w:r>
                    <w:r w:rsidR="005B21BC" w:rsidRPr="00376A75">
                      <w:rPr>
                        <w:sz w:val="22"/>
                        <w:szCs w:val="22"/>
                        <w:lang w:val="fr-FR"/>
                      </w:rPr>
                      <w:t>(Pupil Book pp.</w:t>
                    </w:r>
                    <w:r w:rsidR="00A337F3" w:rsidRPr="00376A75">
                      <w:rPr>
                        <w:sz w:val="22"/>
                        <w:szCs w:val="22"/>
                        <w:lang w:val="fr-FR"/>
                      </w:rPr>
                      <w:t xml:space="preserve"> </w:t>
                    </w:r>
                    <w:r>
                      <w:rPr>
                        <w:sz w:val="22"/>
                        <w:szCs w:val="22"/>
                        <w:lang w:val="fr-FR"/>
                      </w:rPr>
                      <w:t>54</w:t>
                    </w:r>
                    <w:r w:rsidR="00CF7EAD" w:rsidRPr="00376A75">
                      <w:rPr>
                        <w:sz w:val="22"/>
                        <w:szCs w:val="22"/>
                        <w:lang w:val="fr-FR"/>
                      </w:rPr>
                      <w:t>–</w:t>
                    </w:r>
                    <w:r w:rsidR="0071456B">
                      <w:rPr>
                        <w:sz w:val="22"/>
                        <w:szCs w:val="22"/>
                        <w:lang w:val="fr-FR"/>
                      </w:rPr>
                      <w:t>77</w:t>
                    </w:r>
                    <w:r w:rsidR="005B21BC" w:rsidRPr="00376A75">
                      <w:rPr>
                        <w:sz w:val="22"/>
                        <w:szCs w:val="22"/>
                        <w:lang w:val="fr-FR"/>
                      </w:rPr>
                      <w:t>)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 w:rsidR="00376A75">
      <w:rPr>
        <w:lang w:val="fr-FR"/>
      </w:rPr>
      <w:t>3</w:t>
    </w:r>
    <w:r w:rsidR="00376A75">
      <w:rPr>
        <w:lang w:val="fr-FR"/>
      </w:rPr>
      <w:tab/>
    </w:r>
    <w:r w:rsidR="00376A75">
      <w:rPr>
        <w:lang w:val="fr-FR"/>
      </w:rPr>
      <w:tab/>
    </w:r>
    <w:r w:rsidR="00376A75">
      <w:rPr>
        <w:lang w:val="fr-FR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E74BC4" w14:textId="77777777" w:rsidR="005B63B6" w:rsidRPr="008B2187" w:rsidRDefault="00B159A5" w:rsidP="008458A9">
    <w:pPr>
      <w:pStyle w:val="Unitnumber"/>
      <w:tabs>
        <w:tab w:val="left" w:pos="6360"/>
        <w:tab w:val="right" w:pos="9632"/>
      </w:tabs>
    </w:pPr>
    <w:r w:rsidRPr="008458A9">
      <w:rPr>
        <w:noProof/>
        <w:sz w:val="36"/>
        <w:szCs w:val="76"/>
      </w:rPr>
      <w:drawing>
        <wp:anchor distT="0" distB="0" distL="114300" distR="114300" simplePos="0" relativeHeight="251653120" behindDoc="1" locked="0" layoutInCell="1" allowOverlap="1" wp14:anchorId="0984A94F" wp14:editId="415FE2D0">
          <wp:simplePos x="0" y="0"/>
          <wp:positionH relativeFrom="page">
            <wp:posOffset>-63500</wp:posOffset>
          </wp:positionH>
          <wp:positionV relativeFrom="page">
            <wp:posOffset>50800</wp:posOffset>
          </wp:positionV>
          <wp:extent cx="7658735" cy="1093222"/>
          <wp:effectExtent l="0" t="0" r="0" b="0"/>
          <wp:wrapNone/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8" descr="TG Head L_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658735" cy="10932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458A9">
      <w:rPr>
        <w:noProof/>
      </w:rPr>
      <mc:AlternateContent>
        <mc:Choice Requires="wps">
          <w:drawing>
            <wp:anchor distT="0" distB="0" distL="114300" distR="114300" simplePos="0" relativeHeight="251655168" behindDoc="1" locked="1" layoutInCell="1" allowOverlap="1" wp14:anchorId="168D185C" wp14:editId="3DEC503F">
              <wp:simplePos x="0" y="0"/>
              <wp:positionH relativeFrom="column">
                <wp:posOffset>5617210</wp:posOffset>
              </wp:positionH>
              <wp:positionV relativeFrom="page">
                <wp:posOffset>228600</wp:posOffset>
              </wp:positionV>
              <wp:extent cx="895985" cy="429260"/>
              <wp:effectExtent l="0" t="0" r="18415" b="2540"/>
              <wp:wrapNone/>
              <wp:docPr id="1" name="Text Box 2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5985" cy="429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033AC9" w14:textId="77777777" w:rsidR="000F1161" w:rsidRPr="008458A9" w:rsidRDefault="00171C7F" w:rsidP="000F1161">
                          <w:pPr>
                            <w:pStyle w:val="Moduletitle"/>
                            <w:rPr>
                              <w:rStyle w:val="Pages"/>
                              <w:color w:val="FFFFFF" w:themeColor="background1"/>
                            </w:rPr>
                          </w:pPr>
                          <w:r w:rsidRPr="008458A9">
                            <w:rPr>
                              <w:color w:val="FFFFFF" w:themeColor="background1"/>
                            </w:rPr>
                            <w:t xml:space="preserve">Module title </w:t>
                          </w:r>
                          <w:r w:rsidR="008034E1" w:rsidRPr="008458A9">
                            <w:rPr>
                              <w:color w:val="FFFFFF" w:themeColor="background1"/>
                            </w:rPr>
                            <w:t xml:space="preserve">– </w:t>
                          </w:r>
                          <w:r w:rsidRPr="008458A9">
                            <w:rPr>
                              <w:b/>
                              <w:color w:val="FFFFFF" w:themeColor="background1"/>
                            </w:rPr>
                            <w:t>MODULE</w:t>
                          </w:r>
                          <w:r w:rsidR="008034E1" w:rsidRPr="008458A9">
                            <w:rPr>
                              <w:b/>
                              <w:color w:val="FFFFFF" w:themeColor="background1"/>
                            </w:rPr>
                            <w:t xml:space="preserve"> 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8D185C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442.3pt;margin-top:18pt;width:70.55pt;height:33.8pt;z-index:-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" filled="f" stroked="f">
              <v:textbox inset="0,0,0,0">
                <w:txbxContent>
                  <w:p w14:paraId="3C033AC9" w14:textId="77777777" w:rsidR="000F1161" w:rsidRPr="008458A9" w:rsidRDefault="00171C7F" w:rsidP="000F1161">
                    <w:pPr>
                      <w:pStyle w:val="Moduletitle"/>
                      <w:rPr>
                        <w:rStyle w:val="Pages"/>
                        <w:color w:val="FFFFFF" w:themeColor="background1"/>
                      </w:rPr>
                    </w:pPr>
                    <w:r w:rsidRPr="008458A9">
                      <w:rPr>
                        <w:color w:val="FFFFFF" w:themeColor="background1"/>
                      </w:rPr>
                      <w:t xml:space="preserve">Module title </w:t>
                    </w:r>
                    <w:r w:rsidR="008034E1" w:rsidRPr="008458A9">
                      <w:rPr>
                        <w:color w:val="FFFFFF" w:themeColor="background1"/>
                      </w:rPr>
                      <w:t xml:space="preserve">– </w:t>
                    </w:r>
                    <w:r w:rsidRPr="008458A9">
                      <w:rPr>
                        <w:b/>
                        <w:color w:val="FFFFFF" w:themeColor="background1"/>
                      </w:rPr>
                      <w:t>MODULE</w:t>
                    </w:r>
                    <w:r w:rsidR="008034E1" w:rsidRPr="008458A9">
                      <w:rPr>
                        <w:b/>
                        <w:color w:val="FFFFFF" w:themeColor="background1"/>
                      </w:rPr>
                      <w:t xml:space="preserve"> 3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 w:rsidR="00750635" w:rsidRPr="008458A9">
      <w:t>3</w:t>
    </w:r>
    <w:r w:rsidR="000F1161" w:rsidRPr="008458A9">
      <w:tab/>
    </w:r>
    <w:r w:rsidR="00171C7F" w:rsidRPr="008458A9">
      <w:t>Unit title</w:t>
    </w:r>
    <w:r w:rsidR="0086787D" w:rsidRPr="008458A9">
      <w:t xml:space="preserve"> … </w:t>
    </w:r>
    <w:r w:rsidR="0086787D" w:rsidRPr="008458A9">
      <w:rPr>
        <w:rStyle w:val="Pages"/>
        <w:color w:val="FFFFFF" w:themeColor="background1"/>
      </w:rPr>
      <w:t xml:space="preserve">(Pupil Book pp. </w:t>
    </w:r>
    <w:r w:rsidR="009B34E0">
      <w:rPr>
        <w:rStyle w:val="Pages"/>
        <w:color w:val="FFFFFF" w:themeColor="background1"/>
      </w:rPr>
      <w:t>xx</w:t>
    </w:r>
    <w:r w:rsidR="0086787D" w:rsidRPr="008458A9">
      <w:rPr>
        <w:rStyle w:val="Pages"/>
        <w:color w:val="FFFFFF" w:themeColor="background1"/>
      </w:rPr>
      <w:t>–</w:t>
    </w:r>
    <w:r w:rsidR="009B34E0">
      <w:rPr>
        <w:rStyle w:val="Pages"/>
        <w:color w:val="FFFFFF" w:themeColor="background1"/>
      </w:rPr>
      <w:t>xx</w:t>
    </w:r>
    <w:r w:rsidR="0086787D" w:rsidRPr="008458A9">
      <w:rPr>
        <w:rStyle w:val="Pages"/>
        <w:color w:val="FFFFFF" w:themeColor="background1"/>
      </w:rPr>
      <w:t>)</w:t>
    </w:r>
    <w:r w:rsidR="00DE3DEC">
      <w:rPr>
        <w:rStyle w:val="Pages"/>
      </w:rPr>
      <w:tab/>
    </w:r>
    <w:r w:rsidR="008458A9">
      <w:rPr>
        <w:rStyle w:val="Pages"/>
      </w:rPr>
      <w:tab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0A4C67" w14:textId="77777777" w:rsidR="00A337F3" w:rsidRPr="009027B5" w:rsidRDefault="00A337F3" w:rsidP="003D5F8E">
    <w:pPr>
      <w:pStyle w:val="Unitnumber"/>
      <w:tabs>
        <w:tab w:val="left" w:pos="6360"/>
        <w:tab w:val="right" w:pos="9632"/>
      </w:tabs>
      <w:rPr>
        <w:sz w:val="24"/>
      </w:rPr>
    </w:pPr>
    <w:r w:rsidRPr="007550DC">
      <w:rPr>
        <w:noProof/>
      </w:rPr>
      <mc:AlternateContent>
        <mc:Choice Requires="wps">
          <w:drawing>
            <wp:anchor distT="0" distB="0" distL="114300" distR="114300" simplePos="0" relativeHeight="251719680" behindDoc="1" locked="1" layoutInCell="1" allowOverlap="1" wp14:anchorId="013A6D59" wp14:editId="39818F2D">
              <wp:simplePos x="0" y="0"/>
              <wp:positionH relativeFrom="column">
                <wp:posOffset>6350</wp:posOffset>
              </wp:positionH>
              <wp:positionV relativeFrom="page">
                <wp:posOffset>133985</wp:posOffset>
              </wp:positionV>
              <wp:extent cx="3992245" cy="525780"/>
              <wp:effectExtent l="0" t="0" r="8255" b="7620"/>
              <wp:wrapNone/>
              <wp:docPr id="1041" name="Text Box 2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92245" cy="525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E6B852" w14:textId="77777777" w:rsidR="00A337F3" w:rsidRPr="00E90A2E" w:rsidRDefault="00A337F3" w:rsidP="009027B5">
                          <w:pPr>
                            <w:pStyle w:val="Worksheettitle2lines"/>
                            <w:rPr>
                              <w:sz w:val="40"/>
                              <w:lang w:val="fr-FR"/>
                            </w:rPr>
                          </w:pPr>
                          <w:r>
                            <w:rPr>
                              <w:sz w:val="40"/>
                              <w:lang w:val="fr-FR"/>
                            </w:rPr>
                            <w:t>A toi</w:t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13A6D5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.5pt;margin-top:10.55pt;width:314.35pt;height:41.4pt;z-index:-25159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" filled="f" stroked="f">
              <v:textbox inset="0,0,0,0">
                <w:txbxContent>
                  <w:p w14:paraId="50E6B852" w14:textId="77777777" w:rsidR="00A337F3" w:rsidRPr="00E90A2E" w:rsidRDefault="00A337F3" w:rsidP="009027B5">
                    <w:pPr>
                      <w:pStyle w:val="Worksheettitle2lines"/>
                      <w:rPr>
                        <w:sz w:val="40"/>
                        <w:lang w:val="fr-FR"/>
                      </w:rPr>
                    </w:pPr>
                    <w:r>
                      <w:rPr>
                        <w:sz w:val="40"/>
                        <w:lang w:val="fr-FR"/>
                      </w:rPr>
                      <w:t>A toi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 w:rsidRPr="008458A9">
      <w:rPr>
        <w:noProof/>
        <w:sz w:val="36"/>
        <w:szCs w:val="76"/>
      </w:rPr>
      <w:drawing>
        <wp:anchor distT="0" distB="0" distL="114300" distR="114300" simplePos="0" relativeHeight="251717632" behindDoc="1" locked="0" layoutInCell="1" allowOverlap="1" wp14:anchorId="3A5E92C2" wp14:editId="5930E083">
          <wp:simplePos x="0" y="0"/>
          <wp:positionH relativeFrom="page">
            <wp:posOffset>-63500</wp:posOffset>
          </wp:positionH>
          <wp:positionV relativeFrom="page">
            <wp:align>top</wp:align>
          </wp:positionV>
          <wp:extent cx="7657200" cy="1094400"/>
          <wp:effectExtent l="0" t="0" r="1270" b="0"/>
          <wp:wrapNone/>
          <wp:docPr id="1194" name="Picture 1194" descr="Dynam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8" descr="TG Head L_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657200" cy="109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458A9">
      <w:rPr>
        <w:noProof/>
      </w:rPr>
      <mc:AlternateContent>
        <mc:Choice Requires="wps">
          <w:drawing>
            <wp:anchor distT="0" distB="0" distL="114300" distR="114300" simplePos="0" relativeHeight="251718656" behindDoc="0" locked="1" layoutInCell="1" allowOverlap="1" wp14:anchorId="4321D8BB" wp14:editId="0484614B">
              <wp:simplePos x="0" y="0"/>
              <wp:positionH relativeFrom="column">
                <wp:posOffset>5619750</wp:posOffset>
              </wp:positionH>
              <wp:positionV relativeFrom="page">
                <wp:posOffset>232410</wp:posOffset>
              </wp:positionV>
              <wp:extent cx="895985" cy="429260"/>
              <wp:effectExtent l="0" t="0" r="18415" b="8890"/>
              <wp:wrapNone/>
              <wp:docPr id="1042" name="Text Box 2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5985" cy="429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400116" w14:textId="77777777" w:rsidR="00A337F3" w:rsidRPr="008458A9" w:rsidRDefault="00A337F3" w:rsidP="00647768">
                          <w:pPr>
                            <w:pStyle w:val="Moduletitle"/>
                            <w:rPr>
                              <w:rStyle w:val="Pages"/>
                              <w:color w:val="FFFFFF" w:themeColor="background1"/>
                            </w:rPr>
                          </w:pPr>
                          <w:r>
                            <w:rPr>
                              <w:color w:val="FFFFFF" w:themeColor="background1"/>
                            </w:rPr>
                            <w:t>Module title</w:t>
                          </w:r>
                          <w:r w:rsidRPr="008458A9">
                            <w:rPr>
                              <w:color w:val="FFFFFF" w:themeColor="background1"/>
                            </w:rPr>
                            <w:t xml:space="preserve"> – </w:t>
                          </w:r>
                          <w:r w:rsidRPr="008458A9">
                            <w:rPr>
                              <w:b/>
                              <w:color w:val="FFFFFF" w:themeColor="background1"/>
                            </w:rPr>
                            <w:t xml:space="preserve">MODULE </w:t>
                          </w:r>
                          <w:r>
                            <w:rPr>
                              <w:b/>
                              <w:color w:val="FFFFFF" w:themeColor="background1"/>
                            </w:rPr>
                            <w:t>X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321D8BB" id="_x0000_s1029" type="#_x0000_t202" style="position:absolute;left:0;text-align:left;margin-left:442.5pt;margin-top:18.3pt;width:70.55pt;height:33.8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" filled="f" stroked="f">
              <v:textbox inset="0,0,0,0">
                <w:txbxContent>
                  <w:p w14:paraId="54400116" w14:textId="77777777" w:rsidR="00A337F3" w:rsidRPr="008458A9" w:rsidRDefault="00A337F3" w:rsidP="00647768">
                    <w:pPr>
                      <w:pStyle w:val="Moduletitle"/>
                      <w:rPr>
                        <w:rStyle w:val="Pages"/>
                        <w:color w:val="FFFFFF" w:themeColor="background1"/>
                      </w:rPr>
                    </w:pPr>
                    <w:r>
                      <w:rPr>
                        <w:color w:val="FFFFFF" w:themeColor="background1"/>
                      </w:rPr>
                      <w:t>Module title</w:t>
                    </w:r>
                    <w:r w:rsidRPr="008458A9">
                      <w:rPr>
                        <w:color w:val="FFFFFF" w:themeColor="background1"/>
                      </w:rPr>
                      <w:t xml:space="preserve"> – </w:t>
                    </w:r>
                    <w:r w:rsidRPr="008458A9">
                      <w:rPr>
                        <w:b/>
                        <w:color w:val="FFFFFF" w:themeColor="background1"/>
                      </w:rPr>
                      <w:t xml:space="preserve">MODULE </w:t>
                    </w:r>
                    <w:r>
                      <w:rPr>
                        <w:b/>
                        <w:color w:val="FFFFFF" w:themeColor="background1"/>
                      </w:rPr>
                      <w:t>X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1C90B0" w14:textId="77777777" w:rsidR="00A337F3" w:rsidRPr="008B2187" w:rsidRDefault="00A337F3" w:rsidP="008458A9">
    <w:pPr>
      <w:pStyle w:val="Unitnumber"/>
      <w:tabs>
        <w:tab w:val="left" w:pos="6360"/>
        <w:tab w:val="right" w:pos="9632"/>
      </w:tabs>
    </w:pPr>
    <w:r w:rsidRPr="008458A9">
      <w:rPr>
        <w:noProof/>
        <w:sz w:val="36"/>
        <w:szCs w:val="76"/>
      </w:rPr>
      <w:drawing>
        <wp:anchor distT="0" distB="0" distL="114300" distR="114300" simplePos="0" relativeHeight="251714560" behindDoc="1" locked="0" layoutInCell="1" allowOverlap="1" wp14:anchorId="6595282D" wp14:editId="26332D73">
          <wp:simplePos x="0" y="0"/>
          <wp:positionH relativeFrom="page">
            <wp:posOffset>-63500</wp:posOffset>
          </wp:positionH>
          <wp:positionV relativeFrom="page">
            <wp:posOffset>50800</wp:posOffset>
          </wp:positionV>
          <wp:extent cx="7658735" cy="1093222"/>
          <wp:effectExtent l="0" t="0" r="0" b="0"/>
          <wp:wrapNone/>
          <wp:docPr id="1195" name="Picture 11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8" descr="TG Head L_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658735" cy="10932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458A9">
      <w:rPr>
        <w:noProof/>
      </w:rPr>
      <mc:AlternateContent>
        <mc:Choice Requires="wps">
          <w:drawing>
            <wp:anchor distT="0" distB="0" distL="114300" distR="114300" simplePos="0" relativeHeight="251715584" behindDoc="1" locked="1" layoutInCell="1" allowOverlap="1" wp14:anchorId="14636C39" wp14:editId="453B7935">
              <wp:simplePos x="0" y="0"/>
              <wp:positionH relativeFrom="column">
                <wp:posOffset>5617210</wp:posOffset>
              </wp:positionH>
              <wp:positionV relativeFrom="page">
                <wp:posOffset>228600</wp:posOffset>
              </wp:positionV>
              <wp:extent cx="895985" cy="429260"/>
              <wp:effectExtent l="0" t="0" r="18415" b="2540"/>
              <wp:wrapNone/>
              <wp:docPr id="1043" name="Text Box 2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5985" cy="429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85A007" w14:textId="77777777" w:rsidR="00A337F3" w:rsidRPr="008458A9" w:rsidRDefault="00A337F3" w:rsidP="000F1161">
                          <w:pPr>
                            <w:pStyle w:val="Moduletitle"/>
                            <w:rPr>
                              <w:rStyle w:val="Pages"/>
                              <w:color w:val="FFFFFF" w:themeColor="background1"/>
                            </w:rPr>
                          </w:pPr>
                          <w:r w:rsidRPr="008458A9">
                            <w:rPr>
                              <w:color w:val="FFFFFF" w:themeColor="background1"/>
                            </w:rPr>
                            <w:t xml:space="preserve">Module title – </w:t>
                          </w:r>
                          <w:r w:rsidRPr="008458A9">
                            <w:rPr>
                              <w:b/>
                              <w:color w:val="FFFFFF" w:themeColor="background1"/>
                            </w:rPr>
                            <w:t>MODULE 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636C39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442.3pt;margin-top:18pt;width:70.55pt;height:33.8pt;z-index:-25160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" filled="f" stroked="f">
              <v:textbox inset="0,0,0,0">
                <w:txbxContent>
                  <w:p w14:paraId="7D85A007" w14:textId="77777777" w:rsidR="00A337F3" w:rsidRPr="008458A9" w:rsidRDefault="00A337F3" w:rsidP="000F1161">
                    <w:pPr>
                      <w:pStyle w:val="Moduletitle"/>
                      <w:rPr>
                        <w:rStyle w:val="Pages"/>
                        <w:color w:val="FFFFFF" w:themeColor="background1"/>
                      </w:rPr>
                    </w:pPr>
                    <w:r w:rsidRPr="008458A9">
                      <w:rPr>
                        <w:color w:val="FFFFFF" w:themeColor="background1"/>
                      </w:rPr>
                      <w:t xml:space="preserve">Module title – </w:t>
                    </w:r>
                    <w:r w:rsidRPr="008458A9">
                      <w:rPr>
                        <w:b/>
                        <w:color w:val="FFFFFF" w:themeColor="background1"/>
                      </w:rPr>
                      <w:t>MODULE 3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 w:rsidRPr="008458A9">
      <w:t>3</w:t>
    </w:r>
    <w:r w:rsidRPr="008458A9">
      <w:tab/>
      <w:t xml:space="preserve">Unit title … </w:t>
    </w:r>
    <w:r w:rsidRPr="008458A9">
      <w:rPr>
        <w:rStyle w:val="Pages"/>
        <w:color w:val="FFFFFF" w:themeColor="background1"/>
      </w:rPr>
      <w:t xml:space="preserve">(Pupil Book pp. </w:t>
    </w:r>
    <w:r>
      <w:rPr>
        <w:rStyle w:val="Pages"/>
        <w:color w:val="FFFFFF" w:themeColor="background1"/>
      </w:rPr>
      <w:t>xx</w:t>
    </w:r>
    <w:r w:rsidRPr="008458A9">
      <w:rPr>
        <w:rStyle w:val="Pages"/>
        <w:color w:val="FFFFFF" w:themeColor="background1"/>
      </w:rPr>
      <w:t>–</w:t>
    </w:r>
    <w:r>
      <w:rPr>
        <w:rStyle w:val="Pages"/>
        <w:color w:val="FFFFFF" w:themeColor="background1"/>
      </w:rPr>
      <w:t>xx</w:t>
    </w:r>
    <w:r w:rsidRPr="008458A9">
      <w:rPr>
        <w:rStyle w:val="Pages"/>
        <w:color w:val="FFFFFF" w:themeColor="background1"/>
      </w:rPr>
      <w:t>)</w:t>
    </w:r>
    <w:r>
      <w:rPr>
        <w:rStyle w:val="Pages"/>
      </w:rPr>
      <w:tab/>
    </w:r>
    <w:r>
      <w:rPr>
        <w:rStyle w:val="Pages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757A6B9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622490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C6E078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D4AB9E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FAA5CA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Times New Roman" w:hAnsi="Times New Roman" w:hint="default"/>
      </w:rPr>
    </w:lvl>
  </w:abstractNum>
  <w:abstractNum w:abstractNumId="5" w15:restartNumberingAfterBreak="0">
    <w:nsid w:val="FFFFFF81"/>
    <w:multiLevelType w:val="singleLevel"/>
    <w:tmpl w:val="AD7275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Times New Roman" w:hAnsi="Times New Roman" w:hint="default"/>
      </w:rPr>
    </w:lvl>
  </w:abstractNum>
  <w:abstractNum w:abstractNumId="6" w15:restartNumberingAfterBreak="0">
    <w:nsid w:val="FFFFFF82"/>
    <w:multiLevelType w:val="singleLevel"/>
    <w:tmpl w:val="C242114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Times New Roman" w:hAnsi="Times New Roman" w:hint="default"/>
      </w:rPr>
    </w:lvl>
  </w:abstractNum>
  <w:abstractNum w:abstractNumId="7" w15:restartNumberingAfterBreak="0">
    <w:nsid w:val="FFFFFF83"/>
    <w:multiLevelType w:val="singleLevel"/>
    <w:tmpl w:val="C9A452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Times New Roman" w:hAnsi="Times New Roman" w:hint="default"/>
      </w:rPr>
    </w:lvl>
  </w:abstractNum>
  <w:abstractNum w:abstractNumId="8" w15:restartNumberingAfterBreak="0">
    <w:nsid w:val="FFFFFF88"/>
    <w:multiLevelType w:val="singleLevel"/>
    <w:tmpl w:val="B3D6C0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DF41F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26053CA"/>
    <w:multiLevelType w:val="multilevel"/>
    <w:tmpl w:val="48124C10"/>
    <w:styleLink w:val="Listroman"/>
    <w:lvl w:ilvl="0">
      <w:start w:val="1"/>
      <w:numFmt w:val="lowerRoman"/>
      <w:lvlText w:val="%1"/>
      <w:lvlJc w:val="left"/>
      <w:pPr>
        <w:tabs>
          <w:tab w:val="num" w:pos="1021"/>
        </w:tabs>
        <w:ind w:left="1021" w:hanging="341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514"/>
        </w:tabs>
        <w:ind w:left="1514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874"/>
        </w:tabs>
        <w:ind w:left="187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34"/>
        </w:tabs>
        <w:ind w:left="223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94"/>
        </w:tabs>
        <w:ind w:left="259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954"/>
        </w:tabs>
        <w:ind w:left="295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14"/>
        </w:tabs>
        <w:ind w:left="33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74"/>
        </w:tabs>
        <w:ind w:left="3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034"/>
        </w:tabs>
        <w:ind w:left="4034" w:hanging="360"/>
      </w:pPr>
      <w:rPr>
        <w:rFonts w:hint="default"/>
      </w:rPr>
    </w:lvl>
  </w:abstractNum>
  <w:abstractNum w:abstractNumId="11" w15:restartNumberingAfterBreak="0">
    <w:nsid w:val="05274A5D"/>
    <w:multiLevelType w:val="multilevel"/>
    <w:tmpl w:val="EF181752"/>
    <w:numStyleLink w:val="Listfeature"/>
  </w:abstractNum>
  <w:abstractNum w:abstractNumId="12" w15:restartNumberingAfterBreak="0">
    <w:nsid w:val="0C887D63"/>
    <w:multiLevelType w:val="hybridMultilevel"/>
    <w:tmpl w:val="78FA6E76"/>
    <w:lvl w:ilvl="0" w:tplc="B594683E">
      <w:start w:val="1"/>
      <w:numFmt w:val="bullet"/>
      <w:pStyle w:val="Grammarsuggestionbullet"/>
      <w:lvlText w:val="●"/>
      <w:lvlJc w:val="left"/>
      <w:pPr>
        <w:tabs>
          <w:tab w:val="num" w:pos="448"/>
        </w:tabs>
        <w:ind w:left="448" w:hanging="34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548" w:hanging="360"/>
      </w:pPr>
      <w:rPr>
        <w:rFonts w:ascii="Wingdings" w:hAnsi="Wingdings" w:cs="Wingdings" w:hint="default"/>
      </w:rPr>
    </w:lvl>
    <w:lvl w:ilvl="2" w:tplc="08090005" w:tentative="1">
      <w:start w:val="1"/>
      <w:numFmt w:val="bullet"/>
      <w:lvlText w:val=""/>
      <w:lvlJc w:val="left"/>
      <w:pPr>
        <w:ind w:left="2268" w:hanging="360"/>
      </w:pPr>
      <w:rPr>
        <w:rFonts w:ascii="Arial" w:hAnsi="Arial" w:hint="default"/>
      </w:rPr>
    </w:lvl>
    <w:lvl w:ilvl="3" w:tplc="08090001" w:tentative="1">
      <w:start w:val="1"/>
      <w:numFmt w:val="bullet"/>
      <w:lvlText w:val=""/>
      <w:lvlJc w:val="left"/>
      <w:pPr>
        <w:ind w:left="2988" w:hanging="360"/>
      </w:pPr>
      <w:rPr>
        <w:rFonts w:ascii="Times New Roman" w:hAnsi="Times New Roman" w:hint="default"/>
      </w:rPr>
    </w:lvl>
    <w:lvl w:ilvl="4" w:tplc="08090003" w:tentative="1">
      <w:start w:val="1"/>
      <w:numFmt w:val="bullet"/>
      <w:lvlText w:val="o"/>
      <w:lvlJc w:val="left"/>
      <w:pPr>
        <w:ind w:left="3708" w:hanging="360"/>
      </w:pPr>
      <w:rPr>
        <w:rFonts w:ascii="Wingdings" w:hAnsi="Wingdings" w:cs="Wingdings" w:hint="default"/>
      </w:rPr>
    </w:lvl>
    <w:lvl w:ilvl="5" w:tplc="08090005" w:tentative="1">
      <w:start w:val="1"/>
      <w:numFmt w:val="bullet"/>
      <w:lvlText w:val=""/>
      <w:lvlJc w:val="left"/>
      <w:pPr>
        <w:ind w:left="4428" w:hanging="360"/>
      </w:pPr>
      <w:rPr>
        <w:rFonts w:ascii="Arial" w:hAnsi="Arial" w:hint="default"/>
      </w:rPr>
    </w:lvl>
    <w:lvl w:ilvl="6" w:tplc="08090001" w:tentative="1">
      <w:start w:val="1"/>
      <w:numFmt w:val="bullet"/>
      <w:lvlText w:val=""/>
      <w:lvlJc w:val="left"/>
      <w:pPr>
        <w:ind w:left="5148" w:hanging="360"/>
      </w:pPr>
      <w:rPr>
        <w:rFonts w:ascii="Times New Roman" w:hAnsi="Times New Roman" w:hint="default"/>
      </w:rPr>
    </w:lvl>
    <w:lvl w:ilvl="7" w:tplc="08090003" w:tentative="1">
      <w:start w:val="1"/>
      <w:numFmt w:val="bullet"/>
      <w:lvlText w:val="o"/>
      <w:lvlJc w:val="left"/>
      <w:pPr>
        <w:ind w:left="5868" w:hanging="360"/>
      </w:pPr>
      <w:rPr>
        <w:rFonts w:ascii="Wingdings" w:hAnsi="Wingdings" w:cs="Wingdings" w:hint="default"/>
      </w:rPr>
    </w:lvl>
    <w:lvl w:ilvl="8" w:tplc="08090005" w:tentative="1">
      <w:start w:val="1"/>
      <w:numFmt w:val="bullet"/>
      <w:lvlText w:val=""/>
      <w:lvlJc w:val="left"/>
      <w:pPr>
        <w:ind w:left="6588" w:hanging="360"/>
      </w:pPr>
      <w:rPr>
        <w:rFonts w:ascii="Arial" w:hAnsi="Arial" w:hint="default"/>
      </w:rPr>
    </w:lvl>
  </w:abstractNum>
  <w:abstractNum w:abstractNumId="13" w15:restartNumberingAfterBreak="0">
    <w:nsid w:val="0D6049BF"/>
    <w:multiLevelType w:val="multilevel"/>
    <w:tmpl w:val="ED58EA94"/>
    <w:styleLink w:val="Listaudio"/>
    <w:lvl w:ilvl="0">
      <w:start w:val="1"/>
      <w:numFmt w:val="decimal"/>
      <w:lvlText w:val="%1  –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9410486"/>
    <w:multiLevelType w:val="hybridMultilevel"/>
    <w:tmpl w:val="7D06E1FE"/>
    <w:lvl w:ilvl="0" w:tplc="70D40C1A">
      <w:start w:val="1"/>
      <w:numFmt w:val="bullet"/>
      <w:pStyle w:val="Text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Wingdings" w:hAnsi="Wingdings" w:cs="Aria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Wingdings" w:hAnsi="Wingdings" w:cs="Arial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Wingdings" w:hAnsi="Wingdings" w:cs="Arial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1FD7264B"/>
    <w:multiLevelType w:val="hybridMultilevel"/>
    <w:tmpl w:val="39ACED0E"/>
    <w:lvl w:ilvl="0" w:tplc="F73436EA">
      <w:start w:val="1"/>
      <w:numFmt w:val="decimal"/>
      <w:lvlText w:val="%1"/>
      <w:lvlJc w:val="left"/>
      <w:pPr>
        <w:ind w:left="930" w:hanging="57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F76C24"/>
    <w:multiLevelType w:val="hybridMultilevel"/>
    <w:tmpl w:val="CD605CA2"/>
    <w:lvl w:ilvl="0" w:tplc="11E840B8">
      <w:start w:val="1"/>
      <w:numFmt w:val="bullet"/>
      <w:pStyle w:val="Audiobullets"/>
      <w:lvlText w:val="–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27DD0ADE"/>
    <w:multiLevelType w:val="hybridMultilevel"/>
    <w:tmpl w:val="39ACED0E"/>
    <w:lvl w:ilvl="0" w:tplc="F73436EA">
      <w:start w:val="1"/>
      <w:numFmt w:val="decimal"/>
      <w:lvlText w:val="%1"/>
      <w:lvlJc w:val="left"/>
      <w:pPr>
        <w:ind w:left="930" w:hanging="57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90290E"/>
    <w:multiLevelType w:val="multilevel"/>
    <w:tmpl w:val="4B72C86E"/>
    <w:numStyleLink w:val="Listnum"/>
  </w:abstractNum>
  <w:abstractNum w:abstractNumId="19" w15:restartNumberingAfterBreak="0">
    <w:nsid w:val="2A5D625A"/>
    <w:multiLevelType w:val="hybridMultilevel"/>
    <w:tmpl w:val="39ACED0E"/>
    <w:lvl w:ilvl="0" w:tplc="F73436EA">
      <w:start w:val="1"/>
      <w:numFmt w:val="decimal"/>
      <w:lvlText w:val="%1"/>
      <w:lvlJc w:val="left"/>
      <w:pPr>
        <w:ind w:left="930" w:hanging="57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634C4B"/>
    <w:multiLevelType w:val="hybridMultilevel"/>
    <w:tmpl w:val="874041AA"/>
    <w:lvl w:ilvl="0" w:tplc="98F09DA2">
      <w:start w:val="1"/>
      <w:numFmt w:val="bullet"/>
      <w:pStyle w:val="Starter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Wingdings" w:hAnsi="Wingdings" w:cs="Aria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Wingdings" w:hAnsi="Wingdings" w:cs="Arial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Wingdings" w:hAnsi="Wingdings" w:cs="Arial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2EE77D0A"/>
    <w:multiLevelType w:val="hybridMultilevel"/>
    <w:tmpl w:val="85023D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3F3715"/>
    <w:multiLevelType w:val="multilevel"/>
    <w:tmpl w:val="4B72C86E"/>
    <w:numStyleLink w:val="Listnum"/>
  </w:abstractNum>
  <w:abstractNum w:abstractNumId="23" w15:restartNumberingAfterBreak="0">
    <w:nsid w:val="41244F3F"/>
    <w:multiLevelType w:val="hybridMultilevel"/>
    <w:tmpl w:val="39ACED0E"/>
    <w:lvl w:ilvl="0" w:tplc="F73436EA">
      <w:start w:val="1"/>
      <w:numFmt w:val="decimal"/>
      <w:lvlText w:val="%1"/>
      <w:lvlJc w:val="left"/>
      <w:pPr>
        <w:ind w:left="930" w:hanging="57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D94C2A"/>
    <w:multiLevelType w:val="hybridMultilevel"/>
    <w:tmpl w:val="7960E4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C77E52"/>
    <w:multiLevelType w:val="multilevel"/>
    <w:tmpl w:val="058C1C62"/>
    <w:lvl w:ilvl="0">
      <w:start w:val="1"/>
      <w:numFmt w:val="bullet"/>
      <w:lvlText w:val=""/>
      <w:lvlJc w:val="left"/>
      <w:pPr>
        <w:ind w:left="828" w:hanging="360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ind w:left="1548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ind w:left="2268" w:hanging="360"/>
      </w:pPr>
      <w:rPr>
        <w:rFonts w:ascii="Arial" w:hAnsi="Arial" w:hint="default"/>
      </w:rPr>
    </w:lvl>
    <w:lvl w:ilvl="3">
      <w:start w:val="1"/>
      <w:numFmt w:val="bullet"/>
      <w:lvlText w:val=""/>
      <w:lvlJc w:val="left"/>
      <w:pPr>
        <w:ind w:left="2988" w:hanging="360"/>
      </w:pPr>
      <w:rPr>
        <w:rFonts w:ascii="Times New Roman" w:hAnsi="Times New Roman" w:hint="default"/>
      </w:rPr>
    </w:lvl>
    <w:lvl w:ilvl="4">
      <w:start w:val="1"/>
      <w:numFmt w:val="bullet"/>
      <w:lvlText w:val="o"/>
      <w:lvlJc w:val="left"/>
      <w:pPr>
        <w:ind w:left="3708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ind w:left="4428" w:hanging="360"/>
      </w:pPr>
      <w:rPr>
        <w:rFonts w:ascii="Arial" w:hAnsi="Arial" w:hint="default"/>
      </w:rPr>
    </w:lvl>
    <w:lvl w:ilvl="6">
      <w:start w:val="1"/>
      <w:numFmt w:val="bullet"/>
      <w:lvlText w:val=""/>
      <w:lvlJc w:val="left"/>
      <w:pPr>
        <w:ind w:left="5148" w:hanging="360"/>
      </w:pPr>
      <w:rPr>
        <w:rFonts w:ascii="Times New Roman" w:hAnsi="Times New Roman" w:hint="default"/>
      </w:rPr>
    </w:lvl>
    <w:lvl w:ilvl="7">
      <w:start w:val="1"/>
      <w:numFmt w:val="bullet"/>
      <w:lvlText w:val="o"/>
      <w:lvlJc w:val="left"/>
      <w:pPr>
        <w:ind w:left="5868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ind w:left="6588" w:hanging="360"/>
      </w:pPr>
      <w:rPr>
        <w:rFonts w:ascii="Arial" w:hAnsi="Arial" w:hint="default"/>
      </w:rPr>
    </w:lvl>
  </w:abstractNum>
  <w:abstractNum w:abstractNumId="26" w15:restartNumberingAfterBreak="0">
    <w:nsid w:val="697B65A6"/>
    <w:multiLevelType w:val="multilevel"/>
    <w:tmpl w:val="EF181752"/>
    <w:styleLink w:val="Listfeature"/>
    <w:lvl w:ilvl="0">
      <w:start w:val="1"/>
      <w:numFmt w:val="decimal"/>
      <w:lvlText w:val="%1"/>
      <w:lvlJc w:val="left"/>
      <w:pPr>
        <w:tabs>
          <w:tab w:val="num" w:pos="448"/>
        </w:tabs>
        <w:ind w:left="448" w:hanging="340"/>
      </w:pPr>
      <w:rPr>
        <w:rFonts w:ascii="Arial" w:hAnsi="Arial" w:hint="default"/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 w15:restartNumberingAfterBreak="0">
    <w:nsid w:val="6BB26A66"/>
    <w:multiLevelType w:val="hybridMultilevel"/>
    <w:tmpl w:val="24AC57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46464C"/>
    <w:multiLevelType w:val="hybridMultilevel"/>
    <w:tmpl w:val="CC208AD4"/>
    <w:lvl w:ilvl="0" w:tplc="C80281E6">
      <w:start w:val="1"/>
      <w:numFmt w:val="bullet"/>
      <w:pStyle w:val="Tabletext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Wingdings" w:hAnsi="Wingdings" w:cs="Aria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Wingdings" w:hAnsi="Wingdings" w:cs="Arial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Wingdings" w:hAnsi="Wingdings" w:cs="Arial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 w15:restartNumberingAfterBreak="0">
    <w:nsid w:val="736E226D"/>
    <w:multiLevelType w:val="multilevel"/>
    <w:tmpl w:val="6F7A1FFA"/>
    <w:styleLink w:val="Listalpha"/>
    <w:lvl w:ilvl="0">
      <w:start w:val="1"/>
      <w:numFmt w:val="lowerLetter"/>
      <w:lvlText w:val="%1"/>
      <w:lvlJc w:val="left"/>
      <w:pPr>
        <w:tabs>
          <w:tab w:val="num" w:pos="680"/>
        </w:tabs>
        <w:ind w:left="680" w:hanging="34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0" w15:restartNumberingAfterBreak="0">
    <w:nsid w:val="754B0D3A"/>
    <w:multiLevelType w:val="hybridMultilevel"/>
    <w:tmpl w:val="39ACED0E"/>
    <w:lvl w:ilvl="0" w:tplc="F73436EA">
      <w:start w:val="1"/>
      <w:numFmt w:val="decimal"/>
      <w:lvlText w:val="%1"/>
      <w:lvlJc w:val="left"/>
      <w:pPr>
        <w:ind w:left="930" w:hanging="57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E357D0"/>
    <w:multiLevelType w:val="hybridMultilevel"/>
    <w:tmpl w:val="F43EA436"/>
    <w:lvl w:ilvl="0" w:tplc="2EFA8146">
      <w:start w:val="1"/>
      <w:numFmt w:val="bullet"/>
      <w:pStyle w:val="Plenary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Wingdings" w:hAnsi="Wingdings" w:cs="Aria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Wingdings" w:hAnsi="Wingdings" w:cs="Arial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Wingdings" w:hAnsi="Wingdings" w:cs="Arial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 w15:restartNumberingAfterBreak="0">
    <w:nsid w:val="7B30377C"/>
    <w:multiLevelType w:val="multilevel"/>
    <w:tmpl w:val="4B72C86E"/>
    <w:styleLink w:val="Listnum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hint="default"/>
        <w:b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32"/>
  </w:num>
  <w:num w:numId="2">
    <w:abstractNumId w:val="29"/>
  </w:num>
  <w:num w:numId="3">
    <w:abstractNumId w:val="10"/>
  </w:num>
  <w:num w:numId="4">
    <w:abstractNumId w:val="31"/>
  </w:num>
  <w:num w:numId="5">
    <w:abstractNumId w:val="20"/>
  </w:num>
  <w:num w:numId="6">
    <w:abstractNumId w:val="22"/>
  </w:num>
  <w:num w:numId="7">
    <w:abstractNumId w:val="18"/>
  </w:num>
  <w:num w:numId="8">
    <w:abstractNumId w:val="26"/>
  </w:num>
  <w:num w:numId="9">
    <w:abstractNumId w:val="14"/>
  </w:num>
  <w:num w:numId="10">
    <w:abstractNumId w:val="28"/>
  </w:num>
  <w:num w:numId="11">
    <w:abstractNumId w:val="11"/>
  </w:num>
  <w:num w:numId="12">
    <w:abstractNumId w:val="16"/>
  </w:num>
  <w:num w:numId="13">
    <w:abstractNumId w:val="13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8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  <w:num w:numId="24">
    <w:abstractNumId w:val="12"/>
  </w:num>
  <w:num w:numId="25">
    <w:abstractNumId w:val="25"/>
  </w:num>
  <w:num w:numId="26">
    <w:abstractNumId w:val="21"/>
  </w:num>
  <w:num w:numId="27">
    <w:abstractNumId w:val="27"/>
  </w:num>
  <w:num w:numId="28">
    <w:abstractNumId w:val="19"/>
  </w:num>
  <w:num w:numId="29">
    <w:abstractNumId w:val="23"/>
  </w:num>
  <w:num w:numId="30">
    <w:abstractNumId w:val="30"/>
  </w:num>
  <w:num w:numId="31">
    <w:abstractNumId w:val="17"/>
  </w:num>
  <w:num w:numId="32">
    <w:abstractNumId w:val="15"/>
  </w:num>
  <w:num w:numId="33">
    <w:abstractNumId w:val="2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E55"/>
    <w:rsid w:val="00004864"/>
    <w:rsid w:val="000065C4"/>
    <w:rsid w:val="00006A6B"/>
    <w:rsid w:val="000100BA"/>
    <w:rsid w:val="00011F58"/>
    <w:rsid w:val="00013614"/>
    <w:rsid w:val="00022703"/>
    <w:rsid w:val="0002288B"/>
    <w:rsid w:val="000256CA"/>
    <w:rsid w:val="00025886"/>
    <w:rsid w:val="000312FD"/>
    <w:rsid w:val="00031FD5"/>
    <w:rsid w:val="00034D98"/>
    <w:rsid w:val="00040BE3"/>
    <w:rsid w:val="00040C2C"/>
    <w:rsid w:val="000443ED"/>
    <w:rsid w:val="000472E2"/>
    <w:rsid w:val="00051C5B"/>
    <w:rsid w:val="00054EDB"/>
    <w:rsid w:val="000559D8"/>
    <w:rsid w:val="00055C43"/>
    <w:rsid w:val="00056C2A"/>
    <w:rsid w:val="00060CA2"/>
    <w:rsid w:val="00062753"/>
    <w:rsid w:val="00062B54"/>
    <w:rsid w:val="0006568A"/>
    <w:rsid w:val="000663DE"/>
    <w:rsid w:val="000664CE"/>
    <w:rsid w:val="00066E38"/>
    <w:rsid w:val="0007221D"/>
    <w:rsid w:val="00077055"/>
    <w:rsid w:val="000771F7"/>
    <w:rsid w:val="000779B3"/>
    <w:rsid w:val="00085E97"/>
    <w:rsid w:val="00091E15"/>
    <w:rsid w:val="0009662F"/>
    <w:rsid w:val="000A06AE"/>
    <w:rsid w:val="000A1378"/>
    <w:rsid w:val="000A388E"/>
    <w:rsid w:val="000A45C8"/>
    <w:rsid w:val="000A6638"/>
    <w:rsid w:val="000B1CFF"/>
    <w:rsid w:val="000B3C5E"/>
    <w:rsid w:val="000B3F5B"/>
    <w:rsid w:val="000B60F9"/>
    <w:rsid w:val="000B6524"/>
    <w:rsid w:val="000C148A"/>
    <w:rsid w:val="000C4787"/>
    <w:rsid w:val="000C7038"/>
    <w:rsid w:val="000C74BD"/>
    <w:rsid w:val="000D3FD2"/>
    <w:rsid w:val="000D4D41"/>
    <w:rsid w:val="000D6C15"/>
    <w:rsid w:val="000E38E8"/>
    <w:rsid w:val="000E43B1"/>
    <w:rsid w:val="000F1065"/>
    <w:rsid w:val="000F1161"/>
    <w:rsid w:val="000F1FE4"/>
    <w:rsid w:val="000F34B6"/>
    <w:rsid w:val="000F5413"/>
    <w:rsid w:val="000F590E"/>
    <w:rsid w:val="000F6651"/>
    <w:rsid w:val="000F7305"/>
    <w:rsid w:val="00101AED"/>
    <w:rsid w:val="00105F1C"/>
    <w:rsid w:val="0011036B"/>
    <w:rsid w:val="00110CC3"/>
    <w:rsid w:val="00116E5A"/>
    <w:rsid w:val="00117E68"/>
    <w:rsid w:val="00124205"/>
    <w:rsid w:val="00126F2D"/>
    <w:rsid w:val="0013006C"/>
    <w:rsid w:val="0013292A"/>
    <w:rsid w:val="00132992"/>
    <w:rsid w:val="0013766F"/>
    <w:rsid w:val="00153342"/>
    <w:rsid w:val="00155A2A"/>
    <w:rsid w:val="00155C23"/>
    <w:rsid w:val="00161F56"/>
    <w:rsid w:val="00164C2C"/>
    <w:rsid w:val="00165AA3"/>
    <w:rsid w:val="00166F7A"/>
    <w:rsid w:val="0017112D"/>
    <w:rsid w:val="00171C7F"/>
    <w:rsid w:val="001737C7"/>
    <w:rsid w:val="0017507F"/>
    <w:rsid w:val="00175268"/>
    <w:rsid w:val="00176F96"/>
    <w:rsid w:val="00177068"/>
    <w:rsid w:val="00185C20"/>
    <w:rsid w:val="001862DD"/>
    <w:rsid w:val="001926EA"/>
    <w:rsid w:val="00193712"/>
    <w:rsid w:val="001971B7"/>
    <w:rsid w:val="001A0462"/>
    <w:rsid w:val="001A1E28"/>
    <w:rsid w:val="001A2B3A"/>
    <w:rsid w:val="001A4FCC"/>
    <w:rsid w:val="001A7B5C"/>
    <w:rsid w:val="001C260C"/>
    <w:rsid w:val="001C6AFF"/>
    <w:rsid w:val="001C6F00"/>
    <w:rsid w:val="001D025D"/>
    <w:rsid w:val="001D40EF"/>
    <w:rsid w:val="001D451C"/>
    <w:rsid w:val="001D6AB8"/>
    <w:rsid w:val="001E33A9"/>
    <w:rsid w:val="001E74E4"/>
    <w:rsid w:val="001F1558"/>
    <w:rsid w:val="001F2143"/>
    <w:rsid w:val="001F3432"/>
    <w:rsid w:val="0020136F"/>
    <w:rsid w:val="00201D1A"/>
    <w:rsid w:val="00201F74"/>
    <w:rsid w:val="00202779"/>
    <w:rsid w:val="0020522A"/>
    <w:rsid w:val="00205B75"/>
    <w:rsid w:val="00210931"/>
    <w:rsid w:val="002111DE"/>
    <w:rsid w:val="002116CF"/>
    <w:rsid w:val="002126AF"/>
    <w:rsid w:val="00213101"/>
    <w:rsid w:val="00213A3C"/>
    <w:rsid w:val="00213F8F"/>
    <w:rsid w:val="002202F1"/>
    <w:rsid w:val="002210DF"/>
    <w:rsid w:val="00221A78"/>
    <w:rsid w:val="00221D7E"/>
    <w:rsid w:val="002243CD"/>
    <w:rsid w:val="002244B2"/>
    <w:rsid w:val="00224CBC"/>
    <w:rsid w:val="00226D21"/>
    <w:rsid w:val="002270AF"/>
    <w:rsid w:val="002311D0"/>
    <w:rsid w:val="00234072"/>
    <w:rsid w:val="00234561"/>
    <w:rsid w:val="00237DF0"/>
    <w:rsid w:val="002405CB"/>
    <w:rsid w:val="00240F3E"/>
    <w:rsid w:val="00241F88"/>
    <w:rsid w:val="0024264A"/>
    <w:rsid w:val="00242973"/>
    <w:rsid w:val="002443E0"/>
    <w:rsid w:val="00246733"/>
    <w:rsid w:val="00246CF8"/>
    <w:rsid w:val="00247658"/>
    <w:rsid w:val="00247E57"/>
    <w:rsid w:val="002512FC"/>
    <w:rsid w:val="00255C32"/>
    <w:rsid w:val="00255C66"/>
    <w:rsid w:val="0026035A"/>
    <w:rsid w:val="002606C0"/>
    <w:rsid w:val="00260D56"/>
    <w:rsid w:val="0026342E"/>
    <w:rsid w:val="002641BE"/>
    <w:rsid w:val="00266518"/>
    <w:rsid w:val="002726CC"/>
    <w:rsid w:val="002747C3"/>
    <w:rsid w:val="00274FA1"/>
    <w:rsid w:val="00280A87"/>
    <w:rsid w:val="00283971"/>
    <w:rsid w:val="00287C6E"/>
    <w:rsid w:val="0029172D"/>
    <w:rsid w:val="0029225E"/>
    <w:rsid w:val="00292CD0"/>
    <w:rsid w:val="00293F85"/>
    <w:rsid w:val="00294F2C"/>
    <w:rsid w:val="002A0138"/>
    <w:rsid w:val="002B0E00"/>
    <w:rsid w:val="002B1014"/>
    <w:rsid w:val="002B3B30"/>
    <w:rsid w:val="002B4061"/>
    <w:rsid w:val="002C12F6"/>
    <w:rsid w:val="002C461A"/>
    <w:rsid w:val="002C572B"/>
    <w:rsid w:val="002D2B7D"/>
    <w:rsid w:val="002D31FF"/>
    <w:rsid w:val="002D62C3"/>
    <w:rsid w:val="002D6A39"/>
    <w:rsid w:val="002D73F4"/>
    <w:rsid w:val="002D7D82"/>
    <w:rsid w:val="002E3458"/>
    <w:rsid w:val="002E4035"/>
    <w:rsid w:val="002E623F"/>
    <w:rsid w:val="002E67FA"/>
    <w:rsid w:val="002F5202"/>
    <w:rsid w:val="00300055"/>
    <w:rsid w:val="00301A8F"/>
    <w:rsid w:val="00304A5C"/>
    <w:rsid w:val="00315A17"/>
    <w:rsid w:val="00317B04"/>
    <w:rsid w:val="00317F22"/>
    <w:rsid w:val="00322152"/>
    <w:rsid w:val="00322D56"/>
    <w:rsid w:val="00325BC0"/>
    <w:rsid w:val="00331E1B"/>
    <w:rsid w:val="003346FC"/>
    <w:rsid w:val="0034002C"/>
    <w:rsid w:val="00340914"/>
    <w:rsid w:val="00351BE0"/>
    <w:rsid w:val="003575E1"/>
    <w:rsid w:val="00357B6D"/>
    <w:rsid w:val="00360961"/>
    <w:rsid w:val="003612AC"/>
    <w:rsid w:val="0036323B"/>
    <w:rsid w:val="0036464F"/>
    <w:rsid w:val="00364705"/>
    <w:rsid w:val="003659E7"/>
    <w:rsid w:val="00366D99"/>
    <w:rsid w:val="003730EA"/>
    <w:rsid w:val="00373DE7"/>
    <w:rsid w:val="0037504C"/>
    <w:rsid w:val="0037640E"/>
    <w:rsid w:val="00376A75"/>
    <w:rsid w:val="00380117"/>
    <w:rsid w:val="00382268"/>
    <w:rsid w:val="00387B56"/>
    <w:rsid w:val="00393C8A"/>
    <w:rsid w:val="00394009"/>
    <w:rsid w:val="003957DB"/>
    <w:rsid w:val="00395A4F"/>
    <w:rsid w:val="00395B50"/>
    <w:rsid w:val="003A1C19"/>
    <w:rsid w:val="003A4595"/>
    <w:rsid w:val="003B08A1"/>
    <w:rsid w:val="003B16BE"/>
    <w:rsid w:val="003B23C1"/>
    <w:rsid w:val="003B26F4"/>
    <w:rsid w:val="003B573D"/>
    <w:rsid w:val="003B5BAF"/>
    <w:rsid w:val="003C06C9"/>
    <w:rsid w:val="003C0CE5"/>
    <w:rsid w:val="003C10D5"/>
    <w:rsid w:val="003C1CFC"/>
    <w:rsid w:val="003C22E9"/>
    <w:rsid w:val="003C2542"/>
    <w:rsid w:val="003C3508"/>
    <w:rsid w:val="003C7918"/>
    <w:rsid w:val="003D2070"/>
    <w:rsid w:val="003D29A1"/>
    <w:rsid w:val="003D2D3A"/>
    <w:rsid w:val="003D4AD3"/>
    <w:rsid w:val="003D5F8E"/>
    <w:rsid w:val="003D7937"/>
    <w:rsid w:val="003E02F3"/>
    <w:rsid w:val="003E57C0"/>
    <w:rsid w:val="003F0BF7"/>
    <w:rsid w:val="003F11B6"/>
    <w:rsid w:val="003F3F06"/>
    <w:rsid w:val="003F4604"/>
    <w:rsid w:val="003F4700"/>
    <w:rsid w:val="003F5FBE"/>
    <w:rsid w:val="003F608C"/>
    <w:rsid w:val="00407143"/>
    <w:rsid w:val="0040759C"/>
    <w:rsid w:val="004133CE"/>
    <w:rsid w:val="00416072"/>
    <w:rsid w:val="004179A1"/>
    <w:rsid w:val="00417E55"/>
    <w:rsid w:val="00420925"/>
    <w:rsid w:val="00422A29"/>
    <w:rsid w:val="004244DB"/>
    <w:rsid w:val="004309EF"/>
    <w:rsid w:val="00431BF5"/>
    <w:rsid w:val="004323D9"/>
    <w:rsid w:val="00432473"/>
    <w:rsid w:val="00432A2C"/>
    <w:rsid w:val="0043451A"/>
    <w:rsid w:val="00435D37"/>
    <w:rsid w:val="00436330"/>
    <w:rsid w:val="004411D0"/>
    <w:rsid w:val="00441488"/>
    <w:rsid w:val="00444890"/>
    <w:rsid w:val="004464E0"/>
    <w:rsid w:val="004475A9"/>
    <w:rsid w:val="00447F9D"/>
    <w:rsid w:val="00450DC4"/>
    <w:rsid w:val="00450FCA"/>
    <w:rsid w:val="00452010"/>
    <w:rsid w:val="0045397B"/>
    <w:rsid w:val="004556E8"/>
    <w:rsid w:val="004607DA"/>
    <w:rsid w:val="00461C7C"/>
    <w:rsid w:val="00470449"/>
    <w:rsid w:val="00483977"/>
    <w:rsid w:val="00485AB4"/>
    <w:rsid w:val="00486EC6"/>
    <w:rsid w:val="00487121"/>
    <w:rsid w:val="004906AC"/>
    <w:rsid w:val="00492E49"/>
    <w:rsid w:val="00493072"/>
    <w:rsid w:val="0049362B"/>
    <w:rsid w:val="004939CA"/>
    <w:rsid w:val="004954E4"/>
    <w:rsid w:val="00495CBF"/>
    <w:rsid w:val="00496199"/>
    <w:rsid w:val="004A1026"/>
    <w:rsid w:val="004A12DB"/>
    <w:rsid w:val="004A434A"/>
    <w:rsid w:val="004B2549"/>
    <w:rsid w:val="004B3113"/>
    <w:rsid w:val="004B4EE1"/>
    <w:rsid w:val="004C01FF"/>
    <w:rsid w:val="004C515C"/>
    <w:rsid w:val="004C75B8"/>
    <w:rsid w:val="004D12C3"/>
    <w:rsid w:val="004D33E4"/>
    <w:rsid w:val="004D5CA5"/>
    <w:rsid w:val="004E0D14"/>
    <w:rsid w:val="004E217B"/>
    <w:rsid w:val="004E3DEA"/>
    <w:rsid w:val="004E4B3B"/>
    <w:rsid w:val="004F0146"/>
    <w:rsid w:val="004F2302"/>
    <w:rsid w:val="004F5173"/>
    <w:rsid w:val="004F6418"/>
    <w:rsid w:val="004F7986"/>
    <w:rsid w:val="005044C5"/>
    <w:rsid w:val="00505F0B"/>
    <w:rsid w:val="00521D3B"/>
    <w:rsid w:val="005236C2"/>
    <w:rsid w:val="0052751E"/>
    <w:rsid w:val="00527EF5"/>
    <w:rsid w:val="0053026A"/>
    <w:rsid w:val="00530EFC"/>
    <w:rsid w:val="00535D60"/>
    <w:rsid w:val="00536717"/>
    <w:rsid w:val="0053708B"/>
    <w:rsid w:val="00540EFD"/>
    <w:rsid w:val="00543370"/>
    <w:rsid w:val="005459F4"/>
    <w:rsid w:val="00550CE5"/>
    <w:rsid w:val="0055333C"/>
    <w:rsid w:val="00554658"/>
    <w:rsid w:val="00554C68"/>
    <w:rsid w:val="00560A36"/>
    <w:rsid w:val="0056171B"/>
    <w:rsid w:val="005625C0"/>
    <w:rsid w:val="00571484"/>
    <w:rsid w:val="005714FC"/>
    <w:rsid w:val="00571742"/>
    <w:rsid w:val="00572CFC"/>
    <w:rsid w:val="005768E6"/>
    <w:rsid w:val="00585AEB"/>
    <w:rsid w:val="005913F7"/>
    <w:rsid w:val="005A0781"/>
    <w:rsid w:val="005A309D"/>
    <w:rsid w:val="005A4021"/>
    <w:rsid w:val="005A584C"/>
    <w:rsid w:val="005A5ADD"/>
    <w:rsid w:val="005A6199"/>
    <w:rsid w:val="005B1067"/>
    <w:rsid w:val="005B21BC"/>
    <w:rsid w:val="005B333E"/>
    <w:rsid w:val="005B42EA"/>
    <w:rsid w:val="005B5D56"/>
    <w:rsid w:val="005B63B6"/>
    <w:rsid w:val="005C1324"/>
    <w:rsid w:val="005C3DE2"/>
    <w:rsid w:val="005C4261"/>
    <w:rsid w:val="005C485C"/>
    <w:rsid w:val="005C5B68"/>
    <w:rsid w:val="005D2897"/>
    <w:rsid w:val="005D3D05"/>
    <w:rsid w:val="005D411B"/>
    <w:rsid w:val="005D4D9A"/>
    <w:rsid w:val="005D6412"/>
    <w:rsid w:val="005D71F2"/>
    <w:rsid w:val="005D7F63"/>
    <w:rsid w:val="005E1147"/>
    <w:rsid w:val="005E7288"/>
    <w:rsid w:val="005F1656"/>
    <w:rsid w:val="005F6C90"/>
    <w:rsid w:val="00600078"/>
    <w:rsid w:val="00612E25"/>
    <w:rsid w:val="006176F7"/>
    <w:rsid w:val="006220B8"/>
    <w:rsid w:val="0062248F"/>
    <w:rsid w:val="006234E4"/>
    <w:rsid w:val="00623620"/>
    <w:rsid w:val="0062542C"/>
    <w:rsid w:val="00626F5B"/>
    <w:rsid w:val="006308D5"/>
    <w:rsid w:val="006318E5"/>
    <w:rsid w:val="00634C7D"/>
    <w:rsid w:val="006376D6"/>
    <w:rsid w:val="00637C85"/>
    <w:rsid w:val="00640069"/>
    <w:rsid w:val="006430B8"/>
    <w:rsid w:val="00644408"/>
    <w:rsid w:val="00646CC2"/>
    <w:rsid w:val="00647226"/>
    <w:rsid w:val="00647768"/>
    <w:rsid w:val="006550C8"/>
    <w:rsid w:val="00660143"/>
    <w:rsid w:val="00665298"/>
    <w:rsid w:val="00665624"/>
    <w:rsid w:val="006731BF"/>
    <w:rsid w:val="006740F7"/>
    <w:rsid w:val="0067669D"/>
    <w:rsid w:val="00677DF6"/>
    <w:rsid w:val="00683A29"/>
    <w:rsid w:val="00691258"/>
    <w:rsid w:val="0069254A"/>
    <w:rsid w:val="00692F82"/>
    <w:rsid w:val="00697583"/>
    <w:rsid w:val="006A0A4F"/>
    <w:rsid w:val="006A0E29"/>
    <w:rsid w:val="006A5C0C"/>
    <w:rsid w:val="006A6B59"/>
    <w:rsid w:val="006B56EA"/>
    <w:rsid w:val="006B74EA"/>
    <w:rsid w:val="006C159D"/>
    <w:rsid w:val="006C47E4"/>
    <w:rsid w:val="006C55C1"/>
    <w:rsid w:val="006C6D45"/>
    <w:rsid w:val="006C75D8"/>
    <w:rsid w:val="006D1401"/>
    <w:rsid w:val="006D1F58"/>
    <w:rsid w:val="006D48D6"/>
    <w:rsid w:val="006D54E5"/>
    <w:rsid w:val="006D608A"/>
    <w:rsid w:val="006E0FD9"/>
    <w:rsid w:val="006E3237"/>
    <w:rsid w:val="006E4B0D"/>
    <w:rsid w:val="006E56CE"/>
    <w:rsid w:val="006E5885"/>
    <w:rsid w:val="006E7633"/>
    <w:rsid w:val="006F312F"/>
    <w:rsid w:val="006F45C0"/>
    <w:rsid w:val="006F4B60"/>
    <w:rsid w:val="006F5D81"/>
    <w:rsid w:val="006F79D8"/>
    <w:rsid w:val="00700472"/>
    <w:rsid w:val="007015A3"/>
    <w:rsid w:val="0070208E"/>
    <w:rsid w:val="00703B01"/>
    <w:rsid w:val="00704DDC"/>
    <w:rsid w:val="00704F90"/>
    <w:rsid w:val="00706EAA"/>
    <w:rsid w:val="0071014C"/>
    <w:rsid w:val="00711454"/>
    <w:rsid w:val="007137B1"/>
    <w:rsid w:val="0071456B"/>
    <w:rsid w:val="00717153"/>
    <w:rsid w:val="00720B38"/>
    <w:rsid w:val="007274F1"/>
    <w:rsid w:val="007343EB"/>
    <w:rsid w:val="00735050"/>
    <w:rsid w:val="00737B80"/>
    <w:rsid w:val="007453CE"/>
    <w:rsid w:val="00750635"/>
    <w:rsid w:val="00753418"/>
    <w:rsid w:val="00755ACD"/>
    <w:rsid w:val="00756412"/>
    <w:rsid w:val="00756F8E"/>
    <w:rsid w:val="007605A0"/>
    <w:rsid w:val="007628A2"/>
    <w:rsid w:val="007654FE"/>
    <w:rsid w:val="007655BC"/>
    <w:rsid w:val="00765E6F"/>
    <w:rsid w:val="0076693B"/>
    <w:rsid w:val="00770A0D"/>
    <w:rsid w:val="00770B2F"/>
    <w:rsid w:val="0077173F"/>
    <w:rsid w:val="007740AD"/>
    <w:rsid w:val="0077554B"/>
    <w:rsid w:val="007756F1"/>
    <w:rsid w:val="007838E7"/>
    <w:rsid w:val="0078514A"/>
    <w:rsid w:val="00785553"/>
    <w:rsid w:val="00785B93"/>
    <w:rsid w:val="007948A5"/>
    <w:rsid w:val="007949D0"/>
    <w:rsid w:val="0079644B"/>
    <w:rsid w:val="007A4152"/>
    <w:rsid w:val="007A64AE"/>
    <w:rsid w:val="007B120A"/>
    <w:rsid w:val="007B1DA8"/>
    <w:rsid w:val="007B2B31"/>
    <w:rsid w:val="007B39D7"/>
    <w:rsid w:val="007B424A"/>
    <w:rsid w:val="007B4416"/>
    <w:rsid w:val="007C0C40"/>
    <w:rsid w:val="007C0CC6"/>
    <w:rsid w:val="007C3AAC"/>
    <w:rsid w:val="007C617F"/>
    <w:rsid w:val="007C6E98"/>
    <w:rsid w:val="007E35FE"/>
    <w:rsid w:val="007E5A53"/>
    <w:rsid w:val="007E6054"/>
    <w:rsid w:val="007F0D00"/>
    <w:rsid w:val="008014A7"/>
    <w:rsid w:val="00801FE5"/>
    <w:rsid w:val="008020D6"/>
    <w:rsid w:val="008034E1"/>
    <w:rsid w:val="008048CB"/>
    <w:rsid w:val="0080789C"/>
    <w:rsid w:val="00810D7C"/>
    <w:rsid w:val="00815690"/>
    <w:rsid w:val="00815960"/>
    <w:rsid w:val="00817028"/>
    <w:rsid w:val="00820E7F"/>
    <w:rsid w:val="0082218D"/>
    <w:rsid w:val="00824933"/>
    <w:rsid w:val="0082626B"/>
    <w:rsid w:val="00832FB0"/>
    <w:rsid w:val="00834270"/>
    <w:rsid w:val="00834AA5"/>
    <w:rsid w:val="0083662F"/>
    <w:rsid w:val="00840B3D"/>
    <w:rsid w:val="00843ACA"/>
    <w:rsid w:val="00844748"/>
    <w:rsid w:val="008455D8"/>
    <w:rsid w:val="008458A9"/>
    <w:rsid w:val="00853D58"/>
    <w:rsid w:val="00853F30"/>
    <w:rsid w:val="008558A1"/>
    <w:rsid w:val="00856BB0"/>
    <w:rsid w:val="00864A42"/>
    <w:rsid w:val="00866D48"/>
    <w:rsid w:val="0086700D"/>
    <w:rsid w:val="0086787D"/>
    <w:rsid w:val="008710A3"/>
    <w:rsid w:val="00873745"/>
    <w:rsid w:val="00874E63"/>
    <w:rsid w:val="00876BE9"/>
    <w:rsid w:val="00876FCA"/>
    <w:rsid w:val="008800DE"/>
    <w:rsid w:val="00881082"/>
    <w:rsid w:val="0088408E"/>
    <w:rsid w:val="00885049"/>
    <w:rsid w:val="00886AA8"/>
    <w:rsid w:val="008876D7"/>
    <w:rsid w:val="00895584"/>
    <w:rsid w:val="00897D1B"/>
    <w:rsid w:val="008A00F2"/>
    <w:rsid w:val="008A09E5"/>
    <w:rsid w:val="008A1177"/>
    <w:rsid w:val="008A6DFC"/>
    <w:rsid w:val="008B0670"/>
    <w:rsid w:val="008B0EB5"/>
    <w:rsid w:val="008B2187"/>
    <w:rsid w:val="008B2756"/>
    <w:rsid w:val="008C3938"/>
    <w:rsid w:val="008C3D83"/>
    <w:rsid w:val="008C6ADB"/>
    <w:rsid w:val="008C723C"/>
    <w:rsid w:val="008D39CB"/>
    <w:rsid w:val="008D5F11"/>
    <w:rsid w:val="008D723C"/>
    <w:rsid w:val="008E1978"/>
    <w:rsid w:val="008E1B88"/>
    <w:rsid w:val="008E2F24"/>
    <w:rsid w:val="008E3FD5"/>
    <w:rsid w:val="008E4078"/>
    <w:rsid w:val="008E7387"/>
    <w:rsid w:val="008F03F5"/>
    <w:rsid w:val="008F5C91"/>
    <w:rsid w:val="008F738D"/>
    <w:rsid w:val="00900136"/>
    <w:rsid w:val="00902559"/>
    <w:rsid w:val="009027B5"/>
    <w:rsid w:val="00902B3A"/>
    <w:rsid w:val="009034AD"/>
    <w:rsid w:val="009052EA"/>
    <w:rsid w:val="00905874"/>
    <w:rsid w:val="00906AF2"/>
    <w:rsid w:val="00910F25"/>
    <w:rsid w:val="00913015"/>
    <w:rsid w:val="009143E9"/>
    <w:rsid w:val="00914E12"/>
    <w:rsid w:val="00915ACE"/>
    <w:rsid w:val="00915F11"/>
    <w:rsid w:val="0092248A"/>
    <w:rsid w:val="009236ED"/>
    <w:rsid w:val="00923CF4"/>
    <w:rsid w:val="00924B36"/>
    <w:rsid w:val="00926573"/>
    <w:rsid w:val="00930557"/>
    <w:rsid w:val="00931D89"/>
    <w:rsid w:val="0093241D"/>
    <w:rsid w:val="00932A8D"/>
    <w:rsid w:val="00932F0D"/>
    <w:rsid w:val="009412BA"/>
    <w:rsid w:val="009412E7"/>
    <w:rsid w:val="0094630A"/>
    <w:rsid w:val="00952D07"/>
    <w:rsid w:val="00962F11"/>
    <w:rsid w:val="00965670"/>
    <w:rsid w:val="00966EDE"/>
    <w:rsid w:val="0097290D"/>
    <w:rsid w:val="00974985"/>
    <w:rsid w:val="00974D86"/>
    <w:rsid w:val="0097766A"/>
    <w:rsid w:val="0098239C"/>
    <w:rsid w:val="0099030B"/>
    <w:rsid w:val="00991A52"/>
    <w:rsid w:val="009964F3"/>
    <w:rsid w:val="009A1915"/>
    <w:rsid w:val="009A56F5"/>
    <w:rsid w:val="009A5BB7"/>
    <w:rsid w:val="009B1A7D"/>
    <w:rsid w:val="009B34E0"/>
    <w:rsid w:val="009B4579"/>
    <w:rsid w:val="009C1E1D"/>
    <w:rsid w:val="009C4287"/>
    <w:rsid w:val="009D02CC"/>
    <w:rsid w:val="009D066B"/>
    <w:rsid w:val="009D263B"/>
    <w:rsid w:val="009D41C9"/>
    <w:rsid w:val="009D6FCB"/>
    <w:rsid w:val="009E0C9D"/>
    <w:rsid w:val="009E1BCE"/>
    <w:rsid w:val="009E2084"/>
    <w:rsid w:val="009E4668"/>
    <w:rsid w:val="009E483B"/>
    <w:rsid w:val="009F4F91"/>
    <w:rsid w:val="00A00340"/>
    <w:rsid w:val="00A00359"/>
    <w:rsid w:val="00A0144F"/>
    <w:rsid w:val="00A02194"/>
    <w:rsid w:val="00A0242C"/>
    <w:rsid w:val="00A02994"/>
    <w:rsid w:val="00A05172"/>
    <w:rsid w:val="00A10CC6"/>
    <w:rsid w:val="00A10EAC"/>
    <w:rsid w:val="00A12E25"/>
    <w:rsid w:val="00A13E89"/>
    <w:rsid w:val="00A142F5"/>
    <w:rsid w:val="00A21E95"/>
    <w:rsid w:val="00A2270E"/>
    <w:rsid w:val="00A24045"/>
    <w:rsid w:val="00A24588"/>
    <w:rsid w:val="00A25A54"/>
    <w:rsid w:val="00A25DC9"/>
    <w:rsid w:val="00A25EE5"/>
    <w:rsid w:val="00A26E42"/>
    <w:rsid w:val="00A2766B"/>
    <w:rsid w:val="00A337F3"/>
    <w:rsid w:val="00A3402C"/>
    <w:rsid w:val="00A36A81"/>
    <w:rsid w:val="00A37A1D"/>
    <w:rsid w:val="00A42992"/>
    <w:rsid w:val="00A43132"/>
    <w:rsid w:val="00A46CFD"/>
    <w:rsid w:val="00A51A98"/>
    <w:rsid w:val="00A5229E"/>
    <w:rsid w:val="00A55F3E"/>
    <w:rsid w:val="00A57802"/>
    <w:rsid w:val="00A615B8"/>
    <w:rsid w:val="00A64992"/>
    <w:rsid w:val="00A64AAF"/>
    <w:rsid w:val="00A75BF8"/>
    <w:rsid w:val="00A760E4"/>
    <w:rsid w:val="00A844DA"/>
    <w:rsid w:val="00A85D29"/>
    <w:rsid w:val="00A908BA"/>
    <w:rsid w:val="00A91EE6"/>
    <w:rsid w:val="00A965A2"/>
    <w:rsid w:val="00A970A5"/>
    <w:rsid w:val="00AA1A94"/>
    <w:rsid w:val="00AA21E2"/>
    <w:rsid w:val="00AB4D91"/>
    <w:rsid w:val="00AC540E"/>
    <w:rsid w:val="00AD1FD4"/>
    <w:rsid w:val="00AD39B4"/>
    <w:rsid w:val="00AD3FD4"/>
    <w:rsid w:val="00AD470B"/>
    <w:rsid w:val="00AD7897"/>
    <w:rsid w:val="00AD7CD4"/>
    <w:rsid w:val="00AF1B90"/>
    <w:rsid w:val="00AF216D"/>
    <w:rsid w:val="00AF3226"/>
    <w:rsid w:val="00AF4C19"/>
    <w:rsid w:val="00AF4C8E"/>
    <w:rsid w:val="00AF7189"/>
    <w:rsid w:val="00AF7E16"/>
    <w:rsid w:val="00B00EA9"/>
    <w:rsid w:val="00B00ECD"/>
    <w:rsid w:val="00B0283A"/>
    <w:rsid w:val="00B030EB"/>
    <w:rsid w:val="00B03AFF"/>
    <w:rsid w:val="00B06ED1"/>
    <w:rsid w:val="00B0785D"/>
    <w:rsid w:val="00B123BD"/>
    <w:rsid w:val="00B159A5"/>
    <w:rsid w:val="00B167DD"/>
    <w:rsid w:val="00B170AF"/>
    <w:rsid w:val="00B1759B"/>
    <w:rsid w:val="00B175BF"/>
    <w:rsid w:val="00B244CE"/>
    <w:rsid w:val="00B30CC7"/>
    <w:rsid w:val="00B321D9"/>
    <w:rsid w:val="00B32F7B"/>
    <w:rsid w:val="00B34243"/>
    <w:rsid w:val="00B344D8"/>
    <w:rsid w:val="00B3604D"/>
    <w:rsid w:val="00B377AA"/>
    <w:rsid w:val="00B41010"/>
    <w:rsid w:val="00B41A91"/>
    <w:rsid w:val="00B47668"/>
    <w:rsid w:val="00B53B47"/>
    <w:rsid w:val="00B540A3"/>
    <w:rsid w:val="00B578F0"/>
    <w:rsid w:val="00B57DC8"/>
    <w:rsid w:val="00B61B08"/>
    <w:rsid w:val="00B62FA7"/>
    <w:rsid w:val="00B66700"/>
    <w:rsid w:val="00B73745"/>
    <w:rsid w:val="00B75AA7"/>
    <w:rsid w:val="00B774CF"/>
    <w:rsid w:val="00B821A9"/>
    <w:rsid w:val="00B85388"/>
    <w:rsid w:val="00B915D4"/>
    <w:rsid w:val="00B930DD"/>
    <w:rsid w:val="00B94A7B"/>
    <w:rsid w:val="00B954A6"/>
    <w:rsid w:val="00BA160E"/>
    <w:rsid w:val="00BA1DAA"/>
    <w:rsid w:val="00BA3F85"/>
    <w:rsid w:val="00BA5B6E"/>
    <w:rsid w:val="00BA73E8"/>
    <w:rsid w:val="00BB1B7B"/>
    <w:rsid w:val="00BB302D"/>
    <w:rsid w:val="00BB59C0"/>
    <w:rsid w:val="00BC263B"/>
    <w:rsid w:val="00BC7A44"/>
    <w:rsid w:val="00BD161A"/>
    <w:rsid w:val="00BD2CD2"/>
    <w:rsid w:val="00BD3C6A"/>
    <w:rsid w:val="00BD3C94"/>
    <w:rsid w:val="00BD4343"/>
    <w:rsid w:val="00BE1161"/>
    <w:rsid w:val="00BE2889"/>
    <w:rsid w:val="00BF245E"/>
    <w:rsid w:val="00BF32CD"/>
    <w:rsid w:val="00BF5E58"/>
    <w:rsid w:val="00BF72B8"/>
    <w:rsid w:val="00C0462A"/>
    <w:rsid w:val="00C154C6"/>
    <w:rsid w:val="00C16A60"/>
    <w:rsid w:val="00C174B8"/>
    <w:rsid w:val="00C17F6A"/>
    <w:rsid w:val="00C21117"/>
    <w:rsid w:val="00C25B19"/>
    <w:rsid w:val="00C27BC5"/>
    <w:rsid w:val="00C32B6A"/>
    <w:rsid w:val="00C33858"/>
    <w:rsid w:val="00C34EFD"/>
    <w:rsid w:val="00C407C5"/>
    <w:rsid w:val="00C409DF"/>
    <w:rsid w:val="00C417AB"/>
    <w:rsid w:val="00C433D7"/>
    <w:rsid w:val="00C44973"/>
    <w:rsid w:val="00C453F2"/>
    <w:rsid w:val="00C459C2"/>
    <w:rsid w:val="00C46D29"/>
    <w:rsid w:val="00C47299"/>
    <w:rsid w:val="00C47C5A"/>
    <w:rsid w:val="00C51F31"/>
    <w:rsid w:val="00C530AD"/>
    <w:rsid w:val="00C60030"/>
    <w:rsid w:val="00C6447E"/>
    <w:rsid w:val="00C64742"/>
    <w:rsid w:val="00C65386"/>
    <w:rsid w:val="00C656BA"/>
    <w:rsid w:val="00C7156C"/>
    <w:rsid w:val="00C7271E"/>
    <w:rsid w:val="00C72882"/>
    <w:rsid w:val="00C73192"/>
    <w:rsid w:val="00C77098"/>
    <w:rsid w:val="00C80A74"/>
    <w:rsid w:val="00C828FA"/>
    <w:rsid w:val="00C82A41"/>
    <w:rsid w:val="00C86C5B"/>
    <w:rsid w:val="00C87535"/>
    <w:rsid w:val="00C94601"/>
    <w:rsid w:val="00C96F5D"/>
    <w:rsid w:val="00C97F3B"/>
    <w:rsid w:val="00CA03A3"/>
    <w:rsid w:val="00CA23BC"/>
    <w:rsid w:val="00CA245B"/>
    <w:rsid w:val="00CA6819"/>
    <w:rsid w:val="00CA7802"/>
    <w:rsid w:val="00CB12E0"/>
    <w:rsid w:val="00CB1717"/>
    <w:rsid w:val="00CB31AB"/>
    <w:rsid w:val="00CC3FC8"/>
    <w:rsid w:val="00CC429F"/>
    <w:rsid w:val="00CC7BB9"/>
    <w:rsid w:val="00CD0C4B"/>
    <w:rsid w:val="00CE1BBD"/>
    <w:rsid w:val="00CE2D63"/>
    <w:rsid w:val="00CE3375"/>
    <w:rsid w:val="00CE47F4"/>
    <w:rsid w:val="00CE4AD9"/>
    <w:rsid w:val="00CE581B"/>
    <w:rsid w:val="00CF491B"/>
    <w:rsid w:val="00CF7EAD"/>
    <w:rsid w:val="00D001AB"/>
    <w:rsid w:val="00D0215D"/>
    <w:rsid w:val="00D10E92"/>
    <w:rsid w:val="00D21A20"/>
    <w:rsid w:val="00D21A6C"/>
    <w:rsid w:val="00D35821"/>
    <w:rsid w:val="00D360BE"/>
    <w:rsid w:val="00D37B13"/>
    <w:rsid w:val="00D37C73"/>
    <w:rsid w:val="00D44439"/>
    <w:rsid w:val="00D47399"/>
    <w:rsid w:val="00D50DF4"/>
    <w:rsid w:val="00D512C8"/>
    <w:rsid w:val="00D56AE3"/>
    <w:rsid w:val="00D6259C"/>
    <w:rsid w:val="00D62647"/>
    <w:rsid w:val="00D62F72"/>
    <w:rsid w:val="00D65130"/>
    <w:rsid w:val="00D653FA"/>
    <w:rsid w:val="00D657AE"/>
    <w:rsid w:val="00D67174"/>
    <w:rsid w:val="00D70228"/>
    <w:rsid w:val="00D71788"/>
    <w:rsid w:val="00D71E82"/>
    <w:rsid w:val="00D746AA"/>
    <w:rsid w:val="00D75762"/>
    <w:rsid w:val="00D76A48"/>
    <w:rsid w:val="00D76B52"/>
    <w:rsid w:val="00D77C0D"/>
    <w:rsid w:val="00D92396"/>
    <w:rsid w:val="00D95BB6"/>
    <w:rsid w:val="00D97738"/>
    <w:rsid w:val="00D97A31"/>
    <w:rsid w:val="00D97C25"/>
    <w:rsid w:val="00D97D16"/>
    <w:rsid w:val="00DA2027"/>
    <w:rsid w:val="00DA3BEF"/>
    <w:rsid w:val="00DA477E"/>
    <w:rsid w:val="00DA6B7B"/>
    <w:rsid w:val="00DB1518"/>
    <w:rsid w:val="00DB1640"/>
    <w:rsid w:val="00DB49D8"/>
    <w:rsid w:val="00DC1163"/>
    <w:rsid w:val="00DC1738"/>
    <w:rsid w:val="00DC227D"/>
    <w:rsid w:val="00DC4EBE"/>
    <w:rsid w:val="00DC5BEA"/>
    <w:rsid w:val="00DC76A4"/>
    <w:rsid w:val="00DD3FE4"/>
    <w:rsid w:val="00DD4C16"/>
    <w:rsid w:val="00DD6F90"/>
    <w:rsid w:val="00DE08D9"/>
    <w:rsid w:val="00DE0C01"/>
    <w:rsid w:val="00DE1069"/>
    <w:rsid w:val="00DE14F8"/>
    <w:rsid w:val="00DE3644"/>
    <w:rsid w:val="00DE3DEC"/>
    <w:rsid w:val="00DE5895"/>
    <w:rsid w:val="00DF1A04"/>
    <w:rsid w:val="00DF35F1"/>
    <w:rsid w:val="00DF3709"/>
    <w:rsid w:val="00DF3EA6"/>
    <w:rsid w:val="00DF4464"/>
    <w:rsid w:val="00E01107"/>
    <w:rsid w:val="00E023E0"/>
    <w:rsid w:val="00E06D47"/>
    <w:rsid w:val="00E075E3"/>
    <w:rsid w:val="00E11811"/>
    <w:rsid w:val="00E11BE9"/>
    <w:rsid w:val="00E14D20"/>
    <w:rsid w:val="00E1555E"/>
    <w:rsid w:val="00E158B1"/>
    <w:rsid w:val="00E27D3E"/>
    <w:rsid w:val="00E41EA6"/>
    <w:rsid w:val="00E429AE"/>
    <w:rsid w:val="00E43D40"/>
    <w:rsid w:val="00E44C47"/>
    <w:rsid w:val="00E45FBE"/>
    <w:rsid w:val="00E5011F"/>
    <w:rsid w:val="00E51786"/>
    <w:rsid w:val="00E51A90"/>
    <w:rsid w:val="00E55B91"/>
    <w:rsid w:val="00E5708E"/>
    <w:rsid w:val="00E630E7"/>
    <w:rsid w:val="00E63ECA"/>
    <w:rsid w:val="00E6529D"/>
    <w:rsid w:val="00E65F0E"/>
    <w:rsid w:val="00E71779"/>
    <w:rsid w:val="00E72990"/>
    <w:rsid w:val="00E73885"/>
    <w:rsid w:val="00E7593E"/>
    <w:rsid w:val="00E7793D"/>
    <w:rsid w:val="00E80CF0"/>
    <w:rsid w:val="00E848C4"/>
    <w:rsid w:val="00E85B3B"/>
    <w:rsid w:val="00E86DA8"/>
    <w:rsid w:val="00E87155"/>
    <w:rsid w:val="00E8794A"/>
    <w:rsid w:val="00E91E09"/>
    <w:rsid w:val="00E91FC4"/>
    <w:rsid w:val="00E9210B"/>
    <w:rsid w:val="00E95A4B"/>
    <w:rsid w:val="00E9607B"/>
    <w:rsid w:val="00E971D9"/>
    <w:rsid w:val="00EA1DE3"/>
    <w:rsid w:val="00EB0CC1"/>
    <w:rsid w:val="00EB168F"/>
    <w:rsid w:val="00EB274E"/>
    <w:rsid w:val="00EB47E0"/>
    <w:rsid w:val="00EB4BAF"/>
    <w:rsid w:val="00EB4DA5"/>
    <w:rsid w:val="00EC0926"/>
    <w:rsid w:val="00ED2872"/>
    <w:rsid w:val="00ED2E7A"/>
    <w:rsid w:val="00ED51F3"/>
    <w:rsid w:val="00ED6946"/>
    <w:rsid w:val="00EE2E0E"/>
    <w:rsid w:val="00EE2F64"/>
    <w:rsid w:val="00EE317E"/>
    <w:rsid w:val="00EE38E1"/>
    <w:rsid w:val="00EE45D3"/>
    <w:rsid w:val="00EE54F3"/>
    <w:rsid w:val="00EE7E7F"/>
    <w:rsid w:val="00EF1E91"/>
    <w:rsid w:val="00EF3044"/>
    <w:rsid w:val="00EF3B56"/>
    <w:rsid w:val="00F000CF"/>
    <w:rsid w:val="00F0154C"/>
    <w:rsid w:val="00F021A1"/>
    <w:rsid w:val="00F03A1D"/>
    <w:rsid w:val="00F11470"/>
    <w:rsid w:val="00F11B95"/>
    <w:rsid w:val="00F11CA7"/>
    <w:rsid w:val="00F14C3C"/>
    <w:rsid w:val="00F15F48"/>
    <w:rsid w:val="00F21765"/>
    <w:rsid w:val="00F21994"/>
    <w:rsid w:val="00F22BF6"/>
    <w:rsid w:val="00F23039"/>
    <w:rsid w:val="00F2514A"/>
    <w:rsid w:val="00F302FD"/>
    <w:rsid w:val="00F30AD8"/>
    <w:rsid w:val="00F3361C"/>
    <w:rsid w:val="00F36EE0"/>
    <w:rsid w:val="00F40999"/>
    <w:rsid w:val="00F41F3B"/>
    <w:rsid w:val="00F450A2"/>
    <w:rsid w:val="00F452BC"/>
    <w:rsid w:val="00F550FA"/>
    <w:rsid w:val="00F5612F"/>
    <w:rsid w:val="00F56C53"/>
    <w:rsid w:val="00F57973"/>
    <w:rsid w:val="00F60C0B"/>
    <w:rsid w:val="00F6319F"/>
    <w:rsid w:val="00F67C52"/>
    <w:rsid w:val="00F7258B"/>
    <w:rsid w:val="00F730E7"/>
    <w:rsid w:val="00F75C83"/>
    <w:rsid w:val="00F81B41"/>
    <w:rsid w:val="00F839E3"/>
    <w:rsid w:val="00F94A57"/>
    <w:rsid w:val="00F95BAB"/>
    <w:rsid w:val="00F970A3"/>
    <w:rsid w:val="00FA0202"/>
    <w:rsid w:val="00FA3905"/>
    <w:rsid w:val="00FB0F87"/>
    <w:rsid w:val="00FB1160"/>
    <w:rsid w:val="00FB1C49"/>
    <w:rsid w:val="00FB1FA9"/>
    <w:rsid w:val="00FC1C97"/>
    <w:rsid w:val="00FC3F62"/>
    <w:rsid w:val="00FC4B80"/>
    <w:rsid w:val="00FC74BD"/>
    <w:rsid w:val="00FD0E4C"/>
    <w:rsid w:val="00FD10FA"/>
    <w:rsid w:val="00FD22AA"/>
    <w:rsid w:val="00FE2ED5"/>
    <w:rsid w:val="00FE6262"/>
    <w:rsid w:val="00FF511F"/>
    <w:rsid w:val="00FF741B"/>
    <w:rsid w:val="00FF7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72A14281"/>
  <w15:docId w15:val="{8658A71E-E9F1-460F-8C41-BCC6D9DC7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Verdana" w:eastAsia="Verdana" w:hAnsi="Verdana" w:cs="Verdana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semiHidden="1" w:qFormat="1"/>
    <w:lsdException w:name="heading 2" w:semiHidden="1" w:qFormat="1"/>
    <w:lsdException w:name="heading 3" w:semiHidden="1" w:qFormat="1"/>
    <w:lsdException w:name="heading 4" w:semiHidden="1" w:qFormat="1"/>
    <w:lsdException w:name="heading 5" w:semiHidden="1" w:qFormat="1"/>
    <w:lsdException w:name="heading 6" w:semiHidden="1" w:unhideWhenUsed="1" w:qFormat="1"/>
    <w:lsdException w:name="heading 7" w:semiHidden="1" w:qFormat="1"/>
    <w:lsdException w:name="heading 8" w:semiHidden="1" w:qFormat="1"/>
    <w:lsdException w:name="heading 9" w:semiHidden="1" w:qFormat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62248F"/>
    <w:rPr>
      <w:rFonts w:ascii="Arial" w:hAnsi="Arial"/>
      <w:szCs w:val="24"/>
      <w:lang w:eastAsia="en-US"/>
    </w:rPr>
  </w:style>
  <w:style w:type="paragraph" w:styleId="Heading4">
    <w:name w:val="heading 4"/>
    <w:basedOn w:val="Normal"/>
    <w:next w:val="Normal"/>
    <w:link w:val="Heading4Char"/>
    <w:rsid w:val="00A337F3"/>
    <w:pPr>
      <w:keepNext/>
      <w:keepLines/>
      <w:spacing w:before="240" w:after="40"/>
      <w:outlineLvl w:val="3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C071C"/>
    <w:rPr>
      <w:rFonts w:ascii="Arial" w:hAnsi="Arial"/>
    </w:r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rsid w:val="0062248F"/>
    <w:pPr>
      <w:ind w:left="-567"/>
    </w:pPr>
    <w:rPr>
      <w:rFonts w:ascii="Arial" w:hAnsi="Arial"/>
      <w:sz w:val="16"/>
      <w:szCs w:val="24"/>
      <w:lang w:eastAsia="en-US"/>
    </w:rPr>
  </w:style>
  <w:style w:type="paragraph" w:styleId="Header">
    <w:name w:val="header"/>
    <w:rsid w:val="00E1555E"/>
    <w:pPr>
      <w:tabs>
        <w:tab w:val="left" w:pos="9013"/>
        <w:tab w:val="right" w:pos="9858"/>
      </w:tabs>
      <w:spacing w:before="180"/>
      <w:ind w:right="760"/>
      <w:jc w:val="right"/>
    </w:pPr>
    <w:rPr>
      <w:rFonts w:ascii="Arial" w:hAnsi="Arial"/>
      <w:b/>
      <w:sz w:val="24"/>
      <w:szCs w:val="24"/>
      <w:lang w:eastAsia="en-US"/>
    </w:rPr>
  </w:style>
  <w:style w:type="paragraph" w:customStyle="1" w:styleId="Unitnumber">
    <w:name w:val="Unit number"/>
    <w:next w:val="Text"/>
    <w:qFormat/>
    <w:rsid w:val="00E44C47"/>
    <w:pPr>
      <w:tabs>
        <w:tab w:val="left" w:pos="0"/>
      </w:tabs>
      <w:ind w:left="-567"/>
    </w:pPr>
    <w:rPr>
      <w:rFonts w:ascii="Arial" w:hAnsi="Arial" w:cs="Arial"/>
      <w:b/>
      <w:color w:val="FFFFFF" w:themeColor="background1"/>
      <w:sz w:val="68"/>
      <w:szCs w:val="24"/>
    </w:rPr>
  </w:style>
  <w:style w:type="paragraph" w:customStyle="1" w:styleId="Grammarsuggestionbox">
    <w:name w:val="Grammar suggestion box"/>
    <w:basedOn w:val="Starterhead"/>
    <w:qFormat/>
    <w:rsid w:val="00D746AA"/>
  </w:style>
  <w:style w:type="character" w:styleId="PageNumber">
    <w:name w:val="page number"/>
    <w:rsid w:val="00B66700"/>
    <w:rPr>
      <w:rFonts w:ascii="Arial" w:hAnsi="Arial"/>
      <w:b/>
      <w:color w:val="auto"/>
      <w:sz w:val="20"/>
    </w:rPr>
  </w:style>
  <w:style w:type="paragraph" w:customStyle="1" w:styleId="Rubricquestion">
    <w:name w:val="Rubric question"/>
    <w:next w:val="Text"/>
    <w:qFormat/>
    <w:rsid w:val="005714FC"/>
    <w:pPr>
      <w:spacing w:before="240" w:after="120"/>
    </w:pPr>
    <w:rPr>
      <w:rFonts w:ascii="Arial" w:hAnsi="Arial" w:cs="Arial"/>
      <w:b/>
      <w:sz w:val="24"/>
      <w:szCs w:val="24"/>
    </w:rPr>
  </w:style>
  <w:style w:type="paragraph" w:customStyle="1" w:styleId="Text">
    <w:name w:val="Text"/>
    <w:qFormat/>
    <w:rsid w:val="00A42992"/>
    <w:p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extbullets">
    <w:name w:val="Text bullets"/>
    <w:qFormat/>
    <w:rsid w:val="00677DF6"/>
    <w:pPr>
      <w:numPr>
        <w:numId w:val="9"/>
      </w:numPr>
      <w:tabs>
        <w:tab w:val="clear" w:pos="397"/>
      </w:tabs>
      <w:spacing w:before="80" w:after="60" w:line="240" w:lineRule="atLeast"/>
      <w:ind w:left="340" w:hanging="340"/>
    </w:pPr>
    <w:rPr>
      <w:rFonts w:ascii="Arial" w:hAnsi="Arial" w:cs="Arial"/>
      <w:szCs w:val="24"/>
      <w:lang w:eastAsia="en-US"/>
    </w:rPr>
  </w:style>
  <w:style w:type="numbering" w:customStyle="1" w:styleId="Listnum">
    <w:name w:val="List num"/>
    <w:basedOn w:val="NoList"/>
    <w:semiHidden/>
    <w:rsid w:val="00EE54F3"/>
    <w:pPr>
      <w:numPr>
        <w:numId w:val="1"/>
      </w:numPr>
    </w:pPr>
  </w:style>
  <w:style w:type="paragraph" w:customStyle="1" w:styleId="Grammarsuggestiontext">
    <w:name w:val="Grammar suggestion text"/>
    <w:basedOn w:val="Starterhead"/>
    <w:qFormat/>
    <w:rsid w:val="00D746AA"/>
    <w:rPr>
      <w:b w:val="0"/>
      <w:sz w:val="20"/>
      <w:szCs w:val="20"/>
    </w:rPr>
  </w:style>
  <w:style w:type="paragraph" w:customStyle="1" w:styleId="Numberedlist">
    <w:name w:val="Numbered list"/>
    <w:qFormat/>
    <w:rsid w:val="00820E7F"/>
    <w:pPr>
      <w:spacing w:before="80" w:after="60" w:line="240" w:lineRule="atLeast"/>
      <w:ind w:left="340" w:hanging="340"/>
    </w:pPr>
    <w:rPr>
      <w:rFonts w:ascii="Arial" w:hAnsi="Arial"/>
      <w:szCs w:val="24"/>
    </w:rPr>
  </w:style>
  <w:style w:type="paragraph" w:customStyle="1" w:styleId="Starterhead">
    <w:name w:val="Starter head"/>
    <w:next w:val="Startertext"/>
    <w:qFormat/>
    <w:rsid w:val="00B930DD"/>
    <w:pPr>
      <w:keepNext/>
      <w:pBdr>
        <w:top w:val="single" w:sz="4" w:space="2" w:color="auto"/>
        <w:left w:val="single" w:sz="4" w:space="4" w:color="auto"/>
        <w:bottom w:val="single" w:sz="4" w:space="2" w:color="auto"/>
        <w:right w:val="single" w:sz="4" w:space="4" w:color="auto"/>
      </w:pBdr>
      <w:shd w:val="clear" w:color="auto" w:fill="404040"/>
      <w:spacing w:before="80" w:after="60"/>
      <w:ind w:left="108" w:right="108"/>
    </w:pPr>
    <w:rPr>
      <w:rFonts w:ascii="Arial" w:hAnsi="Arial" w:cs="Arial"/>
      <w:b/>
      <w:color w:val="FFFFFF"/>
      <w:sz w:val="22"/>
      <w:szCs w:val="24"/>
      <w:lang w:eastAsia="en-US"/>
    </w:rPr>
  </w:style>
  <w:style w:type="paragraph" w:customStyle="1" w:styleId="Startersub-head">
    <w:name w:val="Starter sub-head"/>
    <w:next w:val="Startertext"/>
    <w:qFormat/>
    <w:rsid w:val="0052751E"/>
    <w:pPr>
      <w:keepNext/>
      <w:pBdr>
        <w:top w:val="single" w:sz="4" w:space="2" w:color="auto"/>
        <w:left w:val="single" w:sz="4" w:space="4" w:color="auto"/>
        <w:bottom w:val="single" w:sz="4" w:space="2" w:color="auto"/>
        <w:right w:val="single" w:sz="4" w:space="4" w:color="auto"/>
      </w:pBdr>
      <w:shd w:val="clear" w:color="auto" w:fill="ECECEC"/>
      <w:spacing w:before="120"/>
      <w:ind w:left="108" w:right="108"/>
    </w:pPr>
    <w:rPr>
      <w:rFonts w:ascii="Arial" w:hAnsi="Arial" w:cs="Arial"/>
      <w:b/>
      <w:szCs w:val="24"/>
      <w:lang w:eastAsia="en-US"/>
    </w:rPr>
  </w:style>
  <w:style w:type="paragraph" w:customStyle="1" w:styleId="Startertext">
    <w:name w:val="Starter text"/>
    <w:qFormat/>
    <w:rsid w:val="0052751E"/>
    <w:pPr>
      <w:pBdr>
        <w:top w:val="single" w:sz="4" w:space="2" w:color="auto"/>
        <w:left w:val="single" w:sz="4" w:space="4" w:color="auto"/>
        <w:bottom w:val="single" w:sz="4" w:space="2" w:color="auto"/>
        <w:right w:val="single" w:sz="4" w:space="4" w:color="auto"/>
      </w:pBdr>
      <w:shd w:val="clear" w:color="auto" w:fill="ECECEC"/>
      <w:tabs>
        <w:tab w:val="left" w:pos="340"/>
      </w:tabs>
      <w:spacing w:before="80" w:after="60" w:line="240" w:lineRule="atLeast"/>
      <w:ind w:left="108" w:right="108"/>
    </w:pPr>
    <w:rPr>
      <w:rFonts w:ascii="Arial" w:hAnsi="Arial" w:cs="Arial"/>
      <w:szCs w:val="24"/>
      <w:lang w:eastAsia="en-US"/>
    </w:rPr>
  </w:style>
  <w:style w:type="paragraph" w:customStyle="1" w:styleId="Startertextbullets">
    <w:name w:val="Starter text bullets"/>
    <w:qFormat/>
    <w:rsid w:val="0052751E"/>
    <w:pPr>
      <w:numPr>
        <w:numId w:val="5"/>
      </w:numPr>
      <w:pBdr>
        <w:top w:val="single" w:sz="4" w:space="2" w:color="auto"/>
        <w:left w:val="single" w:sz="4" w:space="4" w:color="auto"/>
        <w:bottom w:val="single" w:sz="4" w:space="2" w:color="auto"/>
        <w:right w:val="single" w:sz="4" w:space="4" w:color="auto"/>
      </w:pBdr>
      <w:shd w:val="clear" w:color="auto" w:fill="ECECEC"/>
      <w:tabs>
        <w:tab w:val="clear" w:pos="505"/>
        <w:tab w:val="left" w:pos="448"/>
      </w:tabs>
      <w:spacing w:before="80" w:after="60" w:line="240" w:lineRule="atLeast"/>
      <w:ind w:left="448" w:right="108" w:hanging="340"/>
    </w:pPr>
    <w:rPr>
      <w:rFonts w:ascii="Arial" w:hAnsi="Arial" w:cs="Arial"/>
      <w:szCs w:val="24"/>
      <w:lang w:eastAsia="en-US"/>
    </w:rPr>
  </w:style>
  <w:style w:type="paragraph" w:customStyle="1" w:styleId="Plenaryhead">
    <w:name w:val="Plenary head"/>
    <w:next w:val="Plenarytext"/>
    <w:qFormat/>
    <w:rsid w:val="0052751E"/>
    <w:pPr>
      <w:keepNext/>
      <w:pBdr>
        <w:top w:val="single" w:sz="4" w:space="2" w:color="auto"/>
        <w:left w:val="single" w:sz="4" w:space="4" w:color="auto"/>
        <w:bottom w:val="single" w:sz="4" w:space="2" w:color="auto"/>
        <w:right w:val="single" w:sz="4" w:space="4" w:color="auto"/>
      </w:pBdr>
      <w:shd w:val="clear" w:color="auto" w:fill="F2F2F2"/>
      <w:spacing w:before="80" w:after="60"/>
      <w:ind w:left="108" w:right="108"/>
    </w:pPr>
    <w:rPr>
      <w:rFonts w:ascii="Arial" w:hAnsi="Arial" w:cs="Arial"/>
      <w:b/>
      <w:sz w:val="22"/>
      <w:szCs w:val="24"/>
      <w:lang w:eastAsia="en-US"/>
    </w:rPr>
  </w:style>
  <w:style w:type="paragraph" w:customStyle="1" w:styleId="Startertextnumberedlist">
    <w:name w:val="Starter text numbered list"/>
    <w:qFormat/>
    <w:rsid w:val="0052751E"/>
    <w:pPr>
      <w:pBdr>
        <w:top w:val="single" w:sz="4" w:space="2" w:color="auto"/>
        <w:left w:val="single" w:sz="4" w:space="4" w:color="auto"/>
        <w:bottom w:val="single" w:sz="4" w:space="2" w:color="auto"/>
        <w:right w:val="single" w:sz="4" w:space="4" w:color="auto"/>
      </w:pBdr>
      <w:shd w:val="clear" w:color="auto" w:fill="ECECEC"/>
      <w:spacing w:before="80" w:after="60" w:line="240" w:lineRule="atLeast"/>
      <w:ind w:left="448" w:right="108" w:hanging="340"/>
    </w:pPr>
    <w:rPr>
      <w:rFonts w:ascii="Arial" w:hAnsi="Arial" w:cs="Arial"/>
      <w:szCs w:val="24"/>
      <w:lang w:eastAsia="en-US"/>
    </w:rPr>
  </w:style>
  <w:style w:type="paragraph" w:customStyle="1" w:styleId="Plenarysub-head">
    <w:name w:val="Plenary sub-head"/>
    <w:next w:val="Plenarytext"/>
    <w:qFormat/>
    <w:rsid w:val="0052751E"/>
    <w:pPr>
      <w:keepNext/>
      <w:pBdr>
        <w:top w:val="single" w:sz="4" w:space="2" w:color="auto"/>
        <w:left w:val="single" w:sz="4" w:space="4" w:color="auto"/>
        <w:bottom w:val="single" w:sz="4" w:space="2" w:color="auto"/>
        <w:right w:val="single" w:sz="4" w:space="4" w:color="auto"/>
      </w:pBdr>
      <w:shd w:val="clear" w:color="auto" w:fill="D1D1D1"/>
      <w:spacing w:before="120"/>
      <w:ind w:left="108" w:right="108"/>
    </w:pPr>
    <w:rPr>
      <w:rFonts w:ascii="Arial" w:hAnsi="Arial" w:cs="Arial"/>
      <w:b/>
      <w:szCs w:val="24"/>
      <w:lang w:eastAsia="en-US"/>
    </w:rPr>
  </w:style>
  <w:style w:type="paragraph" w:customStyle="1" w:styleId="Plenarytext">
    <w:name w:val="Plenary text"/>
    <w:qFormat/>
    <w:rsid w:val="0052751E"/>
    <w:pPr>
      <w:pBdr>
        <w:top w:val="single" w:sz="4" w:space="2" w:color="auto"/>
        <w:left w:val="single" w:sz="4" w:space="4" w:color="auto"/>
        <w:bottom w:val="single" w:sz="4" w:space="2" w:color="auto"/>
        <w:right w:val="single" w:sz="4" w:space="4" w:color="auto"/>
      </w:pBdr>
      <w:shd w:val="clear" w:color="auto" w:fill="D1D1D1"/>
      <w:spacing w:before="80" w:after="60" w:line="240" w:lineRule="atLeast"/>
      <w:ind w:left="108" w:right="108"/>
    </w:pPr>
    <w:rPr>
      <w:rFonts w:ascii="Arial" w:hAnsi="Arial" w:cs="Arial"/>
      <w:szCs w:val="24"/>
      <w:lang w:eastAsia="en-US"/>
    </w:rPr>
  </w:style>
  <w:style w:type="paragraph" w:customStyle="1" w:styleId="Plenarytextbullets">
    <w:name w:val="Plenary text bullets"/>
    <w:qFormat/>
    <w:rsid w:val="0052751E"/>
    <w:pPr>
      <w:numPr>
        <w:numId w:val="4"/>
      </w:numPr>
      <w:pBdr>
        <w:top w:val="single" w:sz="4" w:space="2" w:color="auto"/>
        <w:left w:val="single" w:sz="4" w:space="4" w:color="auto"/>
        <w:bottom w:val="single" w:sz="4" w:space="2" w:color="auto"/>
        <w:right w:val="single" w:sz="4" w:space="4" w:color="auto"/>
      </w:pBdr>
      <w:shd w:val="clear" w:color="auto" w:fill="D1D1D1"/>
      <w:tabs>
        <w:tab w:val="clear" w:pos="505"/>
        <w:tab w:val="left" w:pos="448"/>
      </w:tabs>
      <w:spacing w:before="80" w:after="60" w:line="240" w:lineRule="atLeast"/>
      <w:ind w:left="448" w:right="108" w:hanging="340"/>
    </w:pPr>
    <w:rPr>
      <w:rFonts w:ascii="Arial" w:hAnsi="Arial" w:cs="Arial"/>
      <w:szCs w:val="24"/>
      <w:lang w:eastAsia="en-US"/>
    </w:rPr>
  </w:style>
  <w:style w:type="paragraph" w:customStyle="1" w:styleId="Plenarytextnumberedlist">
    <w:name w:val="Plenary text numbered list"/>
    <w:qFormat/>
    <w:rsid w:val="0052751E"/>
    <w:pPr>
      <w:pBdr>
        <w:top w:val="single" w:sz="4" w:space="2" w:color="auto"/>
        <w:left w:val="single" w:sz="4" w:space="4" w:color="auto"/>
        <w:bottom w:val="single" w:sz="4" w:space="2" w:color="auto"/>
        <w:right w:val="single" w:sz="4" w:space="4" w:color="auto"/>
      </w:pBdr>
      <w:shd w:val="clear" w:color="auto" w:fill="D1D1D1"/>
      <w:spacing w:before="80" w:after="60" w:line="240" w:lineRule="atLeast"/>
      <w:ind w:left="448" w:right="108" w:hanging="340"/>
    </w:pPr>
    <w:rPr>
      <w:rFonts w:ascii="Arial" w:hAnsi="Arial" w:cs="Arial"/>
      <w:szCs w:val="24"/>
      <w:lang w:eastAsia="en-US"/>
    </w:rPr>
  </w:style>
  <w:style w:type="paragraph" w:customStyle="1" w:styleId="Tablehead">
    <w:name w:val="Table head"/>
    <w:next w:val="Tabletext"/>
    <w:qFormat/>
    <w:rsid w:val="0055333C"/>
    <w:pPr>
      <w:keepNext/>
      <w:spacing w:before="80" w:after="60"/>
    </w:pPr>
    <w:rPr>
      <w:rFonts w:ascii="Arial" w:hAnsi="Arial" w:cs="Arial"/>
      <w:b/>
      <w:sz w:val="22"/>
      <w:szCs w:val="24"/>
      <w:lang w:eastAsia="en-US"/>
    </w:rPr>
  </w:style>
  <w:style w:type="paragraph" w:customStyle="1" w:styleId="Overviewhead">
    <w:name w:val="Overview head"/>
    <w:next w:val="Text"/>
    <w:qFormat/>
    <w:rsid w:val="00C77098"/>
    <w:pPr>
      <w:keepNext/>
      <w:spacing w:before="180" w:after="60"/>
    </w:pPr>
    <w:rPr>
      <w:rFonts w:ascii="Arial" w:hAnsi="Arial" w:cs="Arial"/>
      <w:b/>
      <w:sz w:val="22"/>
      <w:szCs w:val="24"/>
      <w:lang w:eastAsia="en-US"/>
    </w:rPr>
  </w:style>
  <w:style w:type="paragraph" w:customStyle="1" w:styleId="Tabletext">
    <w:name w:val="Table text"/>
    <w:qFormat/>
    <w:rsid w:val="002A0138"/>
    <w:pPr>
      <w:spacing w:before="40" w:after="4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bullets">
    <w:name w:val="Table text bullets"/>
    <w:qFormat/>
    <w:rsid w:val="00677DF6"/>
    <w:pPr>
      <w:numPr>
        <w:numId w:val="10"/>
      </w:numPr>
      <w:tabs>
        <w:tab w:val="clear" w:pos="397"/>
        <w:tab w:val="num" w:pos="340"/>
      </w:tabs>
      <w:spacing w:before="40" w:after="40" w:line="240" w:lineRule="atLeast"/>
      <w:ind w:left="340" w:hanging="340"/>
    </w:pPr>
    <w:rPr>
      <w:rFonts w:ascii="Arial" w:hAnsi="Arial" w:cs="Arial"/>
      <w:szCs w:val="24"/>
      <w:lang w:eastAsia="en-US"/>
    </w:rPr>
  </w:style>
  <w:style w:type="paragraph" w:customStyle="1" w:styleId="Tabletextnumberedlist">
    <w:name w:val="Table text numbered list"/>
    <w:qFormat/>
    <w:rsid w:val="00FA3905"/>
    <w:pPr>
      <w:spacing w:before="40" w:after="40" w:line="240" w:lineRule="atLeast"/>
      <w:ind w:left="340" w:hanging="340"/>
    </w:pPr>
    <w:rPr>
      <w:rFonts w:ascii="Arial" w:hAnsi="Arial" w:cs="Arial"/>
      <w:szCs w:val="24"/>
      <w:lang w:eastAsia="en-US"/>
    </w:rPr>
  </w:style>
  <w:style w:type="table" w:customStyle="1" w:styleId="Table2">
    <w:name w:val="Table 2"/>
    <w:basedOn w:val="TableNormal"/>
    <w:rsid w:val="009A56F5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Overviewtable">
    <w:name w:val="Overview table"/>
    <w:basedOn w:val="TableNormal"/>
    <w:rsid w:val="00DF35F1"/>
    <w:rPr>
      <w:rFonts w:ascii="Arial" w:hAnsi="Arial"/>
    </w:rPr>
    <w:tblPr/>
    <w:tcPr>
      <w:shd w:val="clear" w:color="auto" w:fill="E0E0E0"/>
    </w:tcPr>
  </w:style>
  <w:style w:type="paragraph" w:customStyle="1" w:styleId="awsmallspace">
    <w:name w:val="a/w small space"/>
    <w:next w:val="Text"/>
    <w:qFormat/>
    <w:rsid w:val="00262CB9"/>
    <w:pPr>
      <w:spacing w:before="2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mediumspace">
    <w:name w:val="a/w medium space"/>
    <w:next w:val="Text"/>
    <w:qFormat/>
    <w:rsid w:val="00262CB9"/>
    <w:pPr>
      <w:spacing w:before="4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largespace">
    <w:name w:val="a/w large space"/>
    <w:next w:val="Text"/>
    <w:qFormat/>
    <w:rsid w:val="00262CB9"/>
    <w:pPr>
      <w:spacing w:before="6800" w:after="120"/>
      <w:jc w:val="center"/>
    </w:pPr>
    <w:rPr>
      <w:rFonts w:ascii="Arial" w:hAnsi="Arial" w:cs="Arial"/>
      <w:color w:val="FF00FF"/>
      <w:szCs w:val="24"/>
      <w:lang w:eastAsia="en-US"/>
    </w:rPr>
  </w:style>
  <w:style w:type="table" w:customStyle="1" w:styleId="Table1">
    <w:name w:val="Table 1"/>
    <w:basedOn w:val="TableNormal"/>
    <w:rsid w:val="009A56F5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C0C0C0"/>
      </w:tcPr>
    </w:tblStylePr>
  </w:style>
  <w:style w:type="paragraph" w:customStyle="1" w:styleId="Audioscript">
    <w:name w:val="Audioscript"/>
    <w:basedOn w:val="Starterhead"/>
    <w:next w:val="Audionumberlist"/>
    <w:qFormat/>
    <w:rsid w:val="0034002C"/>
    <w:pPr>
      <w:pBdr>
        <w:top w:val="single" w:sz="4" w:space="3" w:color="auto"/>
      </w:pBdr>
      <w:tabs>
        <w:tab w:val="right" w:pos="9498"/>
      </w:tabs>
      <w:spacing w:before="180" w:after="120"/>
    </w:pPr>
    <w:rPr>
      <w:sz w:val="24"/>
    </w:rPr>
  </w:style>
  <w:style w:type="paragraph" w:customStyle="1" w:styleId="Sectiondivider">
    <w:name w:val="Section divider"/>
    <w:basedOn w:val="Text"/>
    <w:qFormat/>
    <w:rsid w:val="00DF35F1"/>
    <w:pPr>
      <w:spacing w:before="0" w:after="240" w:line="240" w:lineRule="auto"/>
    </w:pPr>
  </w:style>
  <w:style w:type="paragraph" w:customStyle="1" w:styleId="Answertext">
    <w:name w:val="Answer text"/>
    <w:basedOn w:val="Startertext"/>
    <w:qFormat/>
    <w:rsid w:val="00785553"/>
    <w:pPr>
      <w:pBdr>
        <w:top w:val="single" w:sz="4" w:space="1" w:color="ECECEC"/>
        <w:left w:val="single" w:sz="4" w:space="4" w:color="ECECEC"/>
        <w:bottom w:val="single" w:sz="4" w:space="1" w:color="ECECEC"/>
        <w:right w:val="single" w:sz="4" w:space="4" w:color="ECECEC"/>
      </w:pBdr>
      <w:shd w:val="clear" w:color="auto" w:fill="EAEAEA"/>
      <w:spacing w:before="0" w:after="0" w:line="280" w:lineRule="atLeast"/>
    </w:pPr>
  </w:style>
  <w:style w:type="paragraph" w:customStyle="1" w:styleId="Audiobullets">
    <w:name w:val="Audio bullets"/>
    <w:qFormat/>
    <w:rsid w:val="00C87535"/>
    <w:pPr>
      <w:numPr>
        <w:numId w:val="12"/>
      </w:numPr>
      <w:tabs>
        <w:tab w:val="clear" w:pos="397"/>
        <w:tab w:val="left" w:pos="567"/>
      </w:tabs>
      <w:spacing w:before="80" w:after="60" w:line="240" w:lineRule="atLeast"/>
      <w:ind w:left="567" w:hanging="369"/>
    </w:pPr>
    <w:rPr>
      <w:rFonts w:ascii="Arial" w:hAnsi="Arial" w:cs="Arial"/>
      <w:i/>
      <w:szCs w:val="24"/>
    </w:rPr>
  </w:style>
  <w:style w:type="numbering" w:customStyle="1" w:styleId="Listfeature">
    <w:name w:val="List feature"/>
    <w:basedOn w:val="NoList"/>
    <w:semiHidden/>
    <w:rsid w:val="00EE54F3"/>
    <w:pPr>
      <w:numPr>
        <w:numId w:val="8"/>
      </w:numPr>
    </w:pPr>
  </w:style>
  <w:style w:type="paragraph" w:styleId="BalloonText">
    <w:name w:val="Balloon Text"/>
    <w:basedOn w:val="Normal"/>
    <w:semiHidden/>
    <w:rsid w:val="00D44439"/>
    <w:rPr>
      <w:rFonts w:cs="Arial"/>
      <w:sz w:val="16"/>
      <w:szCs w:val="16"/>
    </w:rPr>
  </w:style>
  <w:style w:type="paragraph" w:customStyle="1" w:styleId="Teachertipbox">
    <w:name w:val="Teacher tip box"/>
    <w:basedOn w:val="Plenaryhead"/>
    <w:next w:val="Teachertiptext"/>
    <w:qFormat/>
    <w:rsid w:val="0026035A"/>
    <w:pPr>
      <w:keepNext w:val="0"/>
      <w:spacing w:before="120" w:after="0" w:line="260" w:lineRule="atLeast"/>
    </w:pPr>
    <w:rPr>
      <w:lang w:eastAsia="en-GB"/>
    </w:rPr>
  </w:style>
  <w:style w:type="paragraph" w:customStyle="1" w:styleId="Audionumberlist">
    <w:name w:val="Audio number list"/>
    <w:qFormat/>
    <w:rsid w:val="003B26F4"/>
    <w:pPr>
      <w:ind w:left="567" w:hanging="567"/>
    </w:pPr>
    <w:rPr>
      <w:rFonts w:ascii="Arial" w:hAnsi="Arial"/>
      <w:i/>
      <w:szCs w:val="24"/>
    </w:rPr>
  </w:style>
  <w:style w:type="numbering" w:customStyle="1" w:styleId="Listaudio">
    <w:name w:val="List audio"/>
    <w:basedOn w:val="Listnum"/>
    <w:rsid w:val="000559D8"/>
    <w:pPr>
      <w:numPr>
        <w:numId w:val="13"/>
      </w:numPr>
    </w:pPr>
  </w:style>
  <w:style w:type="character" w:customStyle="1" w:styleId="Pages">
    <w:name w:val="Pages"/>
    <w:rsid w:val="005625C0"/>
    <w:rPr>
      <w:caps w:val="0"/>
      <w:color w:val="auto"/>
      <w:sz w:val="22"/>
    </w:rPr>
  </w:style>
  <w:style w:type="paragraph" w:customStyle="1" w:styleId="Grammarsuggestionbullet">
    <w:name w:val="Grammar suggestion bullet"/>
    <w:basedOn w:val="Grammarsuggestiontext"/>
    <w:qFormat/>
    <w:rsid w:val="00F23039"/>
    <w:pPr>
      <w:numPr>
        <w:numId w:val="24"/>
      </w:numPr>
    </w:pPr>
  </w:style>
  <w:style w:type="table" w:customStyle="1" w:styleId="Answertable">
    <w:name w:val="Answer table"/>
    <w:basedOn w:val="TableNormal"/>
    <w:rsid w:val="00D0215D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EAEAEA"/>
    </w:tcPr>
  </w:style>
  <w:style w:type="paragraph" w:customStyle="1" w:styleId="Answerhead">
    <w:name w:val="Answer head"/>
    <w:basedOn w:val="Answertext"/>
    <w:next w:val="Answertext"/>
    <w:qFormat/>
    <w:rsid w:val="003C7918"/>
    <w:rPr>
      <w:b/>
      <w:sz w:val="22"/>
    </w:rPr>
  </w:style>
  <w:style w:type="paragraph" w:customStyle="1" w:styleId="Moduletitle">
    <w:name w:val="Module title"/>
    <w:next w:val="Text"/>
    <w:qFormat/>
    <w:rsid w:val="00B0785D"/>
    <w:pPr>
      <w:jc w:val="right"/>
    </w:pPr>
    <w:rPr>
      <w:rFonts w:ascii="Arial" w:hAnsi="Arial" w:cs="Arial"/>
      <w:sz w:val="22"/>
      <w:szCs w:val="28"/>
    </w:rPr>
  </w:style>
  <w:style w:type="paragraph" w:customStyle="1" w:styleId="Alphalist">
    <w:name w:val="Alpha list"/>
    <w:qFormat/>
    <w:rsid w:val="00496199"/>
    <w:pPr>
      <w:spacing w:before="80" w:after="60" w:line="240" w:lineRule="atLeast"/>
      <w:ind w:left="680" w:hanging="340"/>
    </w:pPr>
    <w:rPr>
      <w:rFonts w:ascii="Arial" w:hAnsi="Arial"/>
      <w:szCs w:val="24"/>
    </w:rPr>
  </w:style>
  <w:style w:type="paragraph" w:customStyle="1" w:styleId="Romanlist">
    <w:name w:val="Roman list"/>
    <w:qFormat/>
    <w:rsid w:val="00646CC2"/>
    <w:pPr>
      <w:spacing w:before="80" w:after="60" w:line="240" w:lineRule="atLeast"/>
      <w:ind w:left="1020" w:hanging="340"/>
    </w:pPr>
    <w:rPr>
      <w:rFonts w:ascii="Arial" w:hAnsi="Arial"/>
      <w:szCs w:val="24"/>
    </w:rPr>
  </w:style>
  <w:style w:type="numbering" w:customStyle="1" w:styleId="Listalpha">
    <w:name w:val="List alpha"/>
    <w:basedOn w:val="NoList"/>
    <w:semiHidden/>
    <w:rsid w:val="00EE54F3"/>
    <w:pPr>
      <w:numPr>
        <w:numId w:val="2"/>
      </w:numPr>
    </w:pPr>
  </w:style>
  <w:style w:type="numbering" w:customStyle="1" w:styleId="Listroman">
    <w:name w:val="List roman"/>
    <w:basedOn w:val="NoList"/>
    <w:semiHidden/>
    <w:rsid w:val="00EE54F3"/>
    <w:pPr>
      <w:numPr>
        <w:numId w:val="3"/>
      </w:numPr>
    </w:pPr>
  </w:style>
  <w:style w:type="paragraph" w:customStyle="1" w:styleId="Teachertiptext">
    <w:name w:val="Teacher tip text"/>
    <w:basedOn w:val="Teachertipbox"/>
    <w:qFormat/>
    <w:rsid w:val="0026035A"/>
    <w:rPr>
      <w:b w:val="0"/>
    </w:rPr>
  </w:style>
  <w:style w:type="paragraph" w:customStyle="1" w:styleId="Worksheettitle2lines">
    <w:name w:val="Worksheet title 2 lines"/>
    <w:qFormat/>
    <w:rsid w:val="009027B5"/>
    <w:pPr>
      <w:spacing w:line="380" w:lineRule="exact"/>
    </w:pPr>
    <w:rPr>
      <w:rFonts w:ascii="Arial" w:hAnsi="Arial" w:cs="Arial"/>
      <w:b/>
      <w:color w:val="FFFFFF" w:themeColor="background1"/>
      <w:sz w:val="34"/>
      <w:szCs w:val="24"/>
    </w:rPr>
  </w:style>
  <w:style w:type="character" w:customStyle="1" w:styleId="Heading4Char">
    <w:name w:val="Heading 4 Char"/>
    <w:basedOn w:val="DefaultParagraphFont"/>
    <w:link w:val="Heading4"/>
    <w:rsid w:val="00A337F3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kill">
    <w:name w:val="Skill"/>
    <w:basedOn w:val="Text"/>
    <w:next w:val="Text"/>
    <w:qFormat/>
    <w:rsid w:val="00A337F3"/>
    <w:pPr>
      <w:spacing w:before="0"/>
      <w:ind w:left="680"/>
    </w:pPr>
  </w:style>
  <w:style w:type="character" w:customStyle="1" w:styleId="Steps">
    <w:name w:val="Steps"/>
    <w:uiPriority w:val="1"/>
    <w:qFormat/>
    <w:rsid w:val="00A337F3"/>
    <w:rPr>
      <w:noProof/>
      <w:position w:val="-30"/>
    </w:rPr>
  </w:style>
  <w:style w:type="character" w:customStyle="1" w:styleId="Skillschr">
    <w:name w:val="Skills chr"/>
    <w:uiPriority w:val="1"/>
    <w:qFormat/>
    <w:rsid w:val="00A337F3"/>
    <w:rPr>
      <w:b/>
      <w:i w:val="0"/>
      <w:sz w:val="20"/>
      <w:szCs w:val="20"/>
    </w:rPr>
  </w:style>
  <w:style w:type="paragraph" w:customStyle="1" w:styleId="Rubricquestion2steps">
    <w:name w:val="Rubric question 2steps"/>
    <w:basedOn w:val="Rubricquestion"/>
    <w:qFormat/>
    <w:rsid w:val="00A337F3"/>
    <w:pPr>
      <w:spacing w:line="260" w:lineRule="exact"/>
      <w:ind w:left="1276" w:hanging="1276"/>
    </w:pPr>
    <w:rPr>
      <w:lang w:val="fr-FR"/>
    </w:rPr>
  </w:style>
  <w:style w:type="paragraph" w:customStyle="1" w:styleId="-OverviewHead">
    <w:name w:val="-Overview Head"/>
    <w:next w:val="Tabletext"/>
    <w:rsid w:val="00A337F3"/>
    <w:pPr>
      <w:keepNext/>
      <w:spacing w:before="180" w:after="60"/>
    </w:pPr>
    <w:rPr>
      <w:rFonts w:ascii="Arial" w:eastAsia="Times New Roman" w:hAnsi="Arial" w:cs="Arial"/>
      <w:b/>
      <w:sz w:val="22"/>
      <w:szCs w:val="24"/>
      <w:lang w:eastAsia="en-US"/>
    </w:rPr>
  </w:style>
  <w:style w:type="paragraph" w:customStyle="1" w:styleId="Grammartopicheader">
    <w:name w:val="Grammar topic header"/>
    <w:basedOn w:val="Rubricquestion"/>
    <w:next w:val="Rubricquestion"/>
    <w:qFormat/>
    <w:rsid w:val="00A337F3"/>
    <w:pPr>
      <w:spacing w:before="0" w:line="260" w:lineRule="exact"/>
    </w:pPr>
    <w:rPr>
      <w:i/>
    </w:rPr>
  </w:style>
  <w:style w:type="character" w:styleId="CommentReference">
    <w:name w:val="annotation reference"/>
    <w:basedOn w:val="DefaultParagraphFont"/>
    <w:rsid w:val="00753418"/>
    <w:rPr>
      <w:sz w:val="16"/>
      <w:szCs w:val="16"/>
    </w:rPr>
  </w:style>
  <w:style w:type="paragraph" w:styleId="CommentText">
    <w:name w:val="annotation text"/>
    <w:basedOn w:val="Normal"/>
    <w:link w:val="CommentTextChar"/>
    <w:rsid w:val="00753418"/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753418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7534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53418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11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elan\Dropbox\Newgen%20Publishing\Dynamo%202\Dynamo%202%20Rouge%20TG%20-%202nd%20comp%20setup%20for%20MELANIE\Compilation_Stage_2_files\TG%20template_MACROtempl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9FBC7A-4E80-490D-BAEF-B4C9164DE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TG template_MACROtemplate</Template>
  <TotalTime>0</TotalTime>
  <Pages>6</Pages>
  <Words>1147</Words>
  <Characters>6538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Dynamo</vt:lpstr>
    </vt:vector>
  </TitlesOfParts>
  <Company>Pearson Education</Company>
  <LinksUpToDate>false</LinksUpToDate>
  <CharactersWithSpaces>7670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Dynamo</dc:title>
  <dc:subject>German</dc:subject>
  <dc:creator>Pearson Education</dc:creator>
  <cp:keywords/>
  <cp:lastModifiedBy>Lee, Hannah</cp:lastModifiedBy>
  <cp:revision>2</cp:revision>
  <cp:lastPrinted>2018-02-08T13:55:00Z</cp:lastPrinted>
  <dcterms:created xsi:type="dcterms:W3CDTF">2019-05-10T14:40:00Z</dcterms:created>
  <dcterms:modified xsi:type="dcterms:W3CDTF">2019-05-10T14:40:00Z</dcterms:modified>
</cp:coreProperties>
</file>